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0071E" w14:textId="43CCB367" w:rsidR="00171784" w:rsidRDefault="006E3F18" w:rsidP="000E7E1B">
      <w:pPr>
        <w:spacing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RPL TOOLKIT – </w:t>
      </w:r>
      <w:r w:rsidR="00F77882" w:rsidRPr="00F77882">
        <w:rPr>
          <w:rFonts w:ascii="Arial" w:hAnsi="Arial" w:cs="Arial"/>
          <w:b/>
          <w:bCs/>
        </w:rPr>
        <w:t>INSTRUMENT 0</w:t>
      </w:r>
      <w:r w:rsidR="00F77882">
        <w:rPr>
          <w:rFonts w:ascii="Arial" w:hAnsi="Arial" w:cs="Arial"/>
          <w:b/>
          <w:bCs/>
        </w:rPr>
        <w:t>4</w:t>
      </w:r>
      <w:r w:rsidR="00F77882" w:rsidRPr="00F77882">
        <w:rPr>
          <w:rFonts w:ascii="Arial" w:hAnsi="Arial" w:cs="Arial"/>
          <w:b/>
          <w:bCs/>
        </w:rPr>
        <w:t xml:space="preserve"> –</w:t>
      </w:r>
      <w:r w:rsidR="00F77882">
        <w:rPr>
          <w:rFonts w:ascii="Arial" w:hAnsi="Arial" w:cs="Arial"/>
          <w:b/>
          <w:bCs/>
        </w:rPr>
        <w:t xml:space="preserve"> </w:t>
      </w:r>
      <w:r w:rsidR="000C54BE" w:rsidRPr="0069382D">
        <w:rPr>
          <w:rFonts w:ascii="Arial" w:hAnsi="Arial" w:cs="Arial"/>
          <w:b/>
        </w:rPr>
        <w:t xml:space="preserve">GAP </w:t>
      </w:r>
      <w:r w:rsidR="000C54BE">
        <w:rPr>
          <w:rFonts w:ascii="Arial" w:hAnsi="Arial" w:cs="Arial"/>
          <w:b/>
        </w:rPr>
        <w:t xml:space="preserve">IMPLEMENTATION </w:t>
      </w:r>
      <w:r w:rsidR="000C54BE" w:rsidRPr="0069382D">
        <w:rPr>
          <w:rFonts w:ascii="Arial" w:hAnsi="Arial" w:cs="Arial"/>
          <w:b/>
        </w:rPr>
        <w:t>PLAN</w:t>
      </w:r>
    </w:p>
    <w:p w14:paraId="4556D315" w14:textId="77777777" w:rsidR="00E34F70" w:rsidRDefault="00E34F70" w:rsidP="00E34F70">
      <w:pPr>
        <w:spacing w:line="276" w:lineRule="auto"/>
        <w:ind w:right="-563"/>
        <w:jc w:val="both"/>
        <w:rPr>
          <w:rFonts w:ascii="Arial" w:hAnsi="Arial" w:cs="Arial"/>
          <w:i/>
          <w:iCs/>
        </w:rPr>
      </w:pPr>
      <w:r w:rsidRPr="0026577F">
        <w:rPr>
          <w:rFonts w:ascii="Arial" w:hAnsi="Arial" w:cs="Arial"/>
          <w:i/>
          <w:iCs/>
        </w:rPr>
        <w:t xml:space="preserve">To be completed by the </w:t>
      </w:r>
      <w:r>
        <w:rPr>
          <w:rFonts w:ascii="Arial" w:hAnsi="Arial" w:cs="Arial"/>
          <w:i/>
          <w:iCs/>
        </w:rPr>
        <w:t xml:space="preserve">accredited </w:t>
      </w:r>
      <w:r w:rsidRPr="0026577F">
        <w:rPr>
          <w:rFonts w:ascii="Arial" w:hAnsi="Arial" w:cs="Arial"/>
          <w:i/>
          <w:iCs/>
        </w:rPr>
        <w:t>SDP</w:t>
      </w:r>
    </w:p>
    <w:tbl>
      <w:tblPr>
        <w:tblStyle w:val="TableGrid"/>
        <w:tblW w:w="15162" w:type="dxa"/>
        <w:tblInd w:w="-5" w:type="dxa"/>
        <w:tblLook w:val="04A0" w:firstRow="1" w:lastRow="0" w:firstColumn="1" w:lastColumn="0" w:noHBand="0" w:noVBand="1"/>
      </w:tblPr>
      <w:tblGrid>
        <w:gridCol w:w="3686"/>
        <w:gridCol w:w="3622"/>
        <w:gridCol w:w="3927"/>
        <w:gridCol w:w="3927"/>
      </w:tblGrid>
      <w:tr w:rsidR="006B105E" w14:paraId="37E34500" w14:textId="77777777" w:rsidTr="00FA52D6">
        <w:trPr>
          <w:trHeight w:val="397"/>
        </w:trPr>
        <w:tc>
          <w:tcPr>
            <w:tcW w:w="7308" w:type="dxa"/>
            <w:gridSpan w:val="2"/>
            <w:shd w:val="clear" w:color="auto" w:fill="DD5E15"/>
            <w:vAlign w:val="center"/>
          </w:tcPr>
          <w:p w14:paraId="15013EFF" w14:textId="77777777" w:rsidR="006B105E" w:rsidRDefault="006B105E" w:rsidP="00FA52D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RPL Candidate Details</w:t>
            </w:r>
          </w:p>
        </w:tc>
        <w:tc>
          <w:tcPr>
            <w:tcW w:w="7854" w:type="dxa"/>
            <w:gridSpan w:val="2"/>
            <w:shd w:val="clear" w:color="auto" w:fill="E2D4AB"/>
            <w:vAlign w:val="center"/>
          </w:tcPr>
          <w:p w14:paraId="6BDA7C66" w14:textId="77777777" w:rsidR="006B105E" w:rsidRPr="00DD6F3D" w:rsidRDefault="006B105E" w:rsidP="00FA52D6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Details</w:t>
            </w:r>
          </w:p>
        </w:tc>
      </w:tr>
      <w:tr w:rsidR="006B105E" w14:paraId="70E03317" w14:textId="77777777" w:rsidTr="00FA52D6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24DAD2DD" w14:textId="77777777" w:rsidR="006B105E" w:rsidRPr="00001D40" w:rsidRDefault="006B105E" w:rsidP="00FA52D6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Candidate Name </w:t>
            </w:r>
          </w:p>
        </w:tc>
        <w:tc>
          <w:tcPr>
            <w:tcW w:w="3622" w:type="dxa"/>
            <w:vAlign w:val="center"/>
          </w:tcPr>
          <w:p w14:paraId="79D83529" w14:textId="77777777" w:rsidR="006B105E" w:rsidRDefault="006B105E" w:rsidP="00FA52D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927" w:type="dxa"/>
            <w:shd w:val="clear" w:color="auto" w:fill="E2D4AB"/>
            <w:vAlign w:val="center"/>
          </w:tcPr>
          <w:p w14:paraId="767C4DAB" w14:textId="77777777" w:rsidR="006B105E" w:rsidRPr="00DD6F3D" w:rsidRDefault="006B105E" w:rsidP="00FA52D6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Entity Name</w:t>
            </w:r>
          </w:p>
        </w:tc>
        <w:tc>
          <w:tcPr>
            <w:tcW w:w="3927" w:type="dxa"/>
            <w:vAlign w:val="center"/>
          </w:tcPr>
          <w:p w14:paraId="19BC88FE" w14:textId="77777777" w:rsidR="006B105E" w:rsidRDefault="006B105E" w:rsidP="00FA52D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6B105E" w14:paraId="30AB12A9" w14:textId="77777777" w:rsidTr="00FA52D6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6414E9BF" w14:textId="32882A69" w:rsidR="006B105E" w:rsidRPr="00001D40" w:rsidRDefault="006B105E" w:rsidP="00FA52D6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Candidate ID </w:t>
            </w:r>
            <w:r w:rsidR="008F654D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No.</w:t>
            </w:r>
          </w:p>
        </w:tc>
        <w:tc>
          <w:tcPr>
            <w:tcW w:w="3622" w:type="dxa"/>
            <w:vAlign w:val="center"/>
          </w:tcPr>
          <w:p w14:paraId="11582FE9" w14:textId="77777777" w:rsidR="006B105E" w:rsidRDefault="006B105E" w:rsidP="00FA52D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927" w:type="dxa"/>
            <w:shd w:val="clear" w:color="auto" w:fill="E2D4AB"/>
            <w:vAlign w:val="center"/>
          </w:tcPr>
          <w:p w14:paraId="7F32CA38" w14:textId="77777777" w:rsidR="006B105E" w:rsidRPr="00DD6F3D" w:rsidRDefault="006B105E" w:rsidP="00FA52D6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Representative Name</w:t>
            </w:r>
          </w:p>
        </w:tc>
        <w:tc>
          <w:tcPr>
            <w:tcW w:w="3927" w:type="dxa"/>
            <w:vAlign w:val="center"/>
          </w:tcPr>
          <w:p w14:paraId="5A84B89C" w14:textId="77777777" w:rsidR="006B105E" w:rsidRDefault="006B105E" w:rsidP="00FA52D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7B32C5" w:rsidRPr="00001D40" w14:paraId="762AD218" w14:textId="77777777" w:rsidTr="00FA52D6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2DF7BD01" w14:textId="77777777" w:rsidR="007B32C5" w:rsidRPr="00001D40" w:rsidRDefault="007B32C5" w:rsidP="007B32C5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RPL 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Occupational Qualification Title</w:t>
            </w:r>
          </w:p>
        </w:tc>
        <w:tc>
          <w:tcPr>
            <w:tcW w:w="3622" w:type="dxa"/>
            <w:vAlign w:val="center"/>
          </w:tcPr>
          <w:p w14:paraId="141AA083" w14:textId="5FC4272C" w:rsidR="007B32C5" w:rsidRPr="00366B49" w:rsidRDefault="007B32C5" w:rsidP="007B32C5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366B49">
              <w:rPr>
                <w:rFonts w:ascii="Aptos" w:hAnsi="Aptos" w:cs="Arial"/>
                <w:sz w:val="20"/>
                <w:szCs w:val="20"/>
              </w:rPr>
              <w:t>Occupational Certificate: Real Estate Agent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5C8C9090" w14:textId="650E2117" w:rsidR="007B32C5" w:rsidRPr="00DD6F3D" w:rsidRDefault="007B32C5" w:rsidP="007B32C5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QCTO Accreditation 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o.</w:t>
            </w:r>
          </w:p>
        </w:tc>
        <w:tc>
          <w:tcPr>
            <w:tcW w:w="3927" w:type="dxa"/>
            <w:vAlign w:val="center"/>
          </w:tcPr>
          <w:p w14:paraId="1792CF63" w14:textId="77777777" w:rsidR="007B32C5" w:rsidRPr="00001D40" w:rsidRDefault="007B32C5" w:rsidP="007B32C5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7B32C5" w:rsidRPr="00001D40" w14:paraId="29E0FD86" w14:textId="77777777" w:rsidTr="00FA52D6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63CAC758" w14:textId="77777777" w:rsidR="007B32C5" w:rsidRPr="00001D40" w:rsidRDefault="007B32C5" w:rsidP="007B32C5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SAQA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ID</w:t>
            </w:r>
          </w:p>
        </w:tc>
        <w:tc>
          <w:tcPr>
            <w:tcW w:w="3622" w:type="dxa"/>
            <w:vAlign w:val="center"/>
          </w:tcPr>
          <w:p w14:paraId="754E7912" w14:textId="6E93BF0A" w:rsidR="007B32C5" w:rsidRPr="00366B49" w:rsidRDefault="007B32C5" w:rsidP="007B32C5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366B49">
              <w:rPr>
                <w:rFonts w:ascii="Aptos" w:hAnsi="Aptos" w:cs="Arial"/>
                <w:sz w:val="20"/>
                <w:szCs w:val="20"/>
              </w:rPr>
              <w:t>118714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5E879C47" w14:textId="77777777" w:rsidR="007B32C5" w:rsidRPr="00DD6F3D" w:rsidRDefault="007B32C5" w:rsidP="007B32C5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Assessor Name</w:t>
            </w:r>
          </w:p>
        </w:tc>
        <w:tc>
          <w:tcPr>
            <w:tcW w:w="3927" w:type="dxa"/>
            <w:vAlign w:val="center"/>
          </w:tcPr>
          <w:p w14:paraId="138329A3" w14:textId="77777777" w:rsidR="007B32C5" w:rsidRPr="00001D40" w:rsidRDefault="007B32C5" w:rsidP="007B32C5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7B32C5" w:rsidRPr="00001D40" w14:paraId="5E9FB910" w14:textId="77777777" w:rsidTr="00FA52D6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376AD712" w14:textId="77777777" w:rsidR="007B32C5" w:rsidRPr="00001D40" w:rsidRDefault="007B32C5" w:rsidP="007B32C5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Credits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and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NQF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Level</w:t>
            </w:r>
          </w:p>
        </w:tc>
        <w:tc>
          <w:tcPr>
            <w:tcW w:w="3622" w:type="dxa"/>
            <w:vAlign w:val="center"/>
          </w:tcPr>
          <w:p w14:paraId="18C99BC4" w14:textId="78F6A68A" w:rsidR="007B32C5" w:rsidRPr="00366B49" w:rsidRDefault="007B32C5" w:rsidP="007B32C5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366B49">
              <w:rPr>
                <w:rFonts w:ascii="Aptos" w:hAnsi="Aptos" w:cs="Arial"/>
                <w:sz w:val="20"/>
                <w:szCs w:val="20"/>
              </w:rPr>
              <w:t>150, L4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096979F6" w14:textId="705933AD" w:rsidR="007B32C5" w:rsidRPr="00DD6F3D" w:rsidRDefault="007B32C5" w:rsidP="007B32C5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Assessor Registration 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o.</w:t>
            </w:r>
          </w:p>
        </w:tc>
        <w:tc>
          <w:tcPr>
            <w:tcW w:w="3927" w:type="dxa"/>
            <w:vAlign w:val="center"/>
          </w:tcPr>
          <w:p w14:paraId="2E7877FC" w14:textId="77777777" w:rsidR="007B32C5" w:rsidRPr="00001D40" w:rsidRDefault="007B32C5" w:rsidP="007B32C5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</w:tbl>
    <w:p w14:paraId="16307E61" w14:textId="77777777" w:rsidR="006B105E" w:rsidRDefault="006B105E" w:rsidP="00E34F70">
      <w:pPr>
        <w:spacing w:line="276" w:lineRule="auto"/>
        <w:ind w:right="-563"/>
        <w:jc w:val="both"/>
        <w:rPr>
          <w:rFonts w:ascii="Arial" w:hAnsi="Arial" w:cs="Arial"/>
          <w:i/>
          <w:iCs/>
        </w:rPr>
      </w:pPr>
    </w:p>
    <w:p w14:paraId="04A4C817" w14:textId="36F1E1F1" w:rsidR="006B105E" w:rsidRDefault="006B105E" w:rsidP="00E34F70">
      <w:pPr>
        <w:spacing w:line="276" w:lineRule="auto"/>
        <w:ind w:right="-563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Th</w:t>
      </w:r>
      <w:r w:rsidR="00DF60BF">
        <w:rPr>
          <w:rFonts w:ascii="Arial" w:hAnsi="Arial" w:cs="Arial"/>
          <w:i/>
          <w:iCs/>
        </w:rPr>
        <w:t xml:space="preserve">e </w:t>
      </w:r>
      <w:r>
        <w:rPr>
          <w:rFonts w:ascii="Arial" w:hAnsi="Arial" w:cs="Arial"/>
          <w:i/>
          <w:iCs/>
        </w:rPr>
        <w:t>table</w:t>
      </w:r>
      <w:r w:rsidR="00DF60BF">
        <w:rPr>
          <w:rFonts w:ascii="Arial" w:hAnsi="Arial" w:cs="Arial"/>
          <w:i/>
          <w:iCs/>
        </w:rPr>
        <w:t xml:space="preserve"> below sh</w:t>
      </w:r>
      <w:r>
        <w:rPr>
          <w:rFonts w:ascii="Arial" w:hAnsi="Arial" w:cs="Arial"/>
          <w:i/>
          <w:iCs/>
        </w:rPr>
        <w:t xml:space="preserve">ould be </w:t>
      </w:r>
      <w:r w:rsidR="00DF60BF">
        <w:rPr>
          <w:rFonts w:ascii="Arial" w:hAnsi="Arial" w:cs="Arial"/>
          <w:i/>
          <w:iCs/>
        </w:rPr>
        <w:t xml:space="preserve">aligned to </w:t>
      </w:r>
      <w:r>
        <w:rPr>
          <w:rFonts w:ascii="Arial" w:hAnsi="Arial" w:cs="Arial"/>
          <w:i/>
          <w:iCs/>
        </w:rPr>
        <w:t xml:space="preserve">the </w:t>
      </w:r>
      <w:r w:rsidR="00DF60BF">
        <w:rPr>
          <w:rFonts w:ascii="Arial" w:hAnsi="Arial" w:cs="Arial"/>
          <w:i/>
          <w:iCs/>
        </w:rPr>
        <w:t>assessment matrix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4"/>
        <w:gridCol w:w="1005"/>
        <w:gridCol w:w="1118"/>
        <w:gridCol w:w="2291"/>
        <w:gridCol w:w="440"/>
        <w:gridCol w:w="440"/>
        <w:gridCol w:w="443"/>
        <w:gridCol w:w="440"/>
        <w:gridCol w:w="440"/>
        <w:gridCol w:w="443"/>
        <w:gridCol w:w="440"/>
        <w:gridCol w:w="482"/>
        <w:gridCol w:w="5481"/>
      </w:tblGrid>
      <w:tr w:rsidR="00B47701" w:rsidRPr="006711F2" w14:paraId="5DEF521C" w14:textId="77777777" w:rsidTr="00B47701">
        <w:trPr>
          <w:trHeight w:val="416"/>
        </w:trPr>
        <w:tc>
          <w:tcPr>
            <w:tcW w:w="559" w:type="pct"/>
            <w:shd w:val="clear" w:color="auto" w:fill="DD5E15"/>
            <w:vAlign w:val="center"/>
          </w:tcPr>
          <w:p w14:paraId="2D09DA73" w14:textId="2CEA70F7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34F7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Occupational Qualification </w:t>
            </w:r>
          </w:p>
        </w:tc>
        <w:tc>
          <w:tcPr>
            <w:tcW w:w="332" w:type="pct"/>
            <w:vMerge w:val="restart"/>
            <w:shd w:val="clear" w:color="auto" w:fill="DD5E15"/>
            <w:vAlign w:val="center"/>
          </w:tcPr>
          <w:p w14:paraId="6E0E3D80" w14:textId="7BE325EF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34F7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Gap Credits </w:t>
            </w:r>
          </w:p>
        </w:tc>
        <w:tc>
          <w:tcPr>
            <w:tcW w:w="369" w:type="pct"/>
            <w:vMerge w:val="restart"/>
            <w:shd w:val="clear" w:color="auto" w:fill="DD5E15"/>
            <w:vAlign w:val="center"/>
          </w:tcPr>
          <w:p w14:paraId="335A3B88" w14:textId="2E9B6640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34F7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Notional Hours</w:t>
            </w:r>
          </w:p>
        </w:tc>
        <w:tc>
          <w:tcPr>
            <w:tcW w:w="756" w:type="pct"/>
            <w:vMerge w:val="restart"/>
            <w:shd w:val="clear" w:color="auto" w:fill="DD5E15"/>
            <w:vAlign w:val="center"/>
          </w:tcPr>
          <w:p w14:paraId="27AA96C4" w14:textId="17E78F0E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34F7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Action Required</w:t>
            </w:r>
            <w:r>
              <w:rPr>
                <w:rStyle w:val="FootnoteReference"/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footnoteReference w:id="2"/>
            </w:r>
          </w:p>
        </w:tc>
        <w:tc>
          <w:tcPr>
            <w:tcW w:w="1176" w:type="pct"/>
            <w:gridSpan w:val="8"/>
            <w:shd w:val="clear" w:color="auto" w:fill="E2D4AB"/>
            <w:vAlign w:val="center"/>
          </w:tcPr>
          <w:p w14:paraId="14DA954A" w14:textId="29362C4E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403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Timelines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 weeks </w:t>
            </w:r>
            <w:r w:rsidRPr="00EB4033">
              <w:rPr>
                <w:rFonts w:ascii="Arial" w:hAnsi="Arial" w:cs="Arial"/>
                <w:b/>
                <w:bCs/>
                <w:sz w:val="20"/>
                <w:szCs w:val="20"/>
              </w:rPr>
              <w:t>(shade blocks)</w:t>
            </w:r>
          </w:p>
        </w:tc>
        <w:tc>
          <w:tcPr>
            <w:tcW w:w="1809" w:type="pct"/>
            <w:vMerge w:val="restart"/>
            <w:shd w:val="clear" w:color="auto" w:fill="DD5E15"/>
            <w:vAlign w:val="center"/>
          </w:tcPr>
          <w:p w14:paraId="5666A62F" w14:textId="0C537EE9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34F7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Evidence to be generated</w:t>
            </w:r>
            <w:r>
              <w:rPr>
                <w:rStyle w:val="FootnoteReference"/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footnoteReference w:id="3"/>
            </w:r>
          </w:p>
        </w:tc>
      </w:tr>
      <w:tr w:rsidR="00B47701" w:rsidRPr="006711F2" w14:paraId="087E5F8A" w14:textId="77777777" w:rsidTr="00B47701">
        <w:trPr>
          <w:trHeight w:val="416"/>
        </w:trPr>
        <w:tc>
          <w:tcPr>
            <w:tcW w:w="559" w:type="pct"/>
            <w:shd w:val="clear" w:color="auto" w:fill="DD5E15"/>
            <w:vAlign w:val="center"/>
          </w:tcPr>
          <w:p w14:paraId="58EFB7C8" w14:textId="38FC7644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34F7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(KM, PM, WP)</w:t>
            </w:r>
          </w:p>
        </w:tc>
        <w:tc>
          <w:tcPr>
            <w:tcW w:w="332" w:type="pct"/>
            <w:vMerge/>
            <w:shd w:val="clear" w:color="auto" w:fill="DD5E15"/>
            <w:vAlign w:val="center"/>
          </w:tcPr>
          <w:p w14:paraId="7F6A54C3" w14:textId="77777777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69" w:type="pct"/>
            <w:vMerge/>
            <w:shd w:val="clear" w:color="auto" w:fill="DD5E15"/>
            <w:vAlign w:val="center"/>
          </w:tcPr>
          <w:p w14:paraId="2D42A644" w14:textId="77777777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56" w:type="pct"/>
            <w:vMerge/>
            <w:shd w:val="clear" w:color="auto" w:fill="DD5E15"/>
            <w:vAlign w:val="center"/>
          </w:tcPr>
          <w:p w14:paraId="70F1480E" w14:textId="77777777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5" w:type="pct"/>
            <w:shd w:val="clear" w:color="auto" w:fill="E2D4AB"/>
            <w:vAlign w:val="center"/>
          </w:tcPr>
          <w:p w14:paraId="73663A9E" w14:textId="13E2AB05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5" w:type="pct"/>
            <w:shd w:val="clear" w:color="auto" w:fill="E2D4AB"/>
            <w:vAlign w:val="center"/>
          </w:tcPr>
          <w:p w14:paraId="33E3B137" w14:textId="79C79177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6" w:type="pct"/>
            <w:shd w:val="clear" w:color="auto" w:fill="E2D4AB"/>
            <w:vAlign w:val="center"/>
          </w:tcPr>
          <w:p w14:paraId="41126186" w14:textId="14EA1CC8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5" w:type="pct"/>
            <w:shd w:val="clear" w:color="auto" w:fill="E2D4AB"/>
            <w:vAlign w:val="center"/>
          </w:tcPr>
          <w:p w14:paraId="793423A6" w14:textId="745EF3A1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5" w:type="pct"/>
            <w:shd w:val="clear" w:color="auto" w:fill="E2D4AB"/>
            <w:vAlign w:val="center"/>
          </w:tcPr>
          <w:p w14:paraId="60488C91" w14:textId="79B5528F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6" w:type="pct"/>
            <w:shd w:val="clear" w:color="auto" w:fill="E2D4AB"/>
            <w:vAlign w:val="center"/>
          </w:tcPr>
          <w:p w14:paraId="5A457ADB" w14:textId="770863E5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5" w:type="pct"/>
            <w:shd w:val="clear" w:color="auto" w:fill="E2D4AB"/>
            <w:vAlign w:val="center"/>
          </w:tcPr>
          <w:p w14:paraId="3686F7C7" w14:textId="04CE3EB7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58" w:type="pct"/>
            <w:shd w:val="clear" w:color="auto" w:fill="E2D4AB"/>
            <w:vAlign w:val="center"/>
          </w:tcPr>
          <w:p w14:paraId="72DC6D6C" w14:textId="3A190DE8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809" w:type="pct"/>
            <w:vMerge/>
            <w:shd w:val="clear" w:color="auto" w:fill="DD5E15"/>
            <w:vAlign w:val="center"/>
          </w:tcPr>
          <w:p w14:paraId="0D5ECA2A" w14:textId="77777777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E2191F" w:rsidRPr="006711F2" w14:paraId="3D098718" w14:textId="77777777" w:rsidTr="00B47701">
        <w:trPr>
          <w:trHeight w:val="340"/>
        </w:trPr>
        <w:tc>
          <w:tcPr>
            <w:tcW w:w="559" w:type="pct"/>
            <w:vAlign w:val="center"/>
          </w:tcPr>
          <w:p w14:paraId="247EA021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2" w:type="pct"/>
            <w:vAlign w:val="center"/>
          </w:tcPr>
          <w:p w14:paraId="28D1E3F6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9" w:type="pct"/>
            <w:vAlign w:val="center"/>
          </w:tcPr>
          <w:p w14:paraId="17232345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6" w:type="pct"/>
            <w:vAlign w:val="center"/>
          </w:tcPr>
          <w:p w14:paraId="3A0CCBCF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56B8E28F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206D897C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6A5850E4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2CADF7C0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676446E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389E6AED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4D0E063B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" w:type="pct"/>
            <w:vAlign w:val="center"/>
          </w:tcPr>
          <w:p w14:paraId="779F18E4" w14:textId="79B9195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9" w:type="pct"/>
            <w:vAlign w:val="center"/>
          </w:tcPr>
          <w:p w14:paraId="17F39174" w14:textId="77BBB86D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191F" w:rsidRPr="006711F2" w14:paraId="0A377E03" w14:textId="77777777" w:rsidTr="00B47701">
        <w:trPr>
          <w:trHeight w:val="340"/>
        </w:trPr>
        <w:tc>
          <w:tcPr>
            <w:tcW w:w="559" w:type="pct"/>
            <w:vAlign w:val="center"/>
          </w:tcPr>
          <w:p w14:paraId="5677312A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2" w:type="pct"/>
            <w:vAlign w:val="center"/>
          </w:tcPr>
          <w:p w14:paraId="35A5EBCE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9" w:type="pct"/>
            <w:vAlign w:val="center"/>
          </w:tcPr>
          <w:p w14:paraId="3954059E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6" w:type="pct"/>
            <w:vAlign w:val="center"/>
          </w:tcPr>
          <w:p w14:paraId="676858AF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1055F166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3D24BA9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12230E6D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437DA798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0BD6B6B6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05EB93F0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5D91DF0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" w:type="pct"/>
            <w:vAlign w:val="center"/>
          </w:tcPr>
          <w:p w14:paraId="61D1E000" w14:textId="2CA2350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9" w:type="pct"/>
            <w:vAlign w:val="center"/>
          </w:tcPr>
          <w:p w14:paraId="291F2D0F" w14:textId="4BDFBFE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191F" w:rsidRPr="006711F2" w14:paraId="3C9D78E5" w14:textId="77777777" w:rsidTr="00B47701">
        <w:trPr>
          <w:trHeight w:val="340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9EFB7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E02EA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9" w:type="pct"/>
            <w:vAlign w:val="center"/>
          </w:tcPr>
          <w:p w14:paraId="62E2B721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6" w:type="pct"/>
            <w:vAlign w:val="center"/>
          </w:tcPr>
          <w:p w14:paraId="2E984AF3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1ED117DE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72BF9B9C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547DD9FA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0D664EA0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5009733A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7D3E3415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2F8BE337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" w:type="pct"/>
            <w:vAlign w:val="center"/>
          </w:tcPr>
          <w:p w14:paraId="24E6D8EA" w14:textId="686616F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01D94" w14:textId="7EF1FF94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191F" w:rsidRPr="006711F2" w14:paraId="45EF8193" w14:textId="77777777" w:rsidTr="00B47701">
        <w:trPr>
          <w:trHeight w:val="340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75A3B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D41C7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9" w:type="pct"/>
            <w:vAlign w:val="center"/>
          </w:tcPr>
          <w:p w14:paraId="03915FEA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6" w:type="pct"/>
            <w:vAlign w:val="center"/>
          </w:tcPr>
          <w:p w14:paraId="7B1947C8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560708A5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8B27124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4A4F0775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471CE752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7B4789C6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29BDC385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46301E88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" w:type="pct"/>
            <w:vAlign w:val="center"/>
          </w:tcPr>
          <w:p w14:paraId="3BBE2E7C" w14:textId="29308A23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3B134" w14:textId="0A38AFD5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191F" w:rsidRPr="006711F2" w14:paraId="1626773D" w14:textId="77777777" w:rsidTr="00B47701">
        <w:trPr>
          <w:trHeight w:val="340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08207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936DB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9" w:type="pct"/>
            <w:vAlign w:val="center"/>
          </w:tcPr>
          <w:p w14:paraId="0BBA7A8E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6" w:type="pct"/>
            <w:vAlign w:val="center"/>
          </w:tcPr>
          <w:p w14:paraId="0BFC4AF8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DE62DCE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6072ED2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0795FC55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22C60E6D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4FE7AF50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6DFE8D0E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0F089AA0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" w:type="pct"/>
            <w:vAlign w:val="center"/>
          </w:tcPr>
          <w:p w14:paraId="6C51FBE6" w14:textId="7C6A2489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4B41A" w14:textId="252DE25E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191F" w:rsidRPr="006711F2" w14:paraId="48AAE49D" w14:textId="77777777" w:rsidTr="00B47701">
        <w:trPr>
          <w:trHeight w:val="340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8DEB0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3D511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9" w:type="pct"/>
            <w:vAlign w:val="center"/>
          </w:tcPr>
          <w:p w14:paraId="5A519975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6" w:type="pct"/>
            <w:vAlign w:val="center"/>
          </w:tcPr>
          <w:p w14:paraId="077904C2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646C7EF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3A784CB0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7572C651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2F948DC6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0B00E58F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655E638D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3CB9FF9F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" w:type="pct"/>
            <w:vAlign w:val="center"/>
          </w:tcPr>
          <w:p w14:paraId="05E1EBAA" w14:textId="485695B4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8457E" w14:textId="3716EF2A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83D164E" w14:textId="77777777" w:rsidR="00CC12AF" w:rsidRDefault="00CC12AF" w:rsidP="00CC12AF">
      <w:pPr>
        <w:spacing w:line="360" w:lineRule="auto"/>
        <w:rPr>
          <w:rFonts w:ascii="Arial" w:hAnsi="Arial" w:cs="Arial"/>
          <w:b/>
          <w:bCs/>
        </w:rPr>
      </w:pPr>
    </w:p>
    <w:p w14:paraId="2F2D205F" w14:textId="1071C239" w:rsidR="00CC12AF" w:rsidRDefault="00C81B32" w:rsidP="00CC12AF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Signed by:</w:t>
      </w: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0"/>
        <w:gridCol w:w="992"/>
        <w:gridCol w:w="7082"/>
      </w:tblGrid>
      <w:tr w:rsidR="00C81B32" w14:paraId="78ABED9C" w14:textId="77777777" w:rsidTr="003023A4">
        <w:tc>
          <w:tcPr>
            <w:tcW w:w="7230" w:type="dxa"/>
          </w:tcPr>
          <w:p w14:paraId="442E339A" w14:textId="03E76CB2" w:rsidR="003023A4" w:rsidRDefault="00A4630B" w:rsidP="003023A4">
            <w:pPr>
              <w:spacing w:before="240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lang w:eastAsia="en-ZA"/>
              </w:rPr>
              <w:t>Candidate</w:t>
            </w:r>
            <w:r w:rsidR="003023A4">
              <w:rPr>
                <w:rFonts w:ascii="Arial" w:eastAsia="Times New Roman" w:hAnsi="Arial" w:cs="Arial"/>
                <w:b/>
                <w:bCs/>
                <w:lang w:eastAsia="en-ZA"/>
              </w:rPr>
              <w:t xml:space="preserve"> Full</w:t>
            </w:r>
            <w:r w:rsidR="003023A4" w:rsidRPr="00252B0D">
              <w:rPr>
                <w:rFonts w:ascii="Arial" w:eastAsia="Times New Roman" w:hAnsi="Arial" w:cs="Arial"/>
                <w:b/>
                <w:bCs/>
                <w:lang w:eastAsia="en-ZA"/>
              </w:rPr>
              <w:t xml:space="preserve"> Name</w:t>
            </w:r>
            <w:r w:rsidR="003023A4">
              <w:rPr>
                <w:rFonts w:ascii="Arial" w:eastAsia="Times New Roman" w:hAnsi="Arial" w:cs="Arial"/>
                <w:b/>
                <w:bCs/>
                <w:lang w:eastAsia="en-ZA"/>
              </w:rPr>
              <w:t>s</w:t>
            </w:r>
            <w:r w:rsidR="003023A4" w:rsidRPr="00252B0D">
              <w:rPr>
                <w:rFonts w:ascii="Arial" w:eastAsia="Times New Roman" w:hAnsi="Arial" w:cs="Arial"/>
                <w:b/>
                <w:bCs/>
                <w:lang w:eastAsia="en-ZA"/>
              </w:rPr>
              <w:t>:</w:t>
            </w:r>
            <w:r w:rsidR="003023A4" w:rsidRPr="00252B0D">
              <w:rPr>
                <w:rFonts w:ascii="Arial" w:eastAsia="Times New Roman" w:hAnsi="Arial" w:cs="Arial"/>
                <w:lang w:eastAsia="en-ZA"/>
              </w:rPr>
              <w:t xml:space="preserve"> _______________________________</w:t>
            </w:r>
          </w:p>
          <w:p w14:paraId="3B7E626D" w14:textId="58E50C10" w:rsidR="003023A4" w:rsidRDefault="003023A4" w:rsidP="003023A4">
            <w:pPr>
              <w:spacing w:before="240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252B0D">
              <w:rPr>
                <w:rFonts w:ascii="Arial" w:eastAsia="Times New Roman" w:hAnsi="Arial" w:cs="Arial"/>
                <w:b/>
                <w:bCs/>
                <w:lang w:eastAsia="en-ZA"/>
              </w:rPr>
              <w:t>Signature:</w:t>
            </w:r>
            <w:r w:rsidRPr="00252B0D">
              <w:rPr>
                <w:rFonts w:ascii="Arial" w:eastAsia="Times New Roman" w:hAnsi="Arial" w:cs="Arial"/>
                <w:lang w:eastAsia="en-ZA"/>
              </w:rPr>
              <w:t xml:space="preserve"> ____________________________</w:t>
            </w:r>
            <w:r w:rsidR="00E61096">
              <w:rPr>
                <w:rFonts w:ascii="Arial" w:eastAsia="Times New Roman" w:hAnsi="Arial" w:cs="Arial"/>
                <w:lang w:eastAsia="en-ZA"/>
              </w:rPr>
              <w:t>______________</w:t>
            </w:r>
            <w:r w:rsidRPr="00252B0D">
              <w:rPr>
                <w:rFonts w:ascii="Arial" w:eastAsia="Times New Roman" w:hAnsi="Arial" w:cs="Arial"/>
                <w:lang w:eastAsia="en-ZA"/>
              </w:rPr>
              <w:br/>
            </w:r>
          </w:p>
          <w:p w14:paraId="276D976E" w14:textId="6BDA4D9F" w:rsidR="00C81B32" w:rsidRDefault="003023A4" w:rsidP="003023A4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252B0D">
              <w:rPr>
                <w:rFonts w:ascii="Arial" w:eastAsia="Times New Roman" w:hAnsi="Arial" w:cs="Arial"/>
                <w:b/>
                <w:bCs/>
                <w:lang w:eastAsia="en-ZA"/>
              </w:rPr>
              <w:t>Date:</w:t>
            </w:r>
            <w:r w:rsidRPr="00252B0D">
              <w:rPr>
                <w:rFonts w:ascii="Arial" w:eastAsia="Times New Roman" w:hAnsi="Arial" w:cs="Arial"/>
                <w:lang w:eastAsia="en-ZA"/>
              </w:rPr>
              <w:t xml:space="preserve"> _____________________</w:t>
            </w:r>
            <w:r w:rsidR="00E61096">
              <w:rPr>
                <w:rFonts w:ascii="Arial" w:eastAsia="Times New Roman" w:hAnsi="Arial" w:cs="Arial"/>
                <w:lang w:eastAsia="en-ZA"/>
              </w:rPr>
              <w:t>_________________________</w:t>
            </w:r>
          </w:p>
        </w:tc>
        <w:tc>
          <w:tcPr>
            <w:tcW w:w="992" w:type="dxa"/>
          </w:tcPr>
          <w:p w14:paraId="325714DA" w14:textId="77777777" w:rsidR="00C81B32" w:rsidRDefault="00C81B32" w:rsidP="00CC12AF">
            <w:pPr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82" w:type="dxa"/>
          </w:tcPr>
          <w:p w14:paraId="05FED5CF" w14:textId="557905A2" w:rsidR="003023A4" w:rsidRDefault="003023A4" w:rsidP="003023A4">
            <w:pPr>
              <w:spacing w:before="240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252B0D">
              <w:rPr>
                <w:rFonts w:ascii="Arial" w:eastAsia="Times New Roman" w:hAnsi="Arial" w:cs="Arial"/>
                <w:b/>
                <w:bCs/>
                <w:lang w:eastAsia="en-ZA"/>
              </w:rPr>
              <w:t>Assessor/SME Name:</w:t>
            </w:r>
            <w:r w:rsidRPr="00252B0D">
              <w:rPr>
                <w:rFonts w:ascii="Arial" w:eastAsia="Times New Roman" w:hAnsi="Arial" w:cs="Arial"/>
                <w:lang w:eastAsia="en-ZA"/>
              </w:rPr>
              <w:t xml:space="preserve"> _______________________________</w:t>
            </w:r>
          </w:p>
          <w:p w14:paraId="62EA5CEA" w14:textId="753A13C8" w:rsidR="003023A4" w:rsidRDefault="003023A4" w:rsidP="003023A4">
            <w:pPr>
              <w:spacing w:before="240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252B0D">
              <w:rPr>
                <w:rFonts w:ascii="Arial" w:eastAsia="Times New Roman" w:hAnsi="Arial" w:cs="Arial"/>
                <w:b/>
                <w:bCs/>
                <w:lang w:eastAsia="en-ZA"/>
              </w:rPr>
              <w:t>Signature:</w:t>
            </w:r>
            <w:r w:rsidRPr="00252B0D">
              <w:rPr>
                <w:rFonts w:ascii="Arial" w:eastAsia="Times New Roman" w:hAnsi="Arial" w:cs="Arial"/>
                <w:lang w:eastAsia="en-ZA"/>
              </w:rPr>
              <w:t xml:space="preserve"> ____________________________</w:t>
            </w:r>
            <w:r w:rsidR="00E61096">
              <w:rPr>
                <w:rFonts w:ascii="Arial" w:eastAsia="Times New Roman" w:hAnsi="Arial" w:cs="Arial"/>
                <w:lang w:eastAsia="en-ZA"/>
              </w:rPr>
              <w:t>_____________</w:t>
            </w:r>
            <w:r w:rsidRPr="00252B0D">
              <w:rPr>
                <w:rFonts w:ascii="Arial" w:eastAsia="Times New Roman" w:hAnsi="Arial" w:cs="Arial"/>
                <w:lang w:eastAsia="en-ZA"/>
              </w:rPr>
              <w:br/>
            </w:r>
          </w:p>
          <w:p w14:paraId="51C7CA62" w14:textId="0062D007" w:rsidR="00C81B32" w:rsidRDefault="003023A4" w:rsidP="00CC12AF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252B0D">
              <w:rPr>
                <w:rFonts w:ascii="Arial" w:eastAsia="Times New Roman" w:hAnsi="Arial" w:cs="Arial"/>
                <w:b/>
                <w:bCs/>
                <w:lang w:eastAsia="en-ZA"/>
              </w:rPr>
              <w:t>Date:</w:t>
            </w:r>
            <w:r w:rsidRPr="00252B0D">
              <w:rPr>
                <w:rFonts w:ascii="Arial" w:eastAsia="Times New Roman" w:hAnsi="Arial" w:cs="Arial"/>
                <w:lang w:eastAsia="en-ZA"/>
              </w:rPr>
              <w:t xml:space="preserve"> _____________________</w:t>
            </w:r>
            <w:r w:rsidR="006E6A86">
              <w:rPr>
                <w:rFonts w:ascii="Arial" w:eastAsia="Times New Roman" w:hAnsi="Arial" w:cs="Arial"/>
                <w:lang w:eastAsia="en-ZA"/>
              </w:rPr>
              <w:t>________________________</w:t>
            </w:r>
          </w:p>
        </w:tc>
      </w:tr>
    </w:tbl>
    <w:p w14:paraId="3F9B7171" w14:textId="77777777" w:rsidR="00C81B32" w:rsidRDefault="00C81B32" w:rsidP="00CC12AF">
      <w:pPr>
        <w:spacing w:line="360" w:lineRule="auto"/>
        <w:rPr>
          <w:rFonts w:ascii="Arial" w:hAnsi="Arial" w:cs="Arial"/>
          <w:b/>
          <w:bCs/>
        </w:rPr>
      </w:pPr>
    </w:p>
    <w:p w14:paraId="613AF3BE" w14:textId="77777777" w:rsidR="00C81B32" w:rsidRDefault="00C81B32" w:rsidP="00CC12AF">
      <w:pPr>
        <w:spacing w:line="360" w:lineRule="auto"/>
        <w:rPr>
          <w:rFonts w:ascii="Arial" w:hAnsi="Arial" w:cs="Arial"/>
          <w:b/>
          <w:bCs/>
        </w:rPr>
      </w:pPr>
    </w:p>
    <w:p w14:paraId="47B8A62D" w14:textId="77777777" w:rsidR="00C81B32" w:rsidRPr="000D1025" w:rsidRDefault="00C81B32" w:rsidP="00CC12AF">
      <w:pPr>
        <w:spacing w:line="360" w:lineRule="auto"/>
        <w:rPr>
          <w:rFonts w:ascii="Arial" w:hAnsi="Arial" w:cs="Arial"/>
          <w:b/>
          <w:bCs/>
        </w:rPr>
      </w:pPr>
    </w:p>
    <w:p w14:paraId="48ECE398" w14:textId="77777777" w:rsidR="00CC12AF" w:rsidRDefault="00CC12AF" w:rsidP="00CC12AF">
      <w:pPr>
        <w:spacing w:line="360" w:lineRule="auto"/>
        <w:rPr>
          <w:rFonts w:ascii="Arial" w:hAnsi="Arial" w:cs="Arial"/>
        </w:rPr>
      </w:pPr>
    </w:p>
    <w:p w14:paraId="0C06CFDF" w14:textId="77777777" w:rsidR="00446468" w:rsidRDefault="00446468" w:rsidP="00446468">
      <w:pPr>
        <w:spacing w:line="360" w:lineRule="auto"/>
        <w:rPr>
          <w:rFonts w:ascii="Arial" w:hAnsi="Arial" w:cs="Arial"/>
        </w:rPr>
      </w:pPr>
    </w:p>
    <w:p w14:paraId="703B9EDC" w14:textId="77777777" w:rsidR="00243E87" w:rsidRPr="009C3D60" w:rsidRDefault="00243E87" w:rsidP="00D145A7">
      <w:pPr>
        <w:spacing w:line="276" w:lineRule="auto"/>
        <w:rPr>
          <w:rFonts w:ascii="Arial" w:hAnsi="Arial" w:cs="Arial"/>
          <w:b/>
          <w:bCs/>
        </w:rPr>
      </w:pPr>
    </w:p>
    <w:p w14:paraId="69F814CD" w14:textId="6B290F8E" w:rsidR="00F0662C" w:rsidRPr="007C31C5" w:rsidRDefault="00F0662C" w:rsidP="00D145A7">
      <w:pPr>
        <w:spacing w:line="276" w:lineRule="auto"/>
        <w:rPr>
          <w:rFonts w:ascii="Arial" w:hAnsi="Arial" w:cs="Arial"/>
        </w:rPr>
      </w:pPr>
    </w:p>
    <w:sectPr w:rsidR="00F0662C" w:rsidRPr="007C31C5" w:rsidSect="009336D0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1077" w:right="820" w:bottom="1843" w:left="851" w:header="39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346BBF" w14:textId="77777777" w:rsidR="00ED6605" w:rsidRDefault="00ED6605" w:rsidP="00213C69">
      <w:pPr>
        <w:spacing w:after="0" w:line="240" w:lineRule="auto"/>
      </w:pPr>
      <w:r>
        <w:separator/>
      </w:r>
    </w:p>
  </w:endnote>
  <w:endnote w:type="continuationSeparator" w:id="0">
    <w:p w14:paraId="25392BD5" w14:textId="77777777" w:rsidR="00ED6605" w:rsidRDefault="00ED6605" w:rsidP="00213C69">
      <w:pPr>
        <w:spacing w:after="0" w:line="240" w:lineRule="auto"/>
      </w:pPr>
      <w:r>
        <w:continuationSeparator/>
      </w:r>
    </w:p>
  </w:endnote>
  <w:endnote w:type="continuationNotice" w:id="1">
    <w:p w14:paraId="1F6FD59A" w14:textId="77777777" w:rsidR="00ED6605" w:rsidRDefault="00ED660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5ACA2" w14:textId="218F85C7" w:rsidR="00164964" w:rsidRPr="00597EFA" w:rsidRDefault="00164964" w:rsidP="001C2A90">
    <w:pPr>
      <w:pStyle w:val="Footer"/>
      <w:ind w:right="-709"/>
      <w:jc w:val="right"/>
      <w:rPr>
        <w:rFonts w:ascii="Arial" w:hAnsi="Arial" w:cs="Arial"/>
        <w:color w:val="404040" w:themeColor="text1" w:themeTint="BF"/>
        <w:sz w:val="16"/>
        <w:szCs w:val="16"/>
      </w:rPr>
    </w:pPr>
    <w:r w:rsidRPr="00597EFA">
      <w:rPr>
        <w:rFonts w:ascii="Arial" w:hAnsi="Arial" w:cs="Arial"/>
        <w:color w:val="404040" w:themeColor="text1" w:themeTint="BF"/>
        <w:sz w:val="16"/>
        <w:szCs w:val="16"/>
      </w:rPr>
      <w:t>Version: 0</w:t>
    </w:r>
    <w:r>
      <w:rPr>
        <w:rFonts w:ascii="Arial" w:hAnsi="Arial" w:cs="Arial"/>
        <w:color w:val="404040" w:themeColor="text1" w:themeTint="BF"/>
        <w:sz w:val="16"/>
        <w:szCs w:val="16"/>
      </w:rPr>
      <w:t>1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>_</w:t>
    </w:r>
    <w:r w:rsidR="000E7E1B">
      <w:rPr>
        <w:rFonts w:ascii="Arial" w:hAnsi="Arial" w:cs="Arial"/>
        <w:color w:val="404040" w:themeColor="text1" w:themeTint="BF"/>
        <w:sz w:val="16"/>
        <w:szCs w:val="16"/>
      </w:rPr>
      <w:t>Dec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 xml:space="preserve"> 2025</w:t>
    </w:r>
  </w:p>
  <w:p w14:paraId="66AC8802" w14:textId="31CAD34B" w:rsidR="00164964" w:rsidRPr="00597EFA" w:rsidRDefault="009336D0" w:rsidP="001C2A90">
    <w:pPr>
      <w:pStyle w:val="Footer"/>
      <w:ind w:right="-709"/>
      <w:jc w:val="right"/>
      <w:rPr>
        <w:color w:val="404040" w:themeColor="text1" w:themeTint="BF"/>
        <w:sz w:val="16"/>
        <w:szCs w:val="1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460E0C9D" wp14:editId="59A9753D">
              <wp:simplePos x="0" y="0"/>
              <wp:positionH relativeFrom="page">
                <wp:posOffset>-1905</wp:posOffset>
              </wp:positionH>
              <wp:positionV relativeFrom="paragraph">
                <wp:posOffset>148802</wp:posOffset>
              </wp:positionV>
              <wp:extent cx="10694035" cy="274955"/>
              <wp:effectExtent l="0" t="0" r="0" b="0"/>
              <wp:wrapNone/>
              <wp:docPr id="1503620206" name="Group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035" cy="274955"/>
                        <a:chOff x="0" y="0"/>
                        <a:chExt cx="10694035" cy="274955"/>
                      </a:xfrm>
                    </wpg:grpSpPr>
                    <pic:pic xmlns:pic="http://schemas.openxmlformats.org/drawingml/2006/picture">
                      <pic:nvPicPr>
                        <pic:cNvPr id="673241675" name="Picture 10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36585" cy="27495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53323839" name="Picture 555524349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6394"/>
                        <a:stretch/>
                      </pic:blipFill>
                      <pic:spPr bwMode="auto">
                        <a:xfrm>
                          <a:off x="5467350" y="0"/>
                          <a:ext cx="5226685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86070338" name="Picture 154652205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7013" r="49155" b="-8"/>
                        <a:stretch/>
                      </pic:blipFill>
                      <pic:spPr bwMode="auto">
                        <a:xfrm>
                          <a:off x="3721100" y="0"/>
                          <a:ext cx="1136650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72403382" name="Picture 107259088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7013" r="49155" b="-8"/>
                        <a:stretch/>
                      </pic:blipFill>
                      <pic:spPr bwMode="auto">
                        <a:xfrm>
                          <a:off x="4781550" y="0"/>
                          <a:ext cx="1136650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1D57F9B" id="Group 9" o:spid="_x0000_s1026" style="position:absolute;margin-left:-.15pt;margin-top:11.7pt;width:842.05pt;height:21.65pt;z-index:-251658240;mso-position-horizontal-relative:page" coordsize="106940,2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" o:spid="_x0000_s1027" type="#_x0000_t75" style="position:absolute;width:82365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">
                <v:imagedata r:id="rId2" o:title=""/>
              </v:shape>
              <v:shape id="Picture 555524349" o:spid="_x0000_s1028" type="#_x0000_t75" style="position:absolute;left:54673;width:522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">
                <v:imagedata r:id="rId2" o:title="" cropleft="23851f"/>
              </v:shape>
              <v:shape id="Picture 1546522054" o:spid="_x0000_s1029" type="#_x0000_t75" style="position:absolute;left:37211;width:11366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">
                <v:imagedata r:id="rId2" o:title="" cropbottom="-5f" cropleft="24257f" cropright="32214f"/>
              </v:shape>
              <v:shape id="Picture 1072590880" o:spid="_x0000_s1030" type="#_x0000_t75" style="position:absolute;left:47815;width:113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">
                <v:imagedata r:id="rId2" o:title="" cropbottom="-5f" cropleft="24257f" cropright="32214f"/>
              </v:shape>
              <w10:wrap anchorx="page"/>
            </v:group>
          </w:pict>
        </mc:Fallback>
      </mc:AlternateContent>
    </w:r>
    <w:r w:rsidR="00164964" w:rsidRPr="00597EFA">
      <w:rPr>
        <w:rFonts w:ascii="Arial" w:hAnsi="Arial" w:cs="Arial"/>
        <w:color w:val="404040" w:themeColor="text1" w:themeTint="BF"/>
        <w:sz w:val="16"/>
        <w:szCs w:val="16"/>
      </w:rPr>
      <w:t>Next Review: Q3 2025/26</w:t>
    </w:r>
  </w:p>
  <w:p w14:paraId="1D02CDC4" w14:textId="05B5FD80" w:rsidR="00F17F63" w:rsidRDefault="00F17F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2111506211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781300677"/>
          <w:docPartObj>
            <w:docPartGallery w:val="Page Numbers (Top of Page)"/>
            <w:docPartUnique/>
          </w:docPartObj>
        </w:sdtPr>
        <w:sdtContent>
          <w:p w14:paraId="256166D7" w14:textId="6BB4390D" w:rsidR="008140FB" w:rsidRDefault="008140FB" w:rsidP="008140FB">
            <w:pPr>
              <w:pStyle w:val="Footer"/>
              <w:ind w:right="-709"/>
              <w:jc w:val="right"/>
              <w:rPr>
                <w:rFonts w:ascii="Arial" w:hAnsi="Arial" w:cs="Arial"/>
                <w:b/>
                <w:bCs/>
              </w:rPr>
            </w:pPr>
          </w:p>
          <w:p w14:paraId="7524207D" w14:textId="77777777" w:rsidR="009336D0" w:rsidRPr="00597EFA" w:rsidRDefault="009336D0" w:rsidP="009336D0">
            <w:pPr>
              <w:pStyle w:val="Footer"/>
              <w:ind w:right="-709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Version: 0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1</w:t>
            </w: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_Nov 2025</w:t>
            </w:r>
          </w:p>
          <w:p w14:paraId="28D5CCC2" w14:textId="36033B06" w:rsidR="000A7FE9" w:rsidRDefault="009336D0" w:rsidP="009336D0">
            <w:pPr>
              <w:pStyle w:val="Footer"/>
              <w:ind w:right="-709"/>
              <w:jc w:val="right"/>
              <w:rPr>
                <w:rFonts w:ascii="Arial" w:hAnsi="Arial"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0" layoutInCell="1" allowOverlap="1" wp14:anchorId="325BDE81" wp14:editId="34C3E15D">
                      <wp:simplePos x="0" y="0"/>
                      <wp:positionH relativeFrom="margin">
                        <wp:posOffset>-537845</wp:posOffset>
                      </wp:positionH>
                      <wp:positionV relativeFrom="paragraph">
                        <wp:posOffset>146262</wp:posOffset>
                      </wp:positionV>
                      <wp:extent cx="10694035" cy="274955"/>
                      <wp:effectExtent l="0" t="0" r="0" b="0"/>
                      <wp:wrapNone/>
                      <wp:docPr id="1358036089" name="Group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694035" cy="274955"/>
                                <a:chOff x="0" y="0"/>
                                <a:chExt cx="10694035" cy="27495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917030039" name="Picture 1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236585" cy="2749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55630104" name="Picture 555524349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6394"/>
                                <a:stretch/>
                              </pic:blipFill>
                              <pic:spPr bwMode="auto">
                                <a:xfrm>
                                  <a:off x="5467350" y="0"/>
                                  <a:ext cx="5226685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14493613" name="Picture 1546522054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7013" r="49155" b="-8"/>
                                <a:stretch/>
                              </pic:blipFill>
                              <pic:spPr bwMode="auto">
                                <a:xfrm>
                                  <a:off x="3721100" y="0"/>
                                  <a:ext cx="1136650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241391968" name="Picture 1072590880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7013" r="49155" b="-8"/>
                                <a:stretch/>
                              </pic:blipFill>
                              <pic:spPr bwMode="auto">
                                <a:xfrm>
                                  <a:off x="4781550" y="0"/>
                                  <a:ext cx="1136650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1366F68" id="Group 9" o:spid="_x0000_s1026" style="position:absolute;margin-left:-42.35pt;margin-top:11.5pt;width:842.05pt;height:21.65pt;z-index:-251659264;mso-position-horizontal-relative:margin" coordsize="106940,2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0" o:spid="_x0000_s1027" type="#_x0000_t75" style="position:absolute;width:82365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">
                        <v:imagedata r:id="rId2" o:title=""/>
                      </v:shape>
                      <v:shape id="Picture 555524349" o:spid="_x0000_s1028" type="#_x0000_t75" style="position:absolute;left:54673;width:522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">
                        <v:imagedata r:id="rId2" o:title="" cropleft="23851f"/>
                      </v:shape>
                      <v:shape id="Picture 1546522054" o:spid="_x0000_s1029" type="#_x0000_t75" style="position:absolute;left:37211;width:11366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">
                        <v:imagedata r:id="rId2" o:title="" cropbottom="-5f" cropleft="24257f" cropright="32214f"/>
                      </v:shape>
                      <v:shape id="Picture 1072590880" o:spid="_x0000_s1030" type="#_x0000_t75" style="position:absolute;left:47815;width:113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">
                        <v:imagedata r:id="rId2" o:title="" cropbottom="-5f" cropleft="24257f" cropright="32214f"/>
                      </v:shape>
                      <w10:wrap anchorx="margin"/>
                    </v:group>
                  </w:pict>
                </mc:Fallback>
              </mc:AlternateContent>
            </w: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Next Review: Q3 2025/26</w:t>
            </w:r>
          </w:p>
        </w:sdtContent>
      </w:sdt>
    </w:sdtContent>
  </w:sdt>
  <w:p w14:paraId="7C570B5D" w14:textId="642936CB" w:rsidR="009A474D" w:rsidRPr="000A7FE9" w:rsidRDefault="009A474D" w:rsidP="000A7FE9">
    <w:pPr>
      <w:pStyle w:val="Footer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3DD638" w14:textId="77777777" w:rsidR="00ED6605" w:rsidRDefault="00ED6605" w:rsidP="00213C69">
      <w:pPr>
        <w:spacing w:after="0" w:line="240" w:lineRule="auto"/>
      </w:pPr>
      <w:r>
        <w:separator/>
      </w:r>
    </w:p>
  </w:footnote>
  <w:footnote w:type="continuationSeparator" w:id="0">
    <w:p w14:paraId="6FF59D82" w14:textId="77777777" w:rsidR="00ED6605" w:rsidRDefault="00ED6605" w:rsidP="00213C69">
      <w:pPr>
        <w:spacing w:after="0" w:line="240" w:lineRule="auto"/>
      </w:pPr>
      <w:r>
        <w:continuationSeparator/>
      </w:r>
    </w:p>
  </w:footnote>
  <w:footnote w:type="continuationNotice" w:id="1">
    <w:p w14:paraId="26DF1968" w14:textId="77777777" w:rsidR="00ED6605" w:rsidRDefault="00ED6605">
      <w:pPr>
        <w:spacing w:after="0" w:line="240" w:lineRule="auto"/>
      </w:pPr>
    </w:p>
  </w:footnote>
  <w:footnote w:id="2">
    <w:p w14:paraId="2967CD80" w14:textId="0B991F54" w:rsidR="00B47701" w:rsidRPr="008B342C" w:rsidRDefault="00B47701">
      <w:pPr>
        <w:pStyle w:val="FootnoteText"/>
        <w:rPr>
          <w:rFonts w:ascii="Arial" w:hAnsi="Arial" w:cs="Arial"/>
          <w:sz w:val="18"/>
          <w:szCs w:val="18"/>
        </w:rPr>
      </w:pPr>
      <w:r w:rsidRPr="008B342C">
        <w:rPr>
          <w:rStyle w:val="FootnoteReference"/>
          <w:rFonts w:ascii="Arial" w:hAnsi="Arial" w:cs="Arial"/>
          <w:sz w:val="18"/>
          <w:szCs w:val="18"/>
        </w:rPr>
        <w:footnoteRef/>
      </w:r>
      <w:r w:rsidRPr="008B342C">
        <w:rPr>
          <w:rFonts w:ascii="Arial" w:hAnsi="Arial" w:cs="Arial"/>
          <w:sz w:val="18"/>
          <w:szCs w:val="18"/>
        </w:rPr>
        <w:t xml:space="preserve"> KM – online/classroom learning; PM – practical skills demonstration using tools/equipment and or case studies/assignments; WP – observation of simulation/workplace learning with mentor/supervision </w:t>
      </w:r>
    </w:p>
  </w:footnote>
  <w:footnote w:id="3">
    <w:p w14:paraId="7A385641" w14:textId="68CC6C30" w:rsidR="00B47701" w:rsidRDefault="00B47701">
      <w:pPr>
        <w:pStyle w:val="FootnoteText"/>
      </w:pPr>
      <w:r w:rsidRPr="008B342C">
        <w:rPr>
          <w:rStyle w:val="FootnoteReference"/>
          <w:rFonts w:ascii="Arial" w:hAnsi="Arial" w:cs="Arial"/>
          <w:sz w:val="18"/>
          <w:szCs w:val="18"/>
        </w:rPr>
        <w:footnoteRef/>
      </w:r>
      <w:r w:rsidRPr="008B342C">
        <w:rPr>
          <w:rFonts w:ascii="Arial" w:hAnsi="Arial" w:cs="Arial"/>
          <w:sz w:val="18"/>
          <w:szCs w:val="18"/>
        </w:rPr>
        <w:t xml:space="preserve"> KM – registers; PM: photographs, digital recordings, documents; WP – registers, observation/mentorship reports, documents recording work outputs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F5EBE" w14:textId="6B3AF3CB" w:rsidR="00F17F63" w:rsidRDefault="003B0B58" w:rsidP="003B0B58">
    <w:pPr>
      <w:pStyle w:val="Header"/>
      <w:jc w:val="center"/>
    </w:pPr>
    <w:r>
      <w:rPr>
        <w:rFonts w:ascii="Arial" w:hAnsi="Arial" w:cs="Arial"/>
        <w:sz w:val="16"/>
        <w:szCs w:val="16"/>
      </w:rPr>
      <w:t xml:space="preserve">Controlled Document </w:t>
    </w:r>
    <w:r w:rsidR="0048708B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065C5B5" wp14:editId="550397CD">
              <wp:simplePos x="0" y="0"/>
              <wp:positionH relativeFrom="page">
                <wp:align>right</wp:align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1498027342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326722748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0981739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616CB73" id="Group 7" o:spid="_x0000_s1026" style="position:absolute;margin-left:790.9pt;margin-top:-19.5pt;width:842.1pt;height:27.75pt;z-index:251659264;mso-position-horizontal:right;mso-position-horizontal-relative:page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">
                <v:imagedata r:id="rId2" o:title="A black and orange rectangle&#10;&#10;Description automatically generated" cropbottom="49826f"/>
              </v:shape>
              <w10:wrap type="square" anchorx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207EA" w14:textId="01F3FE99" w:rsidR="00175D18" w:rsidRDefault="001852D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087AE69D" wp14:editId="47481E6C">
              <wp:simplePos x="0" y="0"/>
              <wp:positionH relativeFrom="margin">
                <wp:posOffset>-538480</wp:posOffset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36054344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104941243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691735462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52A1B7D" id="Group 7" o:spid="_x0000_s1026" style="position:absolute;margin-left:-42.4pt;margin-top:-19.5pt;width:842.1pt;height:27.75pt;z-index:251656192;mso-position-horizontal-relative:margin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">
                <v:imagedata r:id="rId2" o:title="A black and orange rectangle&#10;&#10;Description automatically generated" cropbottom="49826f"/>
              </v:shape>
              <w10:wrap type="square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A65FE"/>
    <w:multiLevelType w:val="hybridMultilevel"/>
    <w:tmpl w:val="30664776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10F4B17"/>
    <w:multiLevelType w:val="multilevel"/>
    <w:tmpl w:val="32509838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E460BC"/>
    <w:multiLevelType w:val="hybridMultilevel"/>
    <w:tmpl w:val="9C24B582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>
      <w:start w:val="1"/>
      <w:numFmt w:val="lowerRoman"/>
      <w:lvlText w:val="%3."/>
      <w:lvlJc w:val="right"/>
      <w:pPr>
        <w:ind w:left="1800" w:hanging="180"/>
      </w:pPr>
    </w:lvl>
    <w:lvl w:ilvl="3" w:tplc="1C09000F">
      <w:start w:val="1"/>
      <w:numFmt w:val="decimal"/>
      <w:lvlText w:val="%4."/>
      <w:lvlJc w:val="left"/>
      <w:pPr>
        <w:ind w:left="2520" w:hanging="360"/>
      </w:pPr>
    </w:lvl>
    <w:lvl w:ilvl="4" w:tplc="1C090019">
      <w:start w:val="1"/>
      <w:numFmt w:val="lowerLetter"/>
      <w:lvlText w:val="%5."/>
      <w:lvlJc w:val="left"/>
      <w:pPr>
        <w:ind w:left="3240" w:hanging="360"/>
      </w:pPr>
    </w:lvl>
    <w:lvl w:ilvl="5" w:tplc="1C09001B">
      <w:start w:val="1"/>
      <w:numFmt w:val="lowerRoman"/>
      <w:lvlText w:val="%6."/>
      <w:lvlJc w:val="right"/>
      <w:pPr>
        <w:ind w:left="3960" w:hanging="180"/>
      </w:pPr>
    </w:lvl>
    <w:lvl w:ilvl="6" w:tplc="1C09000F">
      <w:start w:val="1"/>
      <w:numFmt w:val="decimal"/>
      <w:lvlText w:val="%7."/>
      <w:lvlJc w:val="left"/>
      <w:pPr>
        <w:ind w:left="4680" w:hanging="360"/>
      </w:pPr>
    </w:lvl>
    <w:lvl w:ilvl="7" w:tplc="1C090019">
      <w:start w:val="1"/>
      <w:numFmt w:val="lowerLetter"/>
      <w:lvlText w:val="%8."/>
      <w:lvlJc w:val="left"/>
      <w:pPr>
        <w:ind w:left="5400" w:hanging="360"/>
      </w:pPr>
    </w:lvl>
    <w:lvl w:ilvl="8" w:tplc="1C0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01687"/>
    <w:multiLevelType w:val="hybridMultilevel"/>
    <w:tmpl w:val="BDE0E8D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DD3382"/>
    <w:multiLevelType w:val="hybridMultilevel"/>
    <w:tmpl w:val="C5C6E3F6"/>
    <w:lvl w:ilvl="0" w:tplc="5E12408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A2648B8"/>
    <w:multiLevelType w:val="hybridMultilevel"/>
    <w:tmpl w:val="0CA2293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8C7339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BF07DF4"/>
    <w:multiLevelType w:val="hybridMultilevel"/>
    <w:tmpl w:val="7C0C7E96"/>
    <w:lvl w:ilvl="0" w:tplc="1C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 w15:restartNumberingAfterBreak="0">
    <w:nsid w:val="1C146171"/>
    <w:multiLevelType w:val="hybridMultilevel"/>
    <w:tmpl w:val="B8062F78"/>
    <w:lvl w:ilvl="0" w:tplc="6D2A6BD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1CFF1EDC"/>
    <w:multiLevelType w:val="hybridMultilevel"/>
    <w:tmpl w:val="4CEC7F8A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215875CA"/>
    <w:multiLevelType w:val="multilevel"/>
    <w:tmpl w:val="E08C187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8FA366E"/>
    <w:multiLevelType w:val="hybridMultilevel"/>
    <w:tmpl w:val="982C7EC0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2C3062DE"/>
    <w:multiLevelType w:val="multilevel"/>
    <w:tmpl w:val="2A5673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3" w15:restartNumberingAfterBreak="0">
    <w:nsid w:val="316B155F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18B5701"/>
    <w:multiLevelType w:val="hybridMultilevel"/>
    <w:tmpl w:val="FE943074"/>
    <w:lvl w:ilvl="0" w:tplc="5E1240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1AF30ED"/>
    <w:multiLevelType w:val="hybridMultilevel"/>
    <w:tmpl w:val="5A3AFC34"/>
    <w:lvl w:ilvl="0" w:tplc="1C090001">
      <w:start w:val="1"/>
      <w:numFmt w:val="bullet"/>
      <w:lvlText w:val=""/>
      <w:lvlJc w:val="left"/>
      <w:pPr>
        <w:ind w:left="123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95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67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9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1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3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55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27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91" w:hanging="360"/>
      </w:pPr>
      <w:rPr>
        <w:rFonts w:ascii="Wingdings" w:hAnsi="Wingdings" w:hint="default"/>
      </w:rPr>
    </w:lvl>
  </w:abstractNum>
  <w:abstractNum w:abstractNumId="16" w15:restartNumberingAfterBreak="0">
    <w:nsid w:val="379C2D24"/>
    <w:multiLevelType w:val="hybridMultilevel"/>
    <w:tmpl w:val="EC760E7E"/>
    <w:lvl w:ilvl="0" w:tplc="363CF4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52DC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DE29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1CCE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648A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4276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1049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A44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8CBA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3A8D64F2"/>
    <w:multiLevelType w:val="hybridMultilevel"/>
    <w:tmpl w:val="C99C141C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BDA5600"/>
    <w:multiLevelType w:val="hybridMultilevel"/>
    <w:tmpl w:val="04CE8B5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3CF83A8B"/>
    <w:multiLevelType w:val="hybridMultilevel"/>
    <w:tmpl w:val="39E42B8C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408E517F"/>
    <w:multiLevelType w:val="hybridMultilevel"/>
    <w:tmpl w:val="5F96525C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1" w15:restartNumberingAfterBreak="0">
    <w:nsid w:val="42C9665B"/>
    <w:multiLevelType w:val="hybridMultilevel"/>
    <w:tmpl w:val="14A682F6"/>
    <w:lvl w:ilvl="0" w:tplc="04F47DD0">
      <w:numFmt w:val="bullet"/>
      <w:lvlText w:val=""/>
      <w:lvlJc w:val="left"/>
      <w:pPr>
        <w:ind w:left="927" w:hanging="36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486222F7"/>
    <w:multiLevelType w:val="hybridMultilevel"/>
    <w:tmpl w:val="1BECA9C8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3" w15:restartNumberingAfterBreak="0">
    <w:nsid w:val="50B62913"/>
    <w:multiLevelType w:val="hybridMultilevel"/>
    <w:tmpl w:val="F60A912C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6B4256"/>
    <w:multiLevelType w:val="hybridMultilevel"/>
    <w:tmpl w:val="3D44D8AC"/>
    <w:lvl w:ilvl="0" w:tplc="04F47DD0">
      <w:numFmt w:val="bullet"/>
      <w:lvlText w:val=""/>
      <w:lvlJc w:val="left"/>
      <w:pPr>
        <w:ind w:left="1494" w:hanging="36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8B31B50"/>
    <w:multiLevelType w:val="hybridMultilevel"/>
    <w:tmpl w:val="7662E8C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6" w15:restartNumberingAfterBreak="0">
    <w:nsid w:val="5D9269B9"/>
    <w:multiLevelType w:val="hybridMultilevel"/>
    <w:tmpl w:val="4472437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5240A6"/>
    <w:multiLevelType w:val="hybridMultilevel"/>
    <w:tmpl w:val="B33EF9DC"/>
    <w:lvl w:ilvl="0" w:tplc="22C8DDEE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8" w15:restartNumberingAfterBreak="0">
    <w:nsid w:val="607F3718"/>
    <w:multiLevelType w:val="hybridMultilevel"/>
    <w:tmpl w:val="80D25814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9" w15:restartNumberingAfterBreak="0">
    <w:nsid w:val="61B94BA7"/>
    <w:multiLevelType w:val="hybridMultilevel"/>
    <w:tmpl w:val="18DC156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29E2320"/>
    <w:multiLevelType w:val="hybridMultilevel"/>
    <w:tmpl w:val="8676DED2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991548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75F7D94"/>
    <w:multiLevelType w:val="hybridMultilevel"/>
    <w:tmpl w:val="0BD2BC62"/>
    <w:lvl w:ilvl="0" w:tplc="86A04A4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A77308"/>
    <w:multiLevelType w:val="hybridMultilevel"/>
    <w:tmpl w:val="A378A670"/>
    <w:lvl w:ilvl="0" w:tplc="1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5E50C5"/>
    <w:multiLevelType w:val="hybridMultilevel"/>
    <w:tmpl w:val="9A368EDC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5" w15:restartNumberingAfterBreak="0">
    <w:nsid w:val="77A122E7"/>
    <w:multiLevelType w:val="hybridMultilevel"/>
    <w:tmpl w:val="C05296A8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6" w15:restartNumberingAfterBreak="0">
    <w:nsid w:val="7BDA3B25"/>
    <w:multiLevelType w:val="hybridMultilevel"/>
    <w:tmpl w:val="6996351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C1749A2"/>
    <w:multiLevelType w:val="hybridMultilevel"/>
    <w:tmpl w:val="3E82590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314645914">
    <w:abstractNumId w:val="4"/>
  </w:num>
  <w:num w:numId="2" w16cid:durableId="1978563538">
    <w:abstractNumId w:val="11"/>
  </w:num>
  <w:num w:numId="3" w16cid:durableId="349113405">
    <w:abstractNumId w:val="15"/>
  </w:num>
  <w:num w:numId="4" w16cid:durableId="589387648">
    <w:abstractNumId w:val="13"/>
  </w:num>
  <w:num w:numId="5" w16cid:durableId="637999579">
    <w:abstractNumId w:val="27"/>
  </w:num>
  <w:num w:numId="6" w16cid:durableId="21102706">
    <w:abstractNumId w:val="7"/>
  </w:num>
  <w:num w:numId="7" w16cid:durableId="1666739071">
    <w:abstractNumId w:val="8"/>
  </w:num>
  <w:num w:numId="8" w16cid:durableId="1224606331">
    <w:abstractNumId w:val="25"/>
  </w:num>
  <w:num w:numId="9" w16cid:durableId="1624506461">
    <w:abstractNumId w:val="34"/>
  </w:num>
  <w:num w:numId="10" w16cid:durableId="2087343079">
    <w:abstractNumId w:val="9"/>
  </w:num>
  <w:num w:numId="11" w16cid:durableId="126975948">
    <w:abstractNumId w:val="0"/>
  </w:num>
  <w:num w:numId="12" w16cid:durableId="364529137">
    <w:abstractNumId w:val="19"/>
  </w:num>
  <w:num w:numId="13" w16cid:durableId="152706067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0428523">
    <w:abstractNumId w:val="32"/>
  </w:num>
  <w:num w:numId="15" w16cid:durableId="700402222">
    <w:abstractNumId w:val="26"/>
  </w:num>
  <w:num w:numId="16" w16cid:durableId="1628655497">
    <w:abstractNumId w:val="29"/>
  </w:num>
  <w:num w:numId="17" w16cid:durableId="1246768852">
    <w:abstractNumId w:val="28"/>
  </w:num>
  <w:num w:numId="18" w16cid:durableId="819155188">
    <w:abstractNumId w:val="18"/>
  </w:num>
  <w:num w:numId="19" w16cid:durableId="2000503499">
    <w:abstractNumId w:val="22"/>
  </w:num>
  <w:num w:numId="20" w16cid:durableId="1030758985">
    <w:abstractNumId w:val="37"/>
  </w:num>
  <w:num w:numId="21" w16cid:durableId="1566525094">
    <w:abstractNumId w:val="20"/>
  </w:num>
  <w:num w:numId="22" w16cid:durableId="1089930071">
    <w:abstractNumId w:val="35"/>
  </w:num>
  <w:num w:numId="23" w16cid:durableId="1463962566">
    <w:abstractNumId w:val="17"/>
  </w:num>
  <w:num w:numId="24" w16cid:durableId="181475614">
    <w:abstractNumId w:val="2"/>
  </w:num>
  <w:num w:numId="25" w16cid:durableId="582303698">
    <w:abstractNumId w:val="12"/>
  </w:num>
  <w:num w:numId="26" w16cid:durableId="651063625">
    <w:abstractNumId w:val="6"/>
  </w:num>
  <w:num w:numId="27" w16cid:durableId="754859924">
    <w:abstractNumId w:val="23"/>
  </w:num>
  <w:num w:numId="28" w16cid:durableId="1060522280">
    <w:abstractNumId w:val="16"/>
  </w:num>
  <w:num w:numId="29" w16cid:durableId="2137136969">
    <w:abstractNumId w:val="33"/>
  </w:num>
  <w:num w:numId="30" w16cid:durableId="1689863889">
    <w:abstractNumId w:val="21"/>
  </w:num>
  <w:num w:numId="31" w16cid:durableId="1663923813">
    <w:abstractNumId w:val="24"/>
  </w:num>
  <w:num w:numId="32" w16cid:durableId="619336064">
    <w:abstractNumId w:val="30"/>
  </w:num>
  <w:num w:numId="33" w16cid:durableId="102699867">
    <w:abstractNumId w:val="14"/>
  </w:num>
  <w:num w:numId="34" w16cid:durableId="1506552575">
    <w:abstractNumId w:val="10"/>
  </w:num>
  <w:num w:numId="35" w16cid:durableId="626199964">
    <w:abstractNumId w:val="31"/>
  </w:num>
  <w:num w:numId="36" w16cid:durableId="889267459">
    <w:abstractNumId w:val="5"/>
  </w:num>
  <w:num w:numId="37" w16cid:durableId="996109622">
    <w:abstractNumId w:val="36"/>
  </w:num>
  <w:num w:numId="38" w16cid:durableId="1655521877">
    <w:abstractNumId w:val="3"/>
  </w:num>
  <w:num w:numId="39" w16cid:durableId="43139573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E49"/>
    <w:rsid w:val="000000C4"/>
    <w:rsid w:val="0000058B"/>
    <w:rsid w:val="000019DC"/>
    <w:rsid w:val="00001C4B"/>
    <w:rsid w:val="000024C5"/>
    <w:rsid w:val="0000281F"/>
    <w:rsid w:val="0000298E"/>
    <w:rsid w:val="00003976"/>
    <w:rsid w:val="0000414A"/>
    <w:rsid w:val="00004361"/>
    <w:rsid w:val="000046E8"/>
    <w:rsid w:val="00004952"/>
    <w:rsid w:val="00004F98"/>
    <w:rsid w:val="000051C8"/>
    <w:rsid w:val="00005A2B"/>
    <w:rsid w:val="00006056"/>
    <w:rsid w:val="000060DC"/>
    <w:rsid w:val="00006111"/>
    <w:rsid w:val="00006AD0"/>
    <w:rsid w:val="00006B3A"/>
    <w:rsid w:val="00006DC7"/>
    <w:rsid w:val="00006E4C"/>
    <w:rsid w:val="00006EBA"/>
    <w:rsid w:val="0000754B"/>
    <w:rsid w:val="00007935"/>
    <w:rsid w:val="000100F3"/>
    <w:rsid w:val="000107F7"/>
    <w:rsid w:val="00010B77"/>
    <w:rsid w:val="00010BF3"/>
    <w:rsid w:val="00010D9E"/>
    <w:rsid w:val="00010E16"/>
    <w:rsid w:val="00010E5C"/>
    <w:rsid w:val="00011761"/>
    <w:rsid w:val="00011EA7"/>
    <w:rsid w:val="00011EDD"/>
    <w:rsid w:val="00011F77"/>
    <w:rsid w:val="00012134"/>
    <w:rsid w:val="00012247"/>
    <w:rsid w:val="00012683"/>
    <w:rsid w:val="00013582"/>
    <w:rsid w:val="000136DF"/>
    <w:rsid w:val="00013834"/>
    <w:rsid w:val="0001385E"/>
    <w:rsid w:val="0001392F"/>
    <w:rsid w:val="00013956"/>
    <w:rsid w:val="00014123"/>
    <w:rsid w:val="000142E8"/>
    <w:rsid w:val="000146A4"/>
    <w:rsid w:val="00014789"/>
    <w:rsid w:val="000147C4"/>
    <w:rsid w:val="00014810"/>
    <w:rsid w:val="000148AF"/>
    <w:rsid w:val="0001492A"/>
    <w:rsid w:val="00014CAF"/>
    <w:rsid w:val="0001505C"/>
    <w:rsid w:val="000156DF"/>
    <w:rsid w:val="0001592C"/>
    <w:rsid w:val="00015BD5"/>
    <w:rsid w:val="00016339"/>
    <w:rsid w:val="000167E9"/>
    <w:rsid w:val="00016A52"/>
    <w:rsid w:val="000200F7"/>
    <w:rsid w:val="00021044"/>
    <w:rsid w:val="00021094"/>
    <w:rsid w:val="000214E2"/>
    <w:rsid w:val="000214F1"/>
    <w:rsid w:val="00021560"/>
    <w:rsid w:val="00021E05"/>
    <w:rsid w:val="00022261"/>
    <w:rsid w:val="000228BD"/>
    <w:rsid w:val="00022EB4"/>
    <w:rsid w:val="00022F10"/>
    <w:rsid w:val="0002300F"/>
    <w:rsid w:val="000230FE"/>
    <w:rsid w:val="00023942"/>
    <w:rsid w:val="0002403D"/>
    <w:rsid w:val="00024AD2"/>
    <w:rsid w:val="00024E42"/>
    <w:rsid w:val="00024E75"/>
    <w:rsid w:val="000251BE"/>
    <w:rsid w:val="00025206"/>
    <w:rsid w:val="000255D3"/>
    <w:rsid w:val="00025864"/>
    <w:rsid w:val="00025C07"/>
    <w:rsid w:val="0002697B"/>
    <w:rsid w:val="00026F4C"/>
    <w:rsid w:val="000277CB"/>
    <w:rsid w:val="0003002A"/>
    <w:rsid w:val="00030132"/>
    <w:rsid w:val="00030AE8"/>
    <w:rsid w:val="000312ED"/>
    <w:rsid w:val="000313F6"/>
    <w:rsid w:val="000316A2"/>
    <w:rsid w:val="000317F5"/>
    <w:rsid w:val="000329D8"/>
    <w:rsid w:val="00032A70"/>
    <w:rsid w:val="00032EC1"/>
    <w:rsid w:val="0003300D"/>
    <w:rsid w:val="000330CF"/>
    <w:rsid w:val="000332F9"/>
    <w:rsid w:val="00033356"/>
    <w:rsid w:val="0003347A"/>
    <w:rsid w:val="00033537"/>
    <w:rsid w:val="0003378F"/>
    <w:rsid w:val="00033AF8"/>
    <w:rsid w:val="00033CF1"/>
    <w:rsid w:val="0003424B"/>
    <w:rsid w:val="0003426C"/>
    <w:rsid w:val="00034619"/>
    <w:rsid w:val="00034749"/>
    <w:rsid w:val="00034D2D"/>
    <w:rsid w:val="00034FA0"/>
    <w:rsid w:val="000354AC"/>
    <w:rsid w:val="00036B59"/>
    <w:rsid w:val="00036FE3"/>
    <w:rsid w:val="00037287"/>
    <w:rsid w:val="00037768"/>
    <w:rsid w:val="0003781C"/>
    <w:rsid w:val="00037A32"/>
    <w:rsid w:val="00037D7F"/>
    <w:rsid w:val="00037E4D"/>
    <w:rsid w:val="000402FD"/>
    <w:rsid w:val="00040BC0"/>
    <w:rsid w:val="0004103C"/>
    <w:rsid w:val="0004188E"/>
    <w:rsid w:val="0004194C"/>
    <w:rsid w:val="000419EF"/>
    <w:rsid w:val="000420C9"/>
    <w:rsid w:val="000420ED"/>
    <w:rsid w:val="00042AB4"/>
    <w:rsid w:val="00043562"/>
    <w:rsid w:val="00043A0A"/>
    <w:rsid w:val="00043CA8"/>
    <w:rsid w:val="00043EF9"/>
    <w:rsid w:val="000446CE"/>
    <w:rsid w:val="000447D4"/>
    <w:rsid w:val="000449E2"/>
    <w:rsid w:val="00045035"/>
    <w:rsid w:val="00045096"/>
    <w:rsid w:val="00045B34"/>
    <w:rsid w:val="00046453"/>
    <w:rsid w:val="0004690D"/>
    <w:rsid w:val="00046EC5"/>
    <w:rsid w:val="00046F50"/>
    <w:rsid w:val="000475C9"/>
    <w:rsid w:val="0004789F"/>
    <w:rsid w:val="00047CF4"/>
    <w:rsid w:val="000501CE"/>
    <w:rsid w:val="00050318"/>
    <w:rsid w:val="00050D64"/>
    <w:rsid w:val="00050F72"/>
    <w:rsid w:val="000513AC"/>
    <w:rsid w:val="000521E1"/>
    <w:rsid w:val="000527CA"/>
    <w:rsid w:val="000535F0"/>
    <w:rsid w:val="00053B41"/>
    <w:rsid w:val="00053E37"/>
    <w:rsid w:val="00053FF3"/>
    <w:rsid w:val="000540B6"/>
    <w:rsid w:val="000543A6"/>
    <w:rsid w:val="000545B0"/>
    <w:rsid w:val="00054A5E"/>
    <w:rsid w:val="00054AB2"/>
    <w:rsid w:val="00055400"/>
    <w:rsid w:val="00055735"/>
    <w:rsid w:val="0005582F"/>
    <w:rsid w:val="00055DAE"/>
    <w:rsid w:val="00056639"/>
    <w:rsid w:val="00056865"/>
    <w:rsid w:val="000568F9"/>
    <w:rsid w:val="00056F14"/>
    <w:rsid w:val="0005740C"/>
    <w:rsid w:val="000574C3"/>
    <w:rsid w:val="00060870"/>
    <w:rsid w:val="00060972"/>
    <w:rsid w:val="00060BA6"/>
    <w:rsid w:val="00060BDF"/>
    <w:rsid w:val="00060DE6"/>
    <w:rsid w:val="00061217"/>
    <w:rsid w:val="00061689"/>
    <w:rsid w:val="000619D6"/>
    <w:rsid w:val="00061B1D"/>
    <w:rsid w:val="00061CF8"/>
    <w:rsid w:val="00061D1E"/>
    <w:rsid w:val="0006296B"/>
    <w:rsid w:val="00062980"/>
    <w:rsid w:val="00062A2F"/>
    <w:rsid w:val="000633C3"/>
    <w:rsid w:val="00063B27"/>
    <w:rsid w:val="00063DB9"/>
    <w:rsid w:val="00063DE4"/>
    <w:rsid w:val="000648EB"/>
    <w:rsid w:val="00064ADF"/>
    <w:rsid w:val="00064DA3"/>
    <w:rsid w:val="000650B1"/>
    <w:rsid w:val="00065105"/>
    <w:rsid w:val="000655AF"/>
    <w:rsid w:val="000655C7"/>
    <w:rsid w:val="00065FF4"/>
    <w:rsid w:val="000662A8"/>
    <w:rsid w:val="00066751"/>
    <w:rsid w:val="00066A34"/>
    <w:rsid w:val="00066B33"/>
    <w:rsid w:val="00066C33"/>
    <w:rsid w:val="00066C3D"/>
    <w:rsid w:val="00066C53"/>
    <w:rsid w:val="00066D78"/>
    <w:rsid w:val="00067124"/>
    <w:rsid w:val="00067246"/>
    <w:rsid w:val="00067291"/>
    <w:rsid w:val="00067526"/>
    <w:rsid w:val="00067D7C"/>
    <w:rsid w:val="00070122"/>
    <w:rsid w:val="00070D23"/>
    <w:rsid w:val="00070D3B"/>
    <w:rsid w:val="00070EFB"/>
    <w:rsid w:val="00071422"/>
    <w:rsid w:val="00071D0C"/>
    <w:rsid w:val="00072195"/>
    <w:rsid w:val="0007243B"/>
    <w:rsid w:val="0007288D"/>
    <w:rsid w:val="00072B17"/>
    <w:rsid w:val="00072FCF"/>
    <w:rsid w:val="000733E2"/>
    <w:rsid w:val="0007373E"/>
    <w:rsid w:val="00073C26"/>
    <w:rsid w:val="00074098"/>
    <w:rsid w:val="000746AF"/>
    <w:rsid w:val="00074739"/>
    <w:rsid w:val="00074CBF"/>
    <w:rsid w:val="00074F31"/>
    <w:rsid w:val="000751FE"/>
    <w:rsid w:val="00075584"/>
    <w:rsid w:val="000759FA"/>
    <w:rsid w:val="00075DCC"/>
    <w:rsid w:val="00076A83"/>
    <w:rsid w:val="00076A9D"/>
    <w:rsid w:val="00076B33"/>
    <w:rsid w:val="00076B3E"/>
    <w:rsid w:val="0007704D"/>
    <w:rsid w:val="0007744A"/>
    <w:rsid w:val="00077684"/>
    <w:rsid w:val="00080621"/>
    <w:rsid w:val="00080695"/>
    <w:rsid w:val="00080735"/>
    <w:rsid w:val="0008135A"/>
    <w:rsid w:val="00082250"/>
    <w:rsid w:val="00082346"/>
    <w:rsid w:val="00082547"/>
    <w:rsid w:val="0008273C"/>
    <w:rsid w:val="0008309C"/>
    <w:rsid w:val="00083705"/>
    <w:rsid w:val="00083870"/>
    <w:rsid w:val="00083A48"/>
    <w:rsid w:val="00083F0F"/>
    <w:rsid w:val="00083F12"/>
    <w:rsid w:val="0008474B"/>
    <w:rsid w:val="00084AF8"/>
    <w:rsid w:val="00084DE3"/>
    <w:rsid w:val="000851B8"/>
    <w:rsid w:val="00085CD8"/>
    <w:rsid w:val="00086228"/>
    <w:rsid w:val="0008674D"/>
    <w:rsid w:val="00086A10"/>
    <w:rsid w:val="00086CFD"/>
    <w:rsid w:val="00087524"/>
    <w:rsid w:val="00087D07"/>
    <w:rsid w:val="00087FC2"/>
    <w:rsid w:val="00090150"/>
    <w:rsid w:val="000904B3"/>
    <w:rsid w:val="00090509"/>
    <w:rsid w:val="00090AB4"/>
    <w:rsid w:val="00091444"/>
    <w:rsid w:val="00091541"/>
    <w:rsid w:val="0009232E"/>
    <w:rsid w:val="000926A6"/>
    <w:rsid w:val="0009270D"/>
    <w:rsid w:val="00092C46"/>
    <w:rsid w:val="000931FF"/>
    <w:rsid w:val="00093388"/>
    <w:rsid w:val="0009357B"/>
    <w:rsid w:val="00093649"/>
    <w:rsid w:val="0009394A"/>
    <w:rsid w:val="00093B9E"/>
    <w:rsid w:val="00093DA0"/>
    <w:rsid w:val="000944FE"/>
    <w:rsid w:val="0009493D"/>
    <w:rsid w:val="00094A07"/>
    <w:rsid w:val="00094C99"/>
    <w:rsid w:val="00095777"/>
    <w:rsid w:val="00095A56"/>
    <w:rsid w:val="00095A81"/>
    <w:rsid w:val="0009655B"/>
    <w:rsid w:val="0009672A"/>
    <w:rsid w:val="00096F49"/>
    <w:rsid w:val="00096FA7"/>
    <w:rsid w:val="000974AF"/>
    <w:rsid w:val="00097B36"/>
    <w:rsid w:val="000A0395"/>
    <w:rsid w:val="000A0457"/>
    <w:rsid w:val="000A0687"/>
    <w:rsid w:val="000A0B6F"/>
    <w:rsid w:val="000A0C88"/>
    <w:rsid w:val="000A0EB0"/>
    <w:rsid w:val="000A1322"/>
    <w:rsid w:val="000A1401"/>
    <w:rsid w:val="000A1530"/>
    <w:rsid w:val="000A1780"/>
    <w:rsid w:val="000A1A4E"/>
    <w:rsid w:val="000A2246"/>
    <w:rsid w:val="000A284D"/>
    <w:rsid w:val="000A294C"/>
    <w:rsid w:val="000A2E22"/>
    <w:rsid w:val="000A2EA9"/>
    <w:rsid w:val="000A3104"/>
    <w:rsid w:val="000A3B29"/>
    <w:rsid w:val="000A4101"/>
    <w:rsid w:val="000A414A"/>
    <w:rsid w:val="000A45F5"/>
    <w:rsid w:val="000A47F1"/>
    <w:rsid w:val="000A4D47"/>
    <w:rsid w:val="000A549A"/>
    <w:rsid w:val="000A6063"/>
    <w:rsid w:val="000A64A8"/>
    <w:rsid w:val="000A655F"/>
    <w:rsid w:val="000A67E4"/>
    <w:rsid w:val="000A6B44"/>
    <w:rsid w:val="000A7071"/>
    <w:rsid w:val="000A7205"/>
    <w:rsid w:val="000A7332"/>
    <w:rsid w:val="000A7D0A"/>
    <w:rsid w:val="000A7E5F"/>
    <w:rsid w:val="000A7FE9"/>
    <w:rsid w:val="000B0302"/>
    <w:rsid w:val="000B0683"/>
    <w:rsid w:val="000B0B2F"/>
    <w:rsid w:val="000B0B9D"/>
    <w:rsid w:val="000B1023"/>
    <w:rsid w:val="000B1130"/>
    <w:rsid w:val="000B1EA0"/>
    <w:rsid w:val="000B1F07"/>
    <w:rsid w:val="000B1FC3"/>
    <w:rsid w:val="000B20AB"/>
    <w:rsid w:val="000B254B"/>
    <w:rsid w:val="000B3154"/>
    <w:rsid w:val="000B3A23"/>
    <w:rsid w:val="000B412A"/>
    <w:rsid w:val="000B41E8"/>
    <w:rsid w:val="000B451E"/>
    <w:rsid w:val="000B45FF"/>
    <w:rsid w:val="000B4BB4"/>
    <w:rsid w:val="000B52B1"/>
    <w:rsid w:val="000B546B"/>
    <w:rsid w:val="000B5717"/>
    <w:rsid w:val="000B5946"/>
    <w:rsid w:val="000B6C62"/>
    <w:rsid w:val="000B7473"/>
    <w:rsid w:val="000B7AE1"/>
    <w:rsid w:val="000B7E5A"/>
    <w:rsid w:val="000C0075"/>
    <w:rsid w:val="000C02C9"/>
    <w:rsid w:val="000C0B9F"/>
    <w:rsid w:val="000C0D83"/>
    <w:rsid w:val="000C13A5"/>
    <w:rsid w:val="000C183D"/>
    <w:rsid w:val="000C1970"/>
    <w:rsid w:val="000C19E0"/>
    <w:rsid w:val="000C22DD"/>
    <w:rsid w:val="000C2561"/>
    <w:rsid w:val="000C2789"/>
    <w:rsid w:val="000C28E5"/>
    <w:rsid w:val="000C2F90"/>
    <w:rsid w:val="000C2FA0"/>
    <w:rsid w:val="000C381F"/>
    <w:rsid w:val="000C40A3"/>
    <w:rsid w:val="000C4910"/>
    <w:rsid w:val="000C4A18"/>
    <w:rsid w:val="000C4C17"/>
    <w:rsid w:val="000C4CD5"/>
    <w:rsid w:val="000C5233"/>
    <w:rsid w:val="000C54BE"/>
    <w:rsid w:val="000C5B6E"/>
    <w:rsid w:val="000C5F1C"/>
    <w:rsid w:val="000C6316"/>
    <w:rsid w:val="000C63DA"/>
    <w:rsid w:val="000C645F"/>
    <w:rsid w:val="000C6869"/>
    <w:rsid w:val="000C7193"/>
    <w:rsid w:val="000C7BD7"/>
    <w:rsid w:val="000D0132"/>
    <w:rsid w:val="000D0744"/>
    <w:rsid w:val="000D0CA4"/>
    <w:rsid w:val="000D0CE3"/>
    <w:rsid w:val="000D105A"/>
    <w:rsid w:val="000D1E28"/>
    <w:rsid w:val="000D2902"/>
    <w:rsid w:val="000D2C28"/>
    <w:rsid w:val="000D2C41"/>
    <w:rsid w:val="000D2E74"/>
    <w:rsid w:val="000D302D"/>
    <w:rsid w:val="000D313D"/>
    <w:rsid w:val="000D3A02"/>
    <w:rsid w:val="000D3DBB"/>
    <w:rsid w:val="000D414A"/>
    <w:rsid w:val="000D46A9"/>
    <w:rsid w:val="000D4835"/>
    <w:rsid w:val="000D4C6A"/>
    <w:rsid w:val="000D4F16"/>
    <w:rsid w:val="000D4F37"/>
    <w:rsid w:val="000D511E"/>
    <w:rsid w:val="000D516A"/>
    <w:rsid w:val="000D55F3"/>
    <w:rsid w:val="000D572D"/>
    <w:rsid w:val="000D61B4"/>
    <w:rsid w:val="000D632C"/>
    <w:rsid w:val="000D689E"/>
    <w:rsid w:val="000D68AB"/>
    <w:rsid w:val="000D6AD2"/>
    <w:rsid w:val="000D6AF4"/>
    <w:rsid w:val="000D6D4A"/>
    <w:rsid w:val="000D6DEF"/>
    <w:rsid w:val="000D7011"/>
    <w:rsid w:val="000D7134"/>
    <w:rsid w:val="000D79BD"/>
    <w:rsid w:val="000D7AF5"/>
    <w:rsid w:val="000D7D46"/>
    <w:rsid w:val="000D7FD5"/>
    <w:rsid w:val="000E121C"/>
    <w:rsid w:val="000E210A"/>
    <w:rsid w:val="000E27F1"/>
    <w:rsid w:val="000E2AD2"/>
    <w:rsid w:val="000E2AD4"/>
    <w:rsid w:val="000E3008"/>
    <w:rsid w:val="000E332B"/>
    <w:rsid w:val="000E368C"/>
    <w:rsid w:val="000E3948"/>
    <w:rsid w:val="000E3AEE"/>
    <w:rsid w:val="000E41FF"/>
    <w:rsid w:val="000E45BC"/>
    <w:rsid w:val="000E4A01"/>
    <w:rsid w:val="000E4CC8"/>
    <w:rsid w:val="000E4DAB"/>
    <w:rsid w:val="000E568A"/>
    <w:rsid w:val="000E5B42"/>
    <w:rsid w:val="000E5FF1"/>
    <w:rsid w:val="000E62D2"/>
    <w:rsid w:val="000E6486"/>
    <w:rsid w:val="000E68DC"/>
    <w:rsid w:val="000E6BCA"/>
    <w:rsid w:val="000E78C6"/>
    <w:rsid w:val="000E78CD"/>
    <w:rsid w:val="000E79AC"/>
    <w:rsid w:val="000E7A79"/>
    <w:rsid w:val="000E7E1B"/>
    <w:rsid w:val="000F0135"/>
    <w:rsid w:val="000F0531"/>
    <w:rsid w:val="000F0577"/>
    <w:rsid w:val="000F070D"/>
    <w:rsid w:val="000F12D8"/>
    <w:rsid w:val="000F1D9B"/>
    <w:rsid w:val="000F1F4F"/>
    <w:rsid w:val="000F1F6E"/>
    <w:rsid w:val="000F2128"/>
    <w:rsid w:val="000F23DD"/>
    <w:rsid w:val="000F2E5D"/>
    <w:rsid w:val="000F3817"/>
    <w:rsid w:val="000F39C3"/>
    <w:rsid w:val="000F3E96"/>
    <w:rsid w:val="000F3F01"/>
    <w:rsid w:val="000F4043"/>
    <w:rsid w:val="000F45DA"/>
    <w:rsid w:val="000F48D9"/>
    <w:rsid w:val="000F4A2F"/>
    <w:rsid w:val="000F4FC4"/>
    <w:rsid w:val="000F52B9"/>
    <w:rsid w:val="000F5431"/>
    <w:rsid w:val="000F5466"/>
    <w:rsid w:val="000F5981"/>
    <w:rsid w:val="000F5A63"/>
    <w:rsid w:val="000F62BD"/>
    <w:rsid w:val="000F67DA"/>
    <w:rsid w:val="000F7814"/>
    <w:rsid w:val="000F7862"/>
    <w:rsid w:val="000F795A"/>
    <w:rsid w:val="000F7970"/>
    <w:rsid w:val="000F7DDC"/>
    <w:rsid w:val="0010069A"/>
    <w:rsid w:val="00100736"/>
    <w:rsid w:val="00101298"/>
    <w:rsid w:val="001013CB"/>
    <w:rsid w:val="00101ABA"/>
    <w:rsid w:val="0010248C"/>
    <w:rsid w:val="0010251C"/>
    <w:rsid w:val="001026EA"/>
    <w:rsid w:val="001029E9"/>
    <w:rsid w:val="00102EF9"/>
    <w:rsid w:val="00103175"/>
    <w:rsid w:val="00103A1A"/>
    <w:rsid w:val="00103CB0"/>
    <w:rsid w:val="00104117"/>
    <w:rsid w:val="00104979"/>
    <w:rsid w:val="00104C40"/>
    <w:rsid w:val="00104CE3"/>
    <w:rsid w:val="00104EF4"/>
    <w:rsid w:val="00104FF8"/>
    <w:rsid w:val="001050CA"/>
    <w:rsid w:val="0010561D"/>
    <w:rsid w:val="0010567F"/>
    <w:rsid w:val="00105CAD"/>
    <w:rsid w:val="00106345"/>
    <w:rsid w:val="001066B7"/>
    <w:rsid w:val="00106C06"/>
    <w:rsid w:val="00107153"/>
    <w:rsid w:val="00107B0F"/>
    <w:rsid w:val="00107E8D"/>
    <w:rsid w:val="001108C7"/>
    <w:rsid w:val="00110A88"/>
    <w:rsid w:val="00110D44"/>
    <w:rsid w:val="001110F8"/>
    <w:rsid w:val="001111D9"/>
    <w:rsid w:val="001111F0"/>
    <w:rsid w:val="001118CE"/>
    <w:rsid w:val="00111CBC"/>
    <w:rsid w:val="00111ED0"/>
    <w:rsid w:val="001125D4"/>
    <w:rsid w:val="0011277D"/>
    <w:rsid w:val="00112ABC"/>
    <w:rsid w:val="00112DA6"/>
    <w:rsid w:val="00112E52"/>
    <w:rsid w:val="00113094"/>
    <w:rsid w:val="00113383"/>
    <w:rsid w:val="001137D4"/>
    <w:rsid w:val="00113828"/>
    <w:rsid w:val="00113CFB"/>
    <w:rsid w:val="00113F07"/>
    <w:rsid w:val="0011451C"/>
    <w:rsid w:val="0011473A"/>
    <w:rsid w:val="00114996"/>
    <w:rsid w:val="00114BAD"/>
    <w:rsid w:val="001151B8"/>
    <w:rsid w:val="0011527E"/>
    <w:rsid w:val="001156F2"/>
    <w:rsid w:val="0011578D"/>
    <w:rsid w:val="0011589A"/>
    <w:rsid w:val="00115FF6"/>
    <w:rsid w:val="001164FA"/>
    <w:rsid w:val="00116702"/>
    <w:rsid w:val="0011709F"/>
    <w:rsid w:val="00117298"/>
    <w:rsid w:val="001173F9"/>
    <w:rsid w:val="0011779E"/>
    <w:rsid w:val="001178CF"/>
    <w:rsid w:val="001178FD"/>
    <w:rsid w:val="00117E0B"/>
    <w:rsid w:val="00117F99"/>
    <w:rsid w:val="00120324"/>
    <w:rsid w:val="00120A3E"/>
    <w:rsid w:val="0012126C"/>
    <w:rsid w:val="001213EC"/>
    <w:rsid w:val="001219ED"/>
    <w:rsid w:val="00121B90"/>
    <w:rsid w:val="00122496"/>
    <w:rsid w:val="0012276F"/>
    <w:rsid w:val="0012324A"/>
    <w:rsid w:val="001235C1"/>
    <w:rsid w:val="00123A10"/>
    <w:rsid w:val="00123D88"/>
    <w:rsid w:val="001240DF"/>
    <w:rsid w:val="001241EB"/>
    <w:rsid w:val="001242D9"/>
    <w:rsid w:val="001254D7"/>
    <w:rsid w:val="00125690"/>
    <w:rsid w:val="0012593B"/>
    <w:rsid w:val="0012596F"/>
    <w:rsid w:val="001259B4"/>
    <w:rsid w:val="00125A58"/>
    <w:rsid w:val="00125FA0"/>
    <w:rsid w:val="001260C7"/>
    <w:rsid w:val="00126184"/>
    <w:rsid w:val="0012699E"/>
    <w:rsid w:val="00127BDE"/>
    <w:rsid w:val="00127BE0"/>
    <w:rsid w:val="00130237"/>
    <w:rsid w:val="00130684"/>
    <w:rsid w:val="001312E7"/>
    <w:rsid w:val="00131351"/>
    <w:rsid w:val="001314DC"/>
    <w:rsid w:val="0013163A"/>
    <w:rsid w:val="00131836"/>
    <w:rsid w:val="00132986"/>
    <w:rsid w:val="001329FA"/>
    <w:rsid w:val="00132F1A"/>
    <w:rsid w:val="00133645"/>
    <w:rsid w:val="00133AF2"/>
    <w:rsid w:val="00133F0B"/>
    <w:rsid w:val="0013402B"/>
    <w:rsid w:val="00134254"/>
    <w:rsid w:val="0013447A"/>
    <w:rsid w:val="001347A1"/>
    <w:rsid w:val="00134C35"/>
    <w:rsid w:val="00134EE3"/>
    <w:rsid w:val="001356F4"/>
    <w:rsid w:val="00135883"/>
    <w:rsid w:val="00135920"/>
    <w:rsid w:val="001361C9"/>
    <w:rsid w:val="001365F9"/>
    <w:rsid w:val="00136A3D"/>
    <w:rsid w:val="00137135"/>
    <w:rsid w:val="00140897"/>
    <w:rsid w:val="00140E4C"/>
    <w:rsid w:val="0014116A"/>
    <w:rsid w:val="00141512"/>
    <w:rsid w:val="00141997"/>
    <w:rsid w:val="00142369"/>
    <w:rsid w:val="00142CC3"/>
    <w:rsid w:val="00142D06"/>
    <w:rsid w:val="00143141"/>
    <w:rsid w:val="0014326F"/>
    <w:rsid w:val="001435B9"/>
    <w:rsid w:val="00143A60"/>
    <w:rsid w:val="00143D6A"/>
    <w:rsid w:val="00144680"/>
    <w:rsid w:val="00144CB1"/>
    <w:rsid w:val="00144D2C"/>
    <w:rsid w:val="00145066"/>
    <w:rsid w:val="001455C5"/>
    <w:rsid w:val="00145BCF"/>
    <w:rsid w:val="00146BC3"/>
    <w:rsid w:val="00147E0E"/>
    <w:rsid w:val="0015011A"/>
    <w:rsid w:val="00150172"/>
    <w:rsid w:val="00150CDE"/>
    <w:rsid w:val="001514ED"/>
    <w:rsid w:val="001528EF"/>
    <w:rsid w:val="001535D8"/>
    <w:rsid w:val="001537C2"/>
    <w:rsid w:val="00154AD4"/>
    <w:rsid w:val="00154B61"/>
    <w:rsid w:val="00154C41"/>
    <w:rsid w:val="00154E41"/>
    <w:rsid w:val="001551D9"/>
    <w:rsid w:val="00155C1A"/>
    <w:rsid w:val="00155E37"/>
    <w:rsid w:val="0015614C"/>
    <w:rsid w:val="0015621B"/>
    <w:rsid w:val="00156575"/>
    <w:rsid w:val="00156BB6"/>
    <w:rsid w:val="001573BC"/>
    <w:rsid w:val="001575CB"/>
    <w:rsid w:val="00157BF9"/>
    <w:rsid w:val="00157C71"/>
    <w:rsid w:val="00157F12"/>
    <w:rsid w:val="0016022B"/>
    <w:rsid w:val="00160934"/>
    <w:rsid w:val="001617FE"/>
    <w:rsid w:val="0016246C"/>
    <w:rsid w:val="00162902"/>
    <w:rsid w:val="0016290C"/>
    <w:rsid w:val="00162B43"/>
    <w:rsid w:val="00162B4F"/>
    <w:rsid w:val="00162FA5"/>
    <w:rsid w:val="001632DB"/>
    <w:rsid w:val="00163333"/>
    <w:rsid w:val="00163420"/>
    <w:rsid w:val="0016358A"/>
    <w:rsid w:val="00163E33"/>
    <w:rsid w:val="00163EA1"/>
    <w:rsid w:val="001641DF"/>
    <w:rsid w:val="0016492C"/>
    <w:rsid w:val="00164964"/>
    <w:rsid w:val="00164990"/>
    <w:rsid w:val="0016538C"/>
    <w:rsid w:val="00165A7E"/>
    <w:rsid w:val="00166028"/>
    <w:rsid w:val="001661E0"/>
    <w:rsid w:val="001666B0"/>
    <w:rsid w:val="00166C95"/>
    <w:rsid w:val="00166E1D"/>
    <w:rsid w:val="001670FA"/>
    <w:rsid w:val="00167331"/>
    <w:rsid w:val="001677B0"/>
    <w:rsid w:val="00167C41"/>
    <w:rsid w:val="00167FBB"/>
    <w:rsid w:val="001706F2"/>
    <w:rsid w:val="00170890"/>
    <w:rsid w:val="00170AA7"/>
    <w:rsid w:val="00170BA7"/>
    <w:rsid w:val="00170C63"/>
    <w:rsid w:val="00170C89"/>
    <w:rsid w:val="001714AF"/>
    <w:rsid w:val="001715F2"/>
    <w:rsid w:val="00171784"/>
    <w:rsid w:val="00171CC5"/>
    <w:rsid w:val="00172060"/>
    <w:rsid w:val="0017215B"/>
    <w:rsid w:val="00172193"/>
    <w:rsid w:val="001721EE"/>
    <w:rsid w:val="00172703"/>
    <w:rsid w:val="00172ADD"/>
    <w:rsid w:val="00172EBA"/>
    <w:rsid w:val="00172F05"/>
    <w:rsid w:val="00173313"/>
    <w:rsid w:val="00173A6E"/>
    <w:rsid w:val="00174416"/>
    <w:rsid w:val="00174484"/>
    <w:rsid w:val="001748C2"/>
    <w:rsid w:val="00174996"/>
    <w:rsid w:val="00174CF6"/>
    <w:rsid w:val="001759EE"/>
    <w:rsid w:val="00175B02"/>
    <w:rsid w:val="00175B94"/>
    <w:rsid w:val="00175D18"/>
    <w:rsid w:val="00175DC3"/>
    <w:rsid w:val="00176037"/>
    <w:rsid w:val="001760A5"/>
    <w:rsid w:val="00176174"/>
    <w:rsid w:val="00176335"/>
    <w:rsid w:val="00176677"/>
    <w:rsid w:val="00176682"/>
    <w:rsid w:val="0017689A"/>
    <w:rsid w:val="001768AE"/>
    <w:rsid w:val="00176CAC"/>
    <w:rsid w:val="0017717F"/>
    <w:rsid w:val="001777DC"/>
    <w:rsid w:val="00177C51"/>
    <w:rsid w:val="0018004E"/>
    <w:rsid w:val="0018005E"/>
    <w:rsid w:val="00180342"/>
    <w:rsid w:val="00180396"/>
    <w:rsid w:val="001804AD"/>
    <w:rsid w:val="00180C17"/>
    <w:rsid w:val="001811B3"/>
    <w:rsid w:val="001811CC"/>
    <w:rsid w:val="001818F0"/>
    <w:rsid w:val="00181D9F"/>
    <w:rsid w:val="00181F44"/>
    <w:rsid w:val="00182069"/>
    <w:rsid w:val="001822F5"/>
    <w:rsid w:val="00182D52"/>
    <w:rsid w:val="00182EC7"/>
    <w:rsid w:val="001830F8"/>
    <w:rsid w:val="0018313B"/>
    <w:rsid w:val="001834F4"/>
    <w:rsid w:val="00183C4E"/>
    <w:rsid w:val="0018418A"/>
    <w:rsid w:val="001844BA"/>
    <w:rsid w:val="00184F25"/>
    <w:rsid w:val="0018503B"/>
    <w:rsid w:val="001852D2"/>
    <w:rsid w:val="001854AF"/>
    <w:rsid w:val="001861D0"/>
    <w:rsid w:val="00186459"/>
    <w:rsid w:val="001867A0"/>
    <w:rsid w:val="001874D3"/>
    <w:rsid w:val="00187C96"/>
    <w:rsid w:val="00190959"/>
    <w:rsid w:val="00190A53"/>
    <w:rsid w:val="00191640"/>
    <w:rsid w:val="00191758"/>
    <w:rsid w:val="0019199E"/>
    <w:rsid w:val="00191FC3"/>
    <w:rsid w:val="00192744"/>
    <w:rsid w:val="00192AFE"/>
    <w:rsid w:val="00192B6E"/>
    <w:rsid w:val="0019311C"/>
    <w:rsid w:val="00193467"/>
    <w:rsid w:val="001937E9"/>
    <w:rsid w:val="00193A54"/>
    <w:rsid w:val="00193B1E"/>
    <w:rsid w:val="00193C4F"/>
    <w:rsid w:val="001941C4"/>
    <w:rsid w:val="00194B9D"/>
    <w:rsid w:val="00195112"/>
    <w:rsid w:val="00195671"/>
    <w:rsid w:val="00195775"/>
    <w:rsid w:val="001959CE"/>
    <w:rsid w:val="00195B17"/>
    <w:rsid w:val="00195C03"/>
    <w:rsid w:val="00195C59"/>
    <w:rsid w:val="0019633F"/>
    <w:rsid w:val="00196640"/>
    <w:rsid w:val="001966C8"/>
    <w:rsid w:val="00196C38"/>
    <w:rsid w:val="00196C3C"/>
    <w:rsid w:val="00196D86"/>
    <w:rsid w:val="00196EE2"/>
    <w:rsid w:val="001A05D6"/>
    <w:rsid w:val="001A0ED4"/>
    <w:rsid w:val="001A0F24"/>
    <w:rsid w:val="001A0FFD"/>
    <w:rsid w:val="001A11A1"/>
    <w:rsid w:val="001A1913"/>
    <w:rsid w:val="001A19F2"/>
    <w:rsid w:val="001A1D31"/>
    <w:rsid w:val="001A29E4"/>
    <w:rsid w:val="001A2BCA"/>
    <w:rsid w:val="001A331C"/>
    <w:rsid w:val="001A3673"/>
    <w:rsid w:val="001A36A0"/>
    <w:rsid w:val="001A3869"/>
    <w:rsid w:val="001A392C"/>
    <w:rsid w:val="001A4044"/>
    <w:rsid w:val="001A41EC"/>
    <w:rsid w:val="001A458A"/>
    <w:rsid w:val="001A4AC9"/>
    <w:rsid w:val="001A58CB"/>
    <w:rsid w:val="001A5932"/>
    <w:rsid w:val="001A5CEB"/>
    <w:rsid w:val="001A5D33"/>
    <w:rsid w:val="001A609C"/>
    <w:rsid w:val="001A6416"/>
    <w:rsid w:val="001A66ED"/>
    <w:rsid w:val="001A6AD8"/>
    <w:rsid w:val="001A6AFD"/>
    <w:rsid w:val="001A6CBD"/>
    <w:rsid w:val="001A6D88"/>
    <w:rsid w:val="001A77DC"/>
    <w:rsid w:val="001A7852"/>
    <w:rsid w:val="001A79EC"/>
    <w:rsid w:val="001A7C8A"/>
    <w:rsid w:val="001A7CD0"/>
    <w:rsid w:val="001B0433"/>
    <w:rsid w:val="001B0B64"/>
    <w:rsid w:val="001B0BE3"/>
    <w:rsid w:val="001B0DC1"/>
    <w:rsid w:val="001B1066"/>
    <w:rsid w:val="001B1366"/>
    <w:rsid w:val="001B1553"/>
    <w:rsid w:val="001B18E5"/>
    <w:rsid w:val="001B1BEA"/>
    <w:rsid w:val="001B201A"/>
    <w:rsid w:val="001B241E"/>
    <w:rsid w:val="001B2746"/>
    <w:rsid w:val="001B2760"/>
    <w:rsid w:val="001B2AA3"/>
    <w:rsid w:val="001B2AAD"/>
    <w:rsid w:val="001B34E5"/>
    <w:rsid w:val="001B38A8"/>
    <w:rsid w:val="001B3FAB"/>
    <w:rsid w:val="001B41AA"/>
    <w:rsid w:val="001B471D"/>
    <w:rsid w:val="001B595B"/>
    <w:rsid w:val="001B5EE9"/>
    <w:rsid w:val="001B6111"/>
    <w:rsid w:val="001B6235"/>
    <w:rsid w:val="001B6576"/>
    <w:rsid w:val="001B6A8A"/>
    <w:rsid w:val="001B6F2A"/>
    <w:rsid w:val="001B75D8"/>
    <w:rsid w:val="001B7650"/>
    <w:rsid w:val="001B7681"/>
    <w:rsid w:val="001C10C9"/>
    <w:rsid w:val="001C144F"/>
    <w:rsid w:val="001C16AD"/>
    <w:rsid w:val="001C1A56"/>
    <w:rsid w:val="001C2056"/>
    <w:rsid w:val="001C20C8"/>
    <w:rsid w:val="001C240E"/>
    <w:rsid w:val="001C2596"/>
    <w:rsid w:val="001C2889"/>
    <w:rsid w:val="001C295F"/>
    <w:rsid w:val="001C2A90"/>
    <w:rsid w:val="001C2C32"/>
    <w:rsid w:val="001C342F"/>
    <w:rsid w:val="001C3BD7"/>
    <w:rsid w:val="001C3CEF"/>
    <w:rsid w:val="001C3D65"/>
    <w:rsid w:val="001C4173"/>
    <w:rsid w:val="001C4834"/>
    <w:rsid w:val="001C494B"/>
    <w:rsid w:val="001C4DD8"/>
    <w:rsid w:val="001C524F"/>
    <w:rsid w:val="001C52ED"/>
    <w:rsid w:val="001C5ABE"/>
    <w:rsid w:val="001C6621"/>
    <w:rsid w:val="001C6C98"/>
    <w:rsid w:val="001C6D05"/>
    <w:rsid w:val="001C6F8D"/>
    <w:rsid w:val="001C7214"/>
    <w:rsid w:val="001C782E"/>
    <w:rsid w:val="001C7849"/>
    <w:rsid w:val="001C796C"/>
    <w:rsid w:val="001C7E12"/>
    <w:rsid w:val="001C7F5B"/>
    <w:rsid w:val="001D0105"/>
    <w:rsid w:val="001D0471"/>
    <w:rsid w:val="001D0685"/>
    <w:rsid w:val="001D1008"/>
    <w:rsid w:val="001D12FA"/>
    <w:rsid w:val="001D14B8"/>
    <w:rsid w:val="001D1643"/>
    <w:rsid w:val="001D1DD1"/>
    <w:rsid w:val="001D1FAF"/>
    <w:rsid w:val="001D2714"/>
    <w:rsid w:val="001D299F"/>
    <w:rsid w:val="001D3071"/>
    <w:rsid w:val="001D37ED"/>
    <w:rsid w:val="001D3ADD"/>
    <w:rsid w:val="001D4208"/>
    <w:rsid w:val="001D452F"/>
    <w:rsid w:val="001D461D"/>
    <w:rsid w:val="001D4F89"/>
    <w:rsid w:val="001D5512"/>
    <w:rsid w:val="001D594A"/>
    <w:rsid w:val="001D5D12"/>
    <w:rsid w:val="001D60DE"/>
    <w:rsid w:val="001D615C"/>
    <w:rsid w:val="001D6767"/>
    <w:rsid w:val="001D67A2"/>
    <w:rsid w:val="001D764E"/>
    <w:rsid w:val="001D7D24"/>
    <w:rsid w:val="001E089B"/>
    <w:rsid w:val="001E0923"/>
    <w:rsid w:val="001E1006"/>
    <w:rsid w:val="001E11C0"/>
    <w:rsid w:val="001E17F5"/>
    <w:rsid w:val="001E190E"/>
    <w:rsid w:val="001E2535"/>
    <w:rsid w:val="001E2ACA"/>
    <w:rsid w:val="001E2D4D"/>
    <w:rsid w:val="001E3588"/>
    <w:rsid w:val="001E3C7F"/>
    <w:rsid w:val="001E3D37"/>
    <w:rsid w:val="001E3F2B"/>
    <w:rsid w:val="001E40EA"/>
    <w:rsid w:val="001E4A9A"/>
    <w:rsid w:val="001E4C5A"/>
    <w:rsid w:val="001E4F2D"/>
    <w:rsid w:val="001E5501"/>
    <w:rsid w:val="001E5737"/>
    <w:rsid w:val="001E5E65"/>
    <w:rsid w:val="001E5FC1"/>
    <w:rsid w:val="001E68C1"/>
    <w:rsid w:val="001E6EE2"/>
    <w:rsid w:val="001E729A"/>
    <w:rsid w:val="001E7553"/>
    <w:rsid w:val="001E79D8"/>
    <w:rsid w:val="001E7B6C"/>
    <w:rsid w:val="001E7CB8"/>
    <w:rsid w:val="001E7D7A"/>
    <w:rsid w:val="001F0419"/>
    <w:rsid w:val="001F046A"/>
    <w:rsid w:val="001F04B3"/>
    <w:rsid w:val="001F04B6"/>
    <w:rsid w:val="001F0755"/>
    <w:rsid w:val="001F08F9"/>
    <w:rsid w:val="001F0B2D"/>
    <w:rsid w:val="001F0B8D"/>
    <w:rsid w:val="001F0EBB"/>
    <w:rsid w:val="001F0F85"/>
    <w:rsid w:val="001F1010"/>
    <w:rsid w:val="001F1639"/>
    <w:rsid w:val="001F19F5"/>
    <w:rsid w:val="001F1B79"/>
    <w:rsid w:val="001F2522"/>
    <w:rsid w:val="001F2AE3"/>
    <w:rsid w:val="001F3A39"/>
    <w:rsid w:val="001F3BF7"/>
    <w:rsid w:val="001F45EE"/>
    <w:rsid w:val="001F4943"/>
    <w:rsid w:val="001F4E97"/>
    <w:rsid w:val="001F51CA"/>
    <w:rsid w:val="001F5403"/>
    <w:rsid w:val="001F57F5"/>
    <w:rsid w:val="001F593B"/>
    <w:rsid w:val="001F5958"/>
    <w:rsid w:val="001F5D3D"/>
    <w:rsid w:val="001F5E1B"/>
    <w:rsid w:val="001F6B5B"/>
    <w:rsid w:val="001F6C30"/>
    <w:rsid w:val="001F6E68"/>
    <w:rsid w:val="001F7518"/>
    <w:rsid w:val="00200B90"/>
    <w:rsid w:val="00200DF5"/>
    <w:rsid w:val="00201255"/>
    <w:rsid w:val="002018F4"/>
    <w:rsid w:val="00201D78"/>
    <w:rsid w:val="00201DF8"/>
    <w:rsid w:val="00202B96"/>
    <w:rsid w:val="00202F85"/>
    <w:rsid w:val="00203450"/>
    <w:rsid w:val="00204A93"/>
    <w:rsid w:val="00205596"/>
    <w:rsid w:val="0020574E"/>
    <w:rsid w:val="0020605F"/>
    <w:rsid w:val="002066AA"/>
    <w:rsid w:val="00206F3D"/>
    <w:rsid w:val="00207460"/>
    <w:rsid w:val="00207B68"/>
    <w:rsid w:val="0021007A"/>
    <w:rsid w:val="002101E6"/>
    <w:rsid w:val="00210F08"/>
    <w:rsid w:val="002111E0"/>
    <w:rsid w:val="0021123E"/>
    <w:rsid w:val="002113C0"/>
    <w:rsid w:val="00211CDE"/>
    <w:rsid w:val="00211D59"/>
    <w:rsid w:val="00211F3A"/>
    <w:rsid w:val="00212161"/>
    <w:rsid w:val="00212283"/>
    <w:rsid w:val="00212FE0"/>
    <w:rsid w:val="002130AC"/>
    <w:rsid w:val="002132B7"/>
    <w:rsid w:val="00213390"/>
    <w:rsid w:val="00213517"/>
    <w:rsid w:val="00213C69"/>
    <w:rsid w:val="00213EA5"/>
    <w:rsid w:val="00214494"/>
    <w:rsid w:val="002144AC"/>
    <w:rsid w:val="00214B6F"/>
    <w:rsid w:val="00214CF7"/>
    <w:rsid w:val="002151CD"/>
    <w:rsid w:val="0021625A"/>
    <w:rsid w:val="002166AA"/>
    <w:rsid w:val="002166EF"/>
    <w:rsid w:val="002169FA"/>
    <w:rsid w:val="00216E64"/>
    <w:rsid w:val="002176B7"/>
    <w:rsid w:val="00217D48"/>
    <w:rsid w:val="00217E8B"/>
    <w:rsid w:val="00220591"/>
    <w:rsid w:val="0022094D"/>
    <w:rsid w:val="002215ED"/>
    <w:rsid w:val="002217EF"/>
    <w:rsid w:val="00221D26"/>
    <w:rsid w:val="00222123"/>
    <w:rsid w:val="002224BB"/>
    <w:rsid w:val="00222B16"/>
    <w:rsid w:val="00223831"/>
    <w:rsid w:val="00223BA8"/>
    <w:rsid w:val="00223CD1"/>
    <w:rsid w:val="00223DC3"/>
    <w:rsid w:val="00223EAC"/>
    <w:rsid w:val="00224829"/>
    <w:rsid w:val="00224CAA"/>
    <w:rsid w:val="002254B9"/>
    <w:rsid w:val="00225792"/>
    <w:rsid w:val="00225D09"/>
    <w:rsid w:val="002260F1"/>
    <w:rsid w:val="00226769"/>
    <w:rsid w:val="00226A64"/>
    <w:rsid w:val="00230005"/>
    <w:rsid w:val="002302FC"/>
    <w:rsid w:val="002306C6"/>
    <w:rsid w:val="00231215"/>
    <w:rsid w:val="002315E9"/>
    <w:rsid w:val="00231802"/>
    <w:rsid w:val="002319DE"/>
    <w:rsid w:val="00231B0C"/>
    <w:rsid w:val="00231CBC"/>
    <w:rsid w:val="00232019"/>
    <w:rsid w:val="0023253F"/>
    <w:rsid w:val="002328E0"/>
    <w:rsid w:val="002328F6"/>
    <w:rsid w:val="00232A4C"/>
    <w:rsid w:val="00232C7A"/>
    <w:rsid w:val="002331CC"/>
    <w:rsid w:val="0023388C"/>
    <w:rsid w:val="002339B3"/>
    <w:rsid w:val="00233B07"/>
    <w:rsid w:val="00233CAD"/>
    <w:rsid w:val="002346F1"/>
    <w:rsid w:val="002348A3"/>
    <w:rsid w:val="00234B98"/>
    <w:rsid w:val="00234CDF"/>
    <w:rsid w:val="00234F95"/>
    <w:rsid w:val="002355BD"/>
    <w:rsid w:val="00235C94"/>
    <w:rsid w:val="00235D0D"/>
    <w:rsid w:val="00236605"/>
    <w:rsid w:val="002366F0"/>
    <w:rsid w:val="00236994"/>
    <w:rsid w:val="00236DFD"/>
    <w:rsid w:val="0023717F"/>
    <w:rsid w:val="00237C05"/>
    <w:rsid w:val="002401AA"/>
    <w:rsid w:val="0024044C"/>
    <w:rsid w:val="002405A8"/>
    <w:rsid w:val="0024087A"/>
    <w:rsid w:val="00240F65"/>
    <w:rsid w:val="00240FAB"/>
    <w:rsid w:val="0024152A"/>
    <w:rsid w:val="00241543"/>
    <w:rsid w:val="0024194D"/>
    <w:rsid w:val="00242649"/>
    <w:rsid w:val="002430AA"/>
    <w:rsid w:val="002433F7"/>
    <w:rsid w:val="00243717"/>
    <w:rsid w:val="002439B6"/>
    <w:rsid w:val="00243E64"/>
    <w:rsid w:val="00243E87"/>
    <w:rsid w:val="002440BE"/>
    <w:rsid w:val="002441FB"/>
    <w:rsid w:val="00245C26"/>
    <w:rsid w:val="002461CF"/>
    <w:rsid w:val="00246AA0"/>
    <w:rsid w:val="002472FB"/>
    <w:rsid w:val="0024734B"/>
    <w:rsid w:val="00247944"/>
    <w:rsid w:val="00247F0E"/>
    <w:rsid w:val="00250253"/>
    <w:rsid w:val="00250A2D"/>
    <w:rsid w:val="00250ABD"/>
    <w:rsid w:val="00251691"/>
    <w:rsid w:val="00251AA9"/>
    <w:rsid w:val="002520E0"/>
    <w:rsid w:val="0025224D"/>
    <w:rsid w:val="0025237F"/>
    <w:rsid w:val="00252462"/>
    <w:rsid w:val="00252AB5"/>
    <w:rsid w:val="0025307F"/>
    <w:rsid w:val="002530D0"/>
    <w:rsid w:val="002534E1"/>
    <w:rsid w:val="00253F2B"/>
    <w:rsid w:val="00254020"/>
    <w:rsid w:val="0025414B"/>
    <w:rsid w:val="002541A3"/>
    <w:rsid w:val="00254CE3"/>
    <w:rsid w:val="002554BF"/>
    <w:rsid w:val="002558B7"/>
    <w:rsid w:val="00255A98"/>
    <w:rsid w:val="00255C6A"/>
    <w:rsid w:val="0025618D"/>
    <w:rsid w:val="002569E3"/>
    <w:rsid w:val="00256E02"/>
    <w:rsid w:val="002573F2"/>
    <w:rsid w:val="00257787"/>
    <w:rsid w:val="00257815"/>
    <w:rsid w:val="00257F84"/>
    <w:rsid w:val="002604D9"/>
    <w:rsid w:val="0026080D"/>
    <w:rsid w:val="00260B2E"/>
    <w:rsid w:val="00260BDB"/>
    <w:rsid w:val="00260BE9"/>
    <w:rsid w:val="00261007"/>
    <w:rsid w:val="002614B0"/>
    <w:rsid w:val="0026188D"/>
    <w:rsid w:val="00261AC4"/>
    <w:rsid w:val="00261CCC"/>
    <w:rsid w:val="00261D02"/>
    <w:rsid w:val="00261FC5"/>
    <w:rsid w:val="002621A4"/>
    <w:rsid w:val="00262551"/>
    <w:rsid w:val="00263413"/>
    <w:rsid w:val="00263B86"/>
    <w:rsid w:val="00263D68"/>
    <w:rsid w:val="0026417A"/>
    <w:rsid w:val="002643FF"/>
    <w:rsid w:val="002649B9"/>
    <w:rsid w:val="00264DAB"/>
    <w:rsid w:val="002654F5"/>
    <w:rsid w:val="0026573B"/>
    <w:rsid w:val="00266187"/>
    <w:rsid w:val="00266559"/>
    <w:rsid w:val="00266583"/>
    <w:rsid w:val="002671C0"/>
    <w:rsid w:val="00267BD0"/>
    <w:rsid w:val="00267C90"/>
    <w:rsid w:val="00270AA8"/>
    <w:rsid w:val="00270CC2"/>
    <w:rsid w:val="002716AB"/>
    <w:rsid w:val="00271C8C"/>
    <w:rsid w:val="00272502"/>
    <w:rsid w:val="00272D13"/>
    <w:rsid w:val="00273697"/>
    <w:rsid w:val="00273BFC"/>
    <w:rsid w:val="00273DF5"/>
    <w:rsid w:val="002740C7"/>
    <w:rsid w:val="002743C3"/>
    <w:rsid w:val="00274416"/>
    <w:rsid w:val="002744D7"/>
    <w:rsid w:val="00274740"/>
    <w:rsid w:val="00275009"/>
    <w:rsid w:val="00275247"/>
    <w:rsid w:val="00275500"/>
    <w:rsid w:val="0027595C"/>
    <w:rsid w:val="00275BA1"/>
    <w:rsid w:val="0027603D"/>
    <w:rsid w:val="002763D3"/>
    <w:rsid w:val="002765E2"/>
    <w:rsid w:val="002766AF"/>
    <w:rsid w:val="002766CE"/>
    <w:rsid w:val="00276EE2"/>
    <w:rsid w:val="00276FA4"/>
    <w:rsid w:val="0027716F"/>
    <w:rsid w:val="002772EC"/>
    <w:rsid w:val="002776ED"/>
    <w:rsid w:val="00277E20"/>
    <w:rsid w:val="00277E28"/>
    <w:rsid w:val="00280310"/>
    <w:rsid w:val="00280314"/>
    <w:rsid w:val="002806BE"/>
    <w:rsid w:val="00280D91"/>
    <w:rsid w:val="00280EFE"/>
    <w:rsid w:val="00281072"/>
    <w:rsid w:val="002811DF"/>
    <w:rsid w:val="0028129F"/>
    <w:rsid w:val="0028198C"/>
    <w:rsid w:val="00281DED"/>
    <w:rsid w:val="002822C1"/>
    <w:rsid w:val="0028264F"/>
    <w:rsid w:val="00282A97"/>
    <w:rsid w:val="002834CF"/>
    <w:rsid w:val="00283679"/>
    <w:rsid w:val="00283BF4"/>
    <w:rsid w:val="002840E0"/>
    <w:rsid w:val="002842B5"/>
    <w:rsid w:val="00284492"/>
    <w:rsid w:val="002848E3"/>
    <w:rsid w:val="002851E7"/>
    <w:rsid w:val="00285230"/>
    <w:rsid w:val="002853E9"/>
    <w:rsid w:val="00285C0E"/>
    <w:rsid w:val="00285FFD"/>
    <w:rsid w:val="002861BA"/>
    <w:rsid w:val="002862F3"/>
    <w:rsid w:val="00286601"/>
    <w:rsid w:val="00286810"/>
    <w:rsid w:val="00286E87"/>
    <w:rsid w:val="002873F3"/>
    <w:rsid w:val="00287411"/>
    <w:rsid w:val="002874F6"/>
    <w:rsid w:val="00287809"/>
    <w:rsid w:val="00290054"/>
    <w:rsid w:val="0029005A"/>
    <w:rsid w:val="00290076"/>
    <w:rsid w:val="002901EE"/>
    <w:rsid w:val="002902E1"/>
    <w:rsid w:val="00290378"/>
    <w:rsid w:val="0029045E"/>
    <w:rsid w:val="00290616"/>
    <w:rsid w:val="00290941"/>
    <w:rsid w:val="0029116E"/>
    <w:rsid w:val="00291C7C"/>
    <w:rsid w:val="00292068"/>
    <w:rsid w:val="002925D5"/>
    <w:rsid w:val="00292B18"/>
    <w:rsid w:val="00292D38"/>
    <w:rsid w:val="00293B38"/>
    <w:rsid w:val="00293DDC"/>
    <w:rsid w:val="00293F9D"/>
    <w:rsid w:val="002943F5"/>
    <w:rsid w:val="00294AC9"/>
    <w:rsid w:val="00294DEC"/>
    <w:rsid w:val="002954F1"/>
    <w:rsid w:val="002964A9"/>
    <w:rsid w:val="002965AE"/>
    <w:rsid w:val="0029676D"/>
    <w:rsid w:val="00296E04"/>
    <w:rsid w:val="00297D78"/>
    <w:rsid w:val="00297E9F"/>
    <w:rsid w:val="00297ED9"/>
    <w:rsid w:val="002A03B6"/>
    <w:rsid w:val="002A0496"/>
    <w:rsid w:val="002A0643"/>
    <w:rsid w:val="002A0951"/>
    <w:rsid w:val="002A1B71"/>
    <w:rsid w:val="002A1D6F"/>
    <w:rsid w:val="002A1F4D"/>
    <w:rsid w:val="002A2042"/>
    <w:rsid w:val="002A2149"/>
    <w:rsid w:val="002A2210"/>
    <w:rsid w:val="002A26CA"/>
    <w:rsid w:val="002A2A16"/>
    <w:rsid w:val="002A2B58"/>
    <w:rsid w:val="002A2FB6"/>
    <w:rsid w:val="002A30D1"/>
    <w:rsid w:val="002A318B"/>
    <w:rsid w:val="002A3A62"/>
    <w:rsid w:val="002A3B72"/>
    <w:rsid w:val="002A41E4"/>
    <w:rsid w:val="002A428E"/>
    <w:rsid w:val="002A44A6"/>
    <w:rsid w:val="002A46C9"/>
    <w:rsid w:val="002A487C"/>
    <w:rsid w:val="002A4A0B"/>
    <w:rsid w:val="002A4F55"/>
    <w:rsid w:val="002A524F"/>
    <w:rsid w:val="002A5A1F"/>
    <w:rsid w:val="002A5CA7"/>
    <w:rsid w:val="002A5D74"/>
    <w:rsid w:val="002A5E4D"/>
    <w:rsid w:val="002A5F79"/>
    <w:rsid w:val="002A605F"/>
    <w:rsid w:val="002A61D6"/>
    <w:rsid w:val="002A68F8"/>
    <w:rsid w:val="002A6D88"/>
    <w:rsid w:val="002A7EC5"/>
    <w:rsid w:val="002B0042"/>
    <w:rsid w:val="002B02B6"/>
    <w:rsid w:val="002B04AC"/>
    <w:rsid w:val="002B0EE5"/>
    <w:rsid w:val="002B1322"/>
    <w:rsid w:val="002B1325"/>
    <w:rsid w:val="002B146B"/>
    <w:rsid w:val="002B1BAB"/>
    <w:rsid w:val="002B1EC8"/>
    <w:rsid w:val="002B25CA"/>
    <w:rsid w:val="002B28F1"/>
    <w:rsid w:val="002B2D16"/>
    <w:rsid w:val="002B2E1B"/>
    <w:rsid w:val="002B325C"/>
    <w:rsid w:val="002B4CB9"/>
    <w:rsid w:val="002B4D42"/>
    <w:rsid w:val="002B51C4"/>
    <w:rsid w:val="002B5263"/>
    <w:rsid w:val="002B53CE"/>
    <w:rsid w:val="002B6536"/>
    <w:rsid w:val="002B655A"/>
    <w:rsid w:val="002B6DD4"/>
    <w:rsid w:val="002B6F8C"/>
    <w:rsid w:val="002B7239"/>
    <w:rsid w:val="002B72E2"/>
    <w:rsid w:val="002B72E6"/>
    <w:rsid w:val="002B7448"/>
    <w:rsid w:val="002B792C"/>
    <w:rsid w:val="002B7FE8"/>
    <w:rsid w:val="002C001F"/>
    <w:rsid w:val="002C03CA"/>
    <w:rsid w:val="002C1301"/>
    <w:rsid w:val="002C1465"/>
    <w:rsid w:val="002C1868"/>
    <w:rsid w:val="002C2265"/>
    <w:rsid w:val="002C2581"/>
    <w:rsid w:val="002C26FF"/>
    <w:rsid w:val="002C36E6"/>
    <w:rsid w:val="002C4608"/>
    <w:rsid w:val="002C4F5B"/>
    <w:rsid w:val="002C53F9"/>
    <w:rsid w:val="002C575E"/>
    <w:rsid w:val="002C65EC"/>
    <w:rsid w:val="002C70AB"/>
    <w:rsid w:val="002C7404"/>
    <w:rsid w:val="002C7A9D"/>
    <w:rsid w:val="002C7CCF"/>
    <w:rsid w:val="002D006C"/>
    <w:rsid w:val="002D04EA"/>
    <w:rsid w:val="002D0850"/>
    <w:rsid w:val="002D1585"/>
    <w:rsid w:val="002D15D4"/>
    <w:rsid w:val="002D1947"/>
    <w:rsid w:val="002D20F4"/>
    <w:rsid w:val="002D2951"/>
    <w:rsid w:val="002D2C00"/>
    <w:rsid w:val="002D2CF9"/>
    <w:rsid w:val="002D2D49"/>
    <w:rsid w:val="002D2D5F"/>
    <w:rsid w:val="002D2DE2"/>
    <w:rsid w:val="002D2E21"/>
    <w:rsid w:val="002D3794"/>
    <w:rsid w:val="002D3830"/>
    <w:rsid w:val="002D3955"/>
    <w:rsid w:val="002D3BE7"/>
    <w:rsid w:val="002D3F19"/>
    <w:rsid w:val="002D46C3"/>
    <w:rsid w:val="002D4782"/>
    <w:rsid w:val="002D491A"/>
    <w:rsid w:val="002D5391"/>
    <w:rsid w:val="002D5689"/>
    <w:rsid w:val="002D5813"/>
    <w:rsid w:val="002D5A5D"/>
    <w:rsid w:val="002D5EDB"/>
    <w:rsid w:val="002D6653"/>
    <w:rsid w:val="002D6BBE"/>
    <w:rsid w:val="002D6D09"/>
    <w:rsid w:val="002D6F0F"/>
    <w:rsid w:val="002D6FA5"/>
    <w:rsid w:val="002D72E5"/>
    <w:rsid w:val="002D73B5"/>
    <w:rsid w:val="002D74BF"/>
    <w:rsid w:val="002D7AEC"/>
    <w:rsid w:val="002E04E3"/>
    <w:rsid w:val="002E0684"/>
    <w:rsid w:val="002E0D96"/>
    <w:rsid w:val="002E0EA3"/>
    <w:rsid w:val="002E0F9C"/>
    <w:rsid w:val="002E0FFD"/>
    <w:rsid w:val="002E13A4"/>
    <w:rsid w:val="002E1502"/>
    <w:rsid w:val="002E1B0B"/>
    <w:rsid w:val="002E1E9A"/>
    <w:rsid w:val="002E2475"/>
    <w:rsid w:val="002E2600"/>
    <w:rsid w:val="002E309F"/>
    <w:rsid w:val="002E3897"/>
    <w:rsid w:val="002E4946"/>
    <w:rsid w:val="002E4C65"/>
    <w:rsid w:val="002E4E6A"/>
    <w:rsid w:val="002E4E86"/>
    <w:rsid w:val="002E4F39"/>
    <w:rsid w:val="002E510F"/>
    <w:rsid w:val="002E5D08"/>
    <w:rsid w:val="002E5D61"/>
    <w:rsid w:val="002E615E"/>
    <w:rsid w:val="002E722F"/>
    <w:rsid w:val="002E74FD"/>
    <w:rsid w:val="002E75DE"/>
    <w:rsid w:val="002E7795"/>
    <w:rsid w:val="002E77C3"/>
    <w:rsid w:val="002E7953"/>
    <w:rsid w:val="002E7B71"/>
    <w:rsid w:val="002E7F63"/>
    <w:rsid w:val="002F001F"/>
    <w:rsid w:val="002F02BA"/>
    <w:rsid w:val="002F046D"/>
    <w:rsid w:val="002F0B74"/>
    <w:rsid w:val="002F1363"/>
    <w:rsid w:val="002F1945"/>
    <w:rsid w:val="002F23BB"/>
    <w:rsid w:val="002F2C17"/>
    <w:rsid w:val="002F3126"/>
    <w:rsid w:val="002F4080"/>
    <w:rsid w:val="002F42EA"/>
    <w:rsid w:val="002F4370"/>
    <w:rsid w:val="002F4524"/>
    <w:rsid w:val="002F52B4"/>
    <w:rsid w:val="002F54EA"/>
    <w:rsid w:val="002F5656"/>
    <w:rsid w:val="002F5BF6"/>
    <w:rsid w:val="002F6381"/>
    <w:rsid w:val="002F6449"/>
    <w:rsid w:val="002F65A8"/>
    <w:rsid w:val="002F6620"/>
    <w:rsid w:val="002F671D"/>
    <w:rsid w:val="002F6BA2"/>
    <w:rsid w:val="002F6BCF"/>
    <w:rsid w:val="002F7249"/>
    <w:rsid w:val="002F7B01"/>
    <w:rsid w:val="0030039E"/>
    <w:rsid w:val="00300A7E"/>
    <w:rsid w:val="00301767"/>
    <w:rsid w:val="003023A4"/>
    <w:rsid w:val="00302941"/>
    <w:rsid w:val="00302BCD"/>
    <w:rsid w:val="00302DF5"/>
    <w:rsid w:val="00303025"/>
    <w:rsid w:val="0030372C"/>
    <w:rsid w:val="00303AE6"/>
    <w:rsid w:val="00304465"/>
    <w:rsid w:val="00305046"/>
    <w:rsid w:val="0030504B"/>
    <w:rsid w:val="003053AC"/>
    <w:rsid w:val="00305406"/>
    <w:rsid w:val="003055D1"/>
    <w:rsid w:val="0030584A"/>
    <w:rsid w:val="003059B1"/>
    <w:rsid w:val="00306261"/>
    <w:rsid w:val="00306502"/>
    <w:rsid w:val="0030657B"/>
    <w:rsid w:val="003067BC"/>
    <w:rsid w:val="003071C2"/>
    <w:rsid w:val="0030778D"/>
    <w:rsid w:val="003102D9"/>
    <w:rsid w:val="0031049E"/>
    <w:rsid w:val="0031057F"/>
    <w:rsid w:val="00310E9F"/>
    <w:rsid w:val="00310F1D"/>
    <w:rsid w:val="0031103C"/>
    <w:rsid w:val="00311462"/>
    <w:rsid w:val="003117EA"/>
    <w:rsid w:val="00311E2C"/>
    <w:rsid w:val="003128BE"/>
    <w:rsid w:val="0031293B"/>
    <w:rsid w:val="00312A5E"/>
    <w:rsid w:val="003133B4"/>
    <w:rsid w:val="00313B06"/>
    <w:rsid w:val="003154F9"/>
    <w:rsid w:val="003156CD"/>
    <w:rsid w:val="00315899"/>
    <w:rsid w:val="0031599B"/>
    <w:rsid w:val="00315C82"/>
    <w:rsid w:val="00315F28"/>
    <w:rsid w:val="0031651F"/>
    <w:rsid w:val="00316A35"/>
    <w:rsid w:val="00316F7C"/>
    <w:rsid w:val="0031711D"/>
    <w:rsid w:val="00317562"/>
    <w:rsid w:val="00317BB9"/>
    <w:rsid w:val="0032080A"/>
    <w:rsid w:val="00320F15"/>
    <w:rsid w:val="0032102A"/>
    <w:rsid w:val="00321875"/>
    <w:rsid w:val="00321A28"/>
    <w:rsid w:val="00321EF8"/>
    <w:rsid w:val="00321FFB"/>
    <w:rsid w:val="0032283D"/>
    <w:rsid w:val="00322850"/>
    <w:rsid w:val="00322C29"/>
    <w:rsid w:val="00322C4B"/>
    <w:rsid w:val="003234F7"/>
    <w:rsid w:val="003237E8"/>
    <w:rsid w:val="00324226"/>
    <w:rsid w:val="00324243"/>
    <w:rsid w:val="0032451B"/>
    <w:rsid w:val="00324A58"/>
    <w:rsid w:val="00324AF2"/>
    <w:rsid w:val="00324D36"/>
    <w:rsid w:val="00324E35"/>
    <w:rsid w:val="00325019"/>
    <w:rsid w:val="00325063"/>
    <w:rsid w:val="0032536A"/>
    <w:rsid w:val="003254D4"/>
    <w:rsid w:val="00325832"/>
    <w:rsid w:val="00325E23"/>
    <w:rsid w:val="00326352"/>
    <w:rsid w:val="00326C9F"/>
    <w:rsid w:val="00326FAE"/>
    <w:rsid w:val="003272F4"/>
    <w:rsid w:val="003276D7"/>
    <w:rsid w:val="00327796"/>
    <w:rsid w:val="0033063A"/>
    <w:rsid w:val="00330664"/>
    <w:rsid w:val="0033069E"/>
    <w:rsid w:val="00330BF4"/>
    <w:rsid w:val="00330E04"/>
    <w:rsid w:val="00330F4C"/>
    <w:rsid w:val="00331559"/>
    <w:rsid w:val="003316FC"/>
    <w:rsid w:val="00331972"/>
    <w:rsid w:val="003319AA"/>
    <w:rsid w:val="00331BBF"/>
    <w:rsid w:val="00331C30"/>
    <w:rsid w:val="00331C80"/>
    <w:rsid w:val="00331D09"/>
    <w:rsid w:val="003328A3"/>
    <w:rsid w:val="00332A1B"/>
    <w:rsid w:val="003333AC"/>
    <w:rsid w:val="00333CE3"/>
    <w:rsid w:val="00333DA6"/>
    <w:rsid w:val="0033506D"/>
    <w:rsid w:val="0033529F"/>
    <w:rsid w:val="0033564C"/>
    <w:rsid w:val="003357A6"/>
    <w:rsid w:val="00335FD3"/>
    <w:rsid w:val="0033619B"/>
    <w:rsid w:val="00336657"/>
    <w:rsid w:val="00336D4A"/>
    <w:rsid w:val="00336F93"/>
    <w:rsid w:val="00337377"/>
    <w:rsid w:val="003377F5"/>
    <w:rsid w:val="00337852"/>
    <w:rsid w:val="00337CF8"/>
    <w:rsid w:val="00337CFC"/>
    <w:rsid w:val="00337E89"/>
    <w:rsid w:val="00340419"/>
    <w:rsid w:val="003407C4"/>
    <w:rsid w:val="00340CA5"/>
    <w:rsid w:val="0034123E"/>
    <w:rsid w:val="00341770"/>
    <w:rsid w:val="00341831"/>
    <w:rsid w:val="00341C46"/>
    <w:rsid w:val="00341C7C"/>
    <w:rsid w:val="0034225D"/>
    <w:rsid w:val="003423E0"/>
    <w:rsid w:val="00342666"/>
    <w:rsid w:val="003428C3"/>
    <w:rsid w:val="0034329B"/>
    <w:rsid w:val="00343F57"/>
    <w:rsid w:val="00344360"/>
    <w:rsid w:val="0034449A"/>
    <w:rsid w:val="0034460B"/>
    <w:rsid w:val="00344813"/>
    <w:rsid w:val="0034494D"/>
    <w:rsid w:val="00344B0E"/>
    <w:rsid w:val="00344C27"/>
    <w:rsid w:val="003451B1"/>
    <w:rsid w:val="00345808"/>
    <w:rsid w:val="00345D14"/>
    <w:rsid w:val="00345D3B"/>
    <w:rsid w:val="00345E75"/>
    <w:rsid w:val="003464B2"/>
    <w:rsid w:val="0034660D"/>
    <w:rsid w:val="003469A5"/>
    <w:rsid w:val="00346AEB"/>
    <w:rsid w:val="0034733F"/>
    <w:rsid w:val="00347A2F"/>
    <w:rsid w:val="00347CBD"/>
    <w:rsid w:val="0035005A"/>
    <w:rsid w:val="003500FE"/>
    <w:rsid w:val="00350925"/>
    <w:rsid w:val="00350D4A"/>
    <w:rsid w:val="00351374"/>
    <w:rsid w:val="003516BB"/>
    <w:rsid w:val="00351769"/>
    <w:rsid w:val="0035283C"/>
    <w:rsid w:val="00352FE1"/>
    <w:rsid w:val="00353769"/>
    <w:rsid w:val="0035383B"/>
    <w:rsid w:val="00353B0C"/>
    <w:rsid w:val="00354137"/>
    <w:rsid w:val="0035468F"/>
    <w:rsid w:val="003548FF"/>
    <w:rsid w:val="00354914"/>
    <w:rsid w:val="00354A16"/>
    <w:rsid w:val="00354AB6"/>
    <w:rsid w:val="00354DBD"/>
    <w:rsid w:val="00354EC3"/>
    <w:rsid w:val="0035536F"/>
    <w:rsid w:val="003557EB"/>
    <w:rsid w:val="003559FD"/>
    <w:rsid w:val="003562D2"/>
    <w:rsid w:val="00356C84"/>
    <w:rsid w:val="00356CE2"/>
    <w:rsid w:val="00356EDB"/>
    <w:rsid w:val="00357211"/>
    <w:rsid w:val="003579AB"/>
    <w:rsid w:val="00357DC8"/>
    <w:rsid w:val="00360268"/>
    <w:rsid w:val="003602FB"/>
    <w:rsid w:val="00360311"/>
    <w:rsid w:val="003603BF"/>
    <w:rsid w:val="00360C06"/>
    <w:rsid w:val="00361035"/>
    <w:rsid w:val="0036196D"/>
    <w:rsid w:val="00362025"/>
    <w:rsid w:val="00362267"/>
    <w:rsid w:val="003623D5"/>
    <w:rsid w:val="00362485"/>
    <w:rsid w:val="00362840"/>
    <w:rsid w:val="003628C0"/>
    <w:rsid w:val="003637A2"/>
    <w:rsid w:val="003638A0"/>
    <w:rsid w:val="003639AD"/>
    <w:rsid w:val="00363A26"/>
    <w:rsid w:val="00363BE3"/>
    <w:rsid w:val="00363C4F"/>
    <w:rsid w:val="00364103"/>
    <w:rsid w:val="003643C7"/>
    <w:rsid w:val="00364493"/>
    <w:rsid w:val="00364567"/>
    <w:rsid w:val="00364A5E"/>
    <w:rsid w:val="00364B46"/>
    <w:rsid w:val="00364E72"/>
    <w:rsid w:val="00365BA4"/>
    <w:rsid w:val="00365C77"/>
    <w:rsid w:val="00366775"/>
    <w:rsid w:val="00366A94"/>
    <w:rsid w:val="00366B49"/>
    <w:rsid w:val="00367447"/>
    <w:rsid w:val="003677FA"/>
    <w:rsid w:val="00367D7A"/>
    <w:rsid w:val="00367D9F"/>
    <w:rsid w:val="0037004E"/>
    <w:rsid w:val="003704A4"/>
    <w:rsid w:val="003707CD"/>
    <w:rsid w:val="00370F12"/>
    <w:rsid w:val="003712CF"/>
    <w:rsid w:val="00371603"/>
    <w:rsid w:val="00371BBF"/>
    <w:rsid w:val="00371C90"/>
    <w:rsid w:val="00371D1D"/>
    <w:rsid w:val="00372245"/>
    <w:rsid w:val="00372397"/>
    <w:rsid w:val="0037261D"/>
    <w:rsid w:val="00372E28"/>
    <w:rsid w:val="00373699"/>
    <w:rsid w:val="00373AB6"/>
    <w:rsid w:val="003747E4"/>
    <w:rsid w:val="00374964"/>
    <w:rsid w:val="0037499D"/>
    <w:rsid w:val="00375006"/>
    <w:rsid w:val="0037505D"/>
    <w:rsid w:val="003751E2"/>
    <w:rsid w:val="00375752"/>
    <w:rsid w:val="00375917"/>
    <w:rsid w:val="0037592D"/>
    <w:rsid w:val="00376051"/>
    <w:rsid w:val="003763E8"/>
    <w:rsid w:val="00376468"/>
    <w:rsid w:val="003766A1"/>
    <w:rsid w:val="00376A26"/>
    <w:rsid w:val="00376B0F"/>
    <w:rsid w:val="00376EA9"/>
    <w:rsid w:val="0037703D"/>
    <w:rsid w:val="00377291"/>
    <w:rsid w:val="00377BB6"/>
    <w:rsid w:val="00380735"/>
    <w:rsid w:val="00380808"/>
    <w:rsid w:val="00380BA1"/>
    <w:rsid w:val="00380BE3"/>
    <w:rsid w:val="00380CBE"/>
    <w:rsid w:val="00380CCB"/>
    <w:rsid w:val="00380E3C"/>
    <w:rsid w:val="00380EFE"/>
    <w:rsid w:val="003815C0"/>
    <w:rsid w:val="003816E8"/>
    <w:rsid w:val="00381778"/>
    <w:rsid w:val="003818B4"/>
    <w:rsid w:val="00381A5F"/>
    <w:rsid w:val="00381BC6"/>
    <w:rsid w:val="00382A4E"/>
    <w:rsid w:val="00382BFF"/>
    <w:rsid w:val="00382D3C"/>
    <w:rsid w:val="00383A61"/>
    <w:rsid w:val="00383C78"/>
    <w:rsid w:val="00383E34"/>
    <w:rsid w:val="003841C0"/>
    <w:rsid w:val="00384404"/>
    <w:rsid w:val="00384A0C"/>
    <w:rsid w:val="00384E1D"/>
    <w:rsid w:val="00385296"/>
    <w:rsid w:val="003858E9"/>
    <w:rsid w:val="00385B37"/>
    <w:rsid w:val="00385C95"/>
    <w:rsid w:val="003867BB"/>
    <w:rsid w:val="003867F6"/>
    <w:rsid w:val="00386C2D"/>
    <w:rsid w:val="00386C4D"/>
    <w:rsid w:val="00386D5C"/>
    <w:rsid w:val="00387271"/>
    <w:rsid w:val="003872BB"/>
    <w:rsid w:val="003876CD"/>
    <w:rsid w:val="0038786A"/>
    <w:rsid w:val="003878FE"/>
    <w:rsid w:val="00387F73"/>
    <w:rsid w:val="0039013D"/>
    <w:rsid w:val="0039032F"/>
    <w:rsid w:val="003906A6"/>
    <w:rsid w:val="003908F5"/>
    <w:rsid w:val="00390982"/>
    <w:rsid w:val="00390AEE"/>
    <w:rsid w:val="00390CD4"/>
    <w:rsid w:val="00391285"/>
    <w:rsid w:val="00391BE9"/>
    <w:rsid w:val="00391E19"/>
    <w:rsid w:val="0039230E"/>
    <w:rsid w:val="00392770"/>
    <w:rsid w:val="003927B7"/>
    <w:rsid w:val="00392CEF"/>
    <w:rsid w:val="00393052"/>
    <w:rsid w:val="00393749"/>
    <w:rsid w:val="00393C69"/>
    <w:rsid w:val="00393D85"/>
    <w:rsid w:val="003942DF"/>
    <w:rsid w:val="00394325"/>
    <w:rsid w:val="0039485A"/>
    <w:rsid w:val="003949E3"/>
    <w:rsid w:val="00394C00"/>
    <w:rsid w:val="003950DE"/>
    <w:rsid w:val="003952F8"/>
    <w:rsid w:val="003957AE"/>
    <w:rsid w:val="00395FA0"/>
    <w:rsid w:val="00396952"/>
    <w:rsid w:val="0039695B"/>
    <w:rsid w:val="00396ED5"/>
    <w:rsid w:val="003975E4"/>
    <w:rsid w:val="00397B17"/>
    <w:rsid w:val="00397CCC"/>
    <w:rsid w:val="003A000E"/>
    <w:rsid w:val="003A0314"/>
    <w:rsid w:val="003A040E"/>
    <w:rsid w:val="003A17C8"/>
    <w:rsid w:val="003A1C94"/>
    <w:rsid w:val="003A1E8F"/>
    <w:rsid w:val="003A1E9A"/>
    <w:rsid w:val="003A26E0"/>
    <w:rsid w:val="003A38BA"/>
    <w:rsid w:val="003A39E6"/>
    <w:rsid w:val="003A4377"/>
    <w:rsid w:val="003A45B0"/>
    <w:rsid w:val="003A4CB2"/>
    <w:rsid w:val="003A5ACC"/>
    <w:rsid w:val="003A6144"/>
    <w:rsid w:val="003A680D"/>
    <w:rsid w:val="003A76A7"/>
    <w:rsid w:val="003A77EE"/>
    <w:rsid w:val="003A7EBE"/>
    <w:rsid w:val="003B02A6"/>
    <w:rsid w:val="003B0A1C"/>
    <w:rsid w:val="003B0B21"/>
    <w:rsid w:val="003B0B58"/>
    <w:rsid w:val="003B0C84"/>
    <w:rsid w:val="003B0FC8"/>
    <w:rsid w:val="003B11D0"/>
    <w:rsid w:val="003B18C5"/>
    <w:rsid w:val="003B1C2B"/>
    <w:rsid w:val="003B2489"/>
    <w:rsid w:val="003B35D8"/>
    <w:rsid w:val="003B392A"/>
    <w:rsid w:val="003B397C"/>
    <w:rsid w:val="003B3F02"/>
    <w:rsid w:val="003B3F47"/>
    <w:rsid w:val="003B413D"/>
    <w:rsid w:val="003B45EA"/>
    <w:rsid w:val="003B4889"/>
    <w:rsid w:val="003B4C48"/>
    <w:rsid w:val="003B5324"/>
    <w:rsid w:val="003B5337"/>
    <w:rsid w:val="003B5C7F"/>
    <w:rsid w:val="003B5EB1"/>
    <w:rsid w:val="003B60A1"/>
    <w:rsid w:val="003B681C"/>
    <w:rsid w:val="003B740C"/>
    <w:rsid w:val="003C01A2"/>
    <w:rsid w:val="003C081B"/>
    <w:rsid w:val="003C0E4D"/>
    <w:rsid w:val="003C132B"/>
    <w:rsid w:val="003C14B4"/>
    <w:rsid w:val="003C1874"/>
    <w:rsid w:val="003C19EF"/>
    <w:rsid w:val="003C1BD2"/>
    <w:rsid w:val="003C1CCF"/>
    <w:rsid w:val="003C1D1C"/>
    <w:rsid w:val="003C2131"/>
    <w:rsid w:val="003C2A91"/>
    <w:rsid w:val="003C2B38"/>
    <w:rsid w:val="003C2BEE"/>
    <w:rsid w:val="003C2C40"/>
    <w:rsid w:val="003C2D41"/>
    <w:rsid w:val="003C4A7A"/>
    <w:rsid w:val="003C4AB8"/>
    <w:rsid w:val="003C595C"/>
    <w:rsid w:val="003C5F51"/>
    <w:rsid w:val="003C616F"/>
    <w:rsid w:val="003C688E"/>
    <w:rsid w:val="003C6A75"/>
    <w:rsid w:val="003C6BBF"/>
    <w:rsid w:val="003C7CC9"/>
    <w:rsid w:val="003C7F7D"/>
    <w:rsid w:val="003D03B5"/>
    <w:rsid w:val="003D0486"/>
    <w:rsid w:val="003D070A"/>
    <w:rsid w:val="003D0F1D"/>
    <w:rsid w:val="003D10EF"/>
    <w:rsid w:val="003D1253"/>
    <w:rsid w:val="003D174F"/>
    <w:rsid w:val="003D1DD8"/>
    <w:rsid w:val="003D1F8D"/>
    <w:rsid w:val="003D22D8"/>
    <w:rsid w:val="003D2576"/>
    <w:rsid w:val="003D2760"/>
    <w:rsid w:val="003D282C"/>
    <w:rsid w:val="003D2CB4"/>
    <w:rsid w:val="003D3432"/>
    <w:rsid w:val="003D3A08"/>
    <w:rsid w:val="003D3B3C"/>
    <w:rsid w:val="003D40F1"/>
    <w:rsid w:val="003D47AC"/>
    <w:rsid w:val="003D4F81"/>
    <w:rsid w:val="003D5099"/>
    <w:rsid w:val="003D5656"/>
    <w:rsid w:val="003D567D"/>
    <w:rsid w:val="003D5E0A"/>
    <w:rsid w:val="003D5FD9"/>
    <w:rsid w:val="003D5FFB"/>
    <w:rsid w:val="003D6108"/>
    <w:rsid w:val="003D61BB"/>
    <w:rsid w:val="003D6318"/>
    <w:rsid w:val="003D6426"/>
    <w:rsid w:val="003D6F3F"/>
    <w:rsid w:val="003D7037"/>
    <w:rsid w:val="003D74B0"/>
    <w:rsid w:val="003D7ABA"/>
    <w:rsid w:val="003D7FBD"/>
    <w:rsid w:val="003E0226"/>
    <w:rsid w:val="003E0F6B"/>
    <w:rsid w:val="003E13BB"/>
    <w:rsid w:val="003E1D44"/>
    <w:rsid w:val="003E2306"/>
    <w:rsid w:val="003E23F1"/>
    <w:rsid w:val="003E25D4"/>
    <w:rsid w:val="003E26E8"/>
    <w:rsid w:val="003E27D9"/>
    <w:rsid w:val="003E2ADD"/>
    <w:rsid w:val="003E2BDC"/>
    <w:rsid w:val="003E2C7F"/>
    <w:rsid w:val="003E326B"/>
    <w:rsid w:val="003E3467"/>
    <w:rsid w:val="003E34F2"/>
    <w:rsid w:val="003E3CC3"/>
    <w:rsid w:val="003E3DCA"/>
    <w:rsid w:val="003E3FE4"/>
    <w:rsid w:val="003E4043"/>
    <w:rsid w:val="003E4157"/>
    <w:rsid w:val="003E44ED"/>
    <w:rsid w:val="003E456D"/>
    <w:rsid w:val="003E4996"/>
    <w:rsid w:val="003E4C49"/>
    <w:rsid w:val="003E4D57"/>
    <w:rsid w:val="003E565E"/>
    <w:rsid w:val="003E5D1B"/>
    <w:rsid w:val="003E6037"/>
    <w:rsid w:val="003E6E62"/>
    <w:rsid w:val="003E6F4D"/>
    <w:rsid w:val="003E72B2"/>
    <w:rsid w:val="003E7865"/>
    <w:rsid w:val="003E7B4F"/>
    <w:rsid w:val="003E7C43"/>
    <w:rsid w:val="003F0008"/>
    <w:rsid w:val="003F1382"/>
    <w:rsid w:val="003F1961"/>
    <w:rsid w:val="003F1963"/>
    <w:rsid w:val="003F1E11"/>
    <w:rsid w:val="003F2043"/>
    <w:rsid w:val="003F20F7"/>
    <w:rsid w:val="003F2FBD"/>
    <w:rsid w:val="003F35BA"/>
    <w:rsid w:val="003F3647"/>
    <w:rsid w:val="003F36CE"/>
    <w:rsid w:val="003F3B0A"/>
    <w:rsid w:val="003F4251"/>
    <w:rsid w:val="003F4262"/>
    <w:rsid w:val="003F4AF3"/>
    <w:rsid w:val="003F4CFF"/>
    <w:rsid w:val="003F522B"/>
    <w:rsid w:val="003F5840"/>
    <w:rsid w:val="003F5C20"/>
    <w:rsid w:val="003F6449"/>
    <w:rsid w:val="003F76C5"/>
    <w:rsid w:val="003F7C01"/>
    <w:rsid w:val="003F7D68"/>
    <w:rsid w:val="00400067"/>
    <w:rsid w:val="00400552"/>
    <w:rsid w:val="00400BFB"/>
    <w:rsid w:val="00400D77"/>
    <w:rsid w:val="004015BF"/>
    <w:rsid w:val="004017B0"/>
    <w:rsid w:val="00401829"/>
    <w:rsid w:val="00401B4E"/>
    <w:rsid w:val="00401E46"/>
    <w:rsid w:val="00401EC3"/>
    <w:rsid w:val="00402027"/>
    <w:rsid w:val="0040219A"/>
    <w:rsid w:val="004021FE"/>
    <w:rsid w:val="00402551"/>
    <w:rsid w:val="0040266E"/>
    <w:rsid w:val="0040295B"/>
    <w:rsid w:val="00402BD3"/>
    <w:rsid w:val="004042E6"/>
    <w:rsid w:val="004045F6"/>
    <w:rsid w:val="00404B00"/>
    <w:rsid w:val="00405327"/>
    <w:rsid w:val="00405749"/>
    <w:rsid w:val="00405CF1"/>
    <w:rsid w:val="00406126"/>
    <w:rsid w:val="0040624E"/>
    <w:rsid w:val="0040638C"/>
    <w:rsid w:val="00407C02"/>
    <w:rsid w:val="00407C1E"/>
    <w:rsid w:val="00407D92"/>
    <w:rsid w:val="0041023C"/>
    <w:rsid w:val="004102C2"/>
    <w:rsid w:val="0041037D"/>
    <w:rsid w:val="0041077C"/>
    <w:rsid w:val="0041105A"/>
    <w:rsid w:val="00411AF0"/>
    <w:rsid w:val="004125F7"/>
    <w:rsid w:val="00412B2B"/>
    <w:rsid w:val="00412C4A"/>
    <w:rsid w:val="00413357"/>
    <w:rsid w:val="00413477"/>
    <w:rsid w:val="00413732"/>
    <w:rsid w:val="00413BBF"/>
    <w:rsid w:val="00414546"/>
    <w:rsid w:val="00414B69"/>
    <w:rsid w:val="00414BA0"/>
    <w:rsid w:val="00414C2F"/>
    <w:rsid w:val="00414C99"/>
    <w:rsid w:val="00414F3B"/>
    <w:rsid w:val="0041508A"/>
    <w:rsid w:val="00415310"/>
    <w:rsid w:val="0041572B"/>
    <w:rsid w:val="004158C6"/>
    <w:rsid w:val="00415A56"/>
    <w:rsid w:val="00415BE9"/>
    <w:rsid w:val="00416AC0"/>
    <w:rsid w:val="00417307"/>
    <w:rsid w:val="00417658"/>
    <w:rsid w:val="0042073C"/>
    <w:rsid w:val="00420DFE"/>
    <w:rsid w:val="004214AB"/>
    <w:rsid w:val="004216C1"/>
    <w:rsid w:val="00421DB2"/>
    <w:rsid w:val="00422032"/>
    <w:rsid w:val="00422790"/>
    <w:rsid w:val="00422F20"/>
    <w:rsid w:val="00422FDD"/>
    <w:rsid w:val="0042325C"/>
    <w:rsid w:val="0042407F"/>
    <w:rsid w:val="004241A6"/>
    <w:rsid w:val="004242A5"/>
    <w:rsid w:val="00424A03"/>
    <w:rsid w:val="00424FDC"/>
    <w:rsid w:val="00425159"/>
    <w:rsid w:val="004256F3"/>
    <w:rsid w:val="00425D21"/>
    <w:rsid w:val="00426074"/>
    <w:rsid w:val="00426645"/>
    <w:rsid w:val="004266E8"/>
    <w:rsid w:val="004267C7"/>
    <w:rsid w:val="00426D07"/>
    <w:rsid w:val="00426DDD"/>
    <w:rsid w:val="00426EEA"/>
    <w:rsid w:val="0042702B"/>
    <w:rsid w:val="004270E5"/>
    <w:rsid w:val="00427264"/>
    <w:rsid w:val="004273EC"/>
    <w:rsid w:val="00427474"/>
    <w:rsid w:val="004300B5"/>
    <w:rsid w:val="00430326"/>
    <w:rsid w:val="00430335"/>
    <w:rsid w:val="00430CDB"/>
    <w:rsid w:val="00430EEA"/>
    <w:rsid w:val="00431012"/>
    <w:rsid w:val="004311B5"/>
    <w:rsid w:val="004318AC"/>
    <w:rsid w:val="00431B5B"/>
    <w:rsid w:val="00431F00"/>
    <w:rsid w:val="00432727"/>
    <w:rsid w:val="004328E9"/>
    <w:rsid w:val="00432A84"/>
    <w:rsid w:val="00432F4F"/>
    <w:rsid w:val="004330C9"/>
    <w:rsid w:val="0043313D"/>
    <w:rsid w:val="00433B85"/>
    <w:rsid w:val="004342EA"/>
    <w:rsid w:val="00434694"/>
    <w:rsid w:val="00434D53"/>
    <w:rsid w:val="00435089"/>
    <w:rsid w:val="0043521E"/>
    <w:rsid w:val="00435936"/>
    <w:rsid w:val="00435B52"/>
    <w:rsid w:val="00435BB2"/>
    <w:rsid w:val="00435C46"/>
    <w:rsid w:val="00436084"/>
    <w:rsid w:val="00436F56"/>
    <w:rsid w:val="00436F82"/>
    <w:rsid w:val="0043710C"/>
    <w:rsid w:val="004372D3"/>
    <w:rsid w:val="00437487"/>
    <w:rsid w:val="004400C1"/>
    <w:rsid w:val="004400DA"/>
    <w:rsid w:val="004404A3"/>
    <w:rsid w:val="004404D5"/>
    <w:rsid w:val="00440E9F"/>
    <w:rsid w:val="00441367"/>
    <w:rsid w:val="004413D9"/>
    <w:rsid w:val="00441A14"/>
    <w:rsid w:val="00441A6F"/>
    <w:rsid w:val="004420B0"/>
    <w:rsid w:val="004425F0"/>
    <w:rsid w:val="004426DA"/>
    <w:rsid w:val="004427F0"/>
    <w:rsid w:val="00442F0A"/>
    <w:rsid w:val="0044311C"/>
    <w:rsid w:val="004432C7"/>
    <w:rsid w:val="004435E6"/>
    <w:rsid w:val="004435FE"/>
    <w:rsid w:val="00443C83"/>
    <w:rsid w:val="00443C96"/>
    <w:rsid w:val="00444136"/>
    <w:rsid w:val="00444491"/>
    <w:rsid w:val="00444582"/>
    <w:rsid w:val="00444B31"/>
    <w:rsid w:val="004454E3"/>
    <w:rsid w:val="00445683"/>
    <w:rsid w:val="004459B5"/>
    <w:rsid w:val="00445CDB"/>
    <w:rsid w:val="00445DFC"/>
    <w:rsid w:val="004462E2"/>
    <w:rsid w:val="00446468"/>
    <w:rsid w:val="0044662E"/>
    <w:rsid w:val="00446829"/>
    <w:rsid w:val="004469E1"/>
    <w:rsid w:val="00446A33"/>
    <w:rsid w:val="00446CA6"/>
    <w:rsid w:val="00446FCA"/>
    <w:rsid w:val="004476D1"/>
    <w:rsid w:val="004477CA"/>
    <w:rsid w:val="00447E35"/>
    <w:rsid w:val="00447FB5"/>
    <w:rsid w:val="00450442"/>
    <w:rsid w:val="004505D7"/>
    <w:rsid w:val="00450E65"/>
    <w:rsid w:val="0045101A"/>
    <w:rsid w:val="00451D1E"/>
    <w:rsid w:val="00451FCA"/>
    <w:rsid w:val="0045203E"/>
    <w:rsid w:val="00452931"/>
    <w:rsid w:val="00453488"/>
    <w:rsid w:val="004534AD"/>
    <w:rsid w:val="004535B3"/>
    <w:rsid w:val="00453A84"/>
    <w:rsid w:val="00454308"/>
    <w:rsid w:val="00454420"/>
    <w:rsid w:val="00454FE6"/>
    <w:rsid w:val="004569EE"/>
    <w:rsid w:val="00456F51"/>
    <w:rsid w:val="0045702D"/>
    <w:rsid w:val="0045751E"/>
    <w:rsid w:val="004576E2"/>
    <w:rsid w:val="004576E5"/>
    <w:rsid w:val="00460680"/>
    <w:rsid w:val="00460CB6"/>
    <w:rsid w:val="00460FEE"/>
    <w:rsid w:val="00461156"/>
    <w:rsid w:val="00461245"/>
    <w:rsid w:val="00461263"/>
    <w:rsid w:val="00461311"/>
    <w:rsid w:val="0046182A"/>
    <w:rsid w:val="0046186C"/>
    <w:rsid w:val="00461BE4"/>
    <w:rsid w:val="00461F99"/>
    <w:rsid w:val="00461FA8"/>
    <w:rsid w:val="0046277F"/>
    <w:rsid w:val="004627B0"/>
    <w:rsid w:val="004628CA"/>
    <w:rsid w:val="00462F28"/>
    <w:rsid w:val="00462FED"/>
    <w:rsid w:val="00463163"/>
    <w:rsid w:val="00463254"/>
    <w:rsid w:val="004634E4"/>
    <w:rsid w:val="004639D9"/>
    <w:rsid w:val="0046439E"/>
    <w:rsid w:val="004645A2"/>
    <w:rsid w:val="00464626"/>
    <w:rsid w:val="004647B9"/>
    <w:rsid w:val="00464F9C"/>
    <w:rsid w:val="00465B6C"/>
    <w:rsid w:val="00465C43"/>
    <w:rsid w:val="00466205"/>
    <w:rsid w:val="004662A5"/>
    <w:rsid w:val="004670E1"/>
    <w:rsid w:val="00467A88"/>
    <w:rsid w:val="00467BFE"/>
    <w:rsid w:val="00467E9C"/>
    <w:rsid w:val="004700E3"/>
    <w:rsid w:val="004701EC"/>
    <w:rsid w:val="004708EB"/>
    <w:rsid w:val="004709E6"/>
    <w:rsid w:val="00470C82"/>
    <w:rsid w:val="00471E17"/>
    <w:rsid w:val="004723B3"/>
    <w:rsid w:val="004723F2"/>
    <w:rsid w:val="00472A4F"/>
    <w:rsid w:val="0047370F"/>
    <w:rsid w:val="00473D21"/>
    <w:rsid w:val="00473E34"/>
    <w:rsid w:val="004742C3"/>
    <w:rsid w:val="0047532C"/>
    <w:rsid w:val="0047546B"/>
    <w:rsid w:val="00476B9C"/>
    <w:rsid w:val="00476F11"/>
    <w:rsid w:val="00476F40"/>
    <w:rsid w:val="004770C1"/>
    <w:rsid w:val="00477E8A"/>
    <w:rsid w:val="00480144"/>
    <w:rsid w:val="004805DD"/>
    <w:rsid w:val="00481476"/>
    <w:rsid w:val="00481A4F"/>
    <w:rsid w:val="00481C60"/>
    <w:rsid w:val="00481E10"/>
    <w:rsid w:val="004820CD"/>
    <w:rsid w:val="00482178"/>
    <w:rsid w:val="00482E6E"/>
    <w:rsid w:val="00482EA6"/>
    <w:rsid w:val="00482EB4"/>
    <w:rsid w:val="00482F58"/>
    <w:rsid w:val="00483348"/>
    <w:rsid w:val="004839D7"/>
    <w:rsid w:val="00483E63"/>
    <w:rsid w:val="00484482"/>
    <w:rsid w:val="004844CF"/>
    <w:rsid w:val="00484A4B"/>
    <w:rsid w:val="00484AEA"/>
    <w:rsid w:val="00484F8D"/>
    <w:rsid w:val="00485101"/>
    <w:rsid w:val="00485221"/>
    <w:rsid w:val="004857AC"/>
    <w:rsid w:val="00486662"/>
    <w:rsid w:val="00486880"/>
    <w:rsid w:val="0048708B"/>
    <w:rsid w:val="0048716C"/>
    <w:rsid w:val="0048719D"/>
    <w:rsid w:val="0048731B"/>
    <w:rsid w:val="0048748B"/>
    <w:rsid w:val="00487814"/>
    <w:rsid w:val="00487AFC"/>
    <w:rsid w:val="00487B7A"/>
    <w:rsid w:val="00487DCE"/>
    <w:rsid w:val="00487FCA"/>
    <w:rsid w:val="00490172"/>
    <w:rsid w:val="00490437"/>
    <w:rsid w:val="004907F6"/>
    <w:rsid w:val="0049080B"/>
    <w:rsid w:val="0049093A"/>
    <w:rsid w:val="00490E41"/>
    <w:rsid w:val="00491AC3"/>
    <w:rsid w:val="00491AD7"/>
    <w:rsid w:val="00491ED6"/>
    <w:rsid w:val="00491FA9"/>
    <w:rsid w:val="00492093"/>
    <w:rsid w:val="0049248C"/>
    <w:rsid w:val="0049251F"/>
    <w:rsid w:val="0049293B"/>
    <w:rsid w:val="004929E5"/>
    <w:rsid w:val="00492BEA"/>
    <w:rsid w:val="00493365"/>
    <w:rsid w:val="00493574"/>
    <w:rsid w:val="00493911"/>
    <w:rsid w:val="00493BC8"/>
    <w:rsid w:val="00493C4A"/>
    <w:rsid w:val="00494270"/>
    <w:rsid w:val="00494B03"/>
    <w:rsid w:val="00494E2B"/>
    <w:rsid w:val="00494F5E"/>
    <w:rsid w:val="0049514A"/>
    <w:rsid w:val="004954A2"/>
    <w:rsid w:val="00495928"/>
    <w:rsid w:val="00495929"/>
    <w:rsid w:val="00495B6B"/>
    <w:rsid w:val="004964C4"/>
    <w:rsid w:val="004968D8"/>
    <w:rsid w:val="004969FF"/>
    <w:rsid w:val="00496A04"/>
    <w:rsid w:val="00496EF5"/>
    <w:rsid w:val="00497C4E"/>
    <w:rsid w:val="00497D58"/>
    <w:rsid w:val="004A022C"/>
    <w:rsid w:val="004A04E9"/>
    <w:rsid w:val="004A0CAA"/>
    <w:rsid w:val="004A0F3D"/>
    <w:rsid w:val="004A11EE"/>
    <w:rsid w:val="004A1422"/>
    <w:rsid w:val="004A1461"/>
    <w:rsid w:val="004A1747"/>
    <w:rsid w:val="004A1839"/>
    <w:rsid w:val="004A1856"/>
    <w:rsid w:val="004A19A1"/>
    <w:rsid w:val="004A19C0"/>
    <w:rsid w:val="004A1DA6"/>
    <w:rsid w:val="004A1DC0"/>
    <w:rsid w:val="004A25FF"/>
    <w:rsid w:val="004A2BE9"/>
    <w:rsid w:val="004A2C54"/>
    <w:rsid w:val="004A336A"/>
    <w:rsid w:val="004A340E"/>
    <w:rsid w:val="004A3877"/>
    <w:rsid w:val="004A3FB7"/>
    <w:rsid w:val="004A4593"/>
    <w:rsid w:val="004A4735"/>
    <w:rsid w:val="004A47BB"/>
    <w:rsid w:val="004A4914"/>
    <w:rsid w:val="004A54F6"/>
    <w:rsid w:val="004A5796"/>
    <w:rsid w:val="004A5B54"/>
    <w:rsid w:val="004A5D66"/>
    <w:rsid w:val="004A5F8C"/>
    <w:rsid w:val="004A6332"/>
    <w:rsid w:val="004A6896"/>
    <w:rsid w:val="004A6936"/>
    <w:rsid w:val="004A697B"/>
    <w:rsid w:val="004A6FE9"/>
    <w:rsid w:val="004A7024"/>
    <w:rsid w:val="004A746D"/>
    <w:rsid w:val="004A7865"/>
    <w:rsid w:val="004A78C1"/>
    <w:rsid w:val="004A7D74"/>
    <w:rsid w:val="004B011E"/>
    <w:rsid w:val="004B01D3"/>
    <w:rsid w:val="004B03FB"/>
    <w:rsid w:val="004B0F64"/>
    <w:rsid w:val="004B134D"/>
    <w:rsid w:val="004B1AEA"/>
    <w:rsid w:val="004B250A"/>
    <w:rsid w:val="004B3530"/>
    <w:rsid w:val="004B36AF"/>
    <w:rsid w:val="004B3768"/>
    <w:rsid w:val="004B419D"/>
    <w:rsid w:val="004B41F5"/>
    <w:rsid w:val="004B41FE"/>
    <w:rsid w:val="004B467F"/>
    <w:rsid w:val="004B4972"/>
    <w:rsid w:val="004B4C01"/>
    <w:rsid w:val="004B4C4C"/>
    <w:rsid w:val="004B4D3C"/>
    <w:rsid w:val="004B5015"/>
    <w:rsid w:val="004B52FF"/>
    <w:rsid w:val="004B5324"/>
    <w:rsid w:val="004B54FC"/>
    <w:rsid w:val="004B5E4B"/>
    <w:rsid w:val="004B6018"/>
    <w:rsid w:val="004B6129"/>
    <w:rsid w:val="004B640B"/>
    <w:rsid w:val="004B64B6"/>
    <w:rsid w:val="004B68B8"/>
    <w:rsid w:val="004B69E7"/>
    <w:rsid w:val="004B6D11"/>
    <w:rsid w:val="004B7982"/>
    <w:rsid w:val="004B7E89"/>
    <w:rsid w:val="004C0B24"/>
    <w:rsid w:val="004C1270"/>
    <w:rsid w:val="004C1825"/>
    <w:rsid w:val="004C19B9"/>
    <w:rsid w:val="004C1C76"/>
    <w:rsid w:val="004C1CF9"/>
    <w:rsid w:val="004C2868"/>
    <w:rsid w:val="004C2BCD"/>
    <w:rsid w:val="004C2F3C"/>
    <w:rsid w:val="004C3352"/>
    <w:rsid w:val="004C345A"/>
    <w:rsid w:val="004C34B6"/>
    <w:rsid w:val="004C3716"/>
    <w:rsid w:val="004C39BD"/>
    <w:rsid w:val="004C3D57"/>
    <w:rsid w:val="004C3F4F"/>
    <w:rsid w:val="004C4498"/>
    <w:rsid w:val="004C4C66"/>
    <w:rsid w:val="004C4C67"/>
    <w:rsid w:val="004C4CEB"/>
    <w:rsid w:val="004C50E0"/>
    <w:rsid w:val="004C54A0"/>
    <w:rsid w:val="004C6DE9"/>
    <w:rsid w:val="004C7400"/>
    <w:rsid w:val="004C7556"/>
    <w:rsid w:val="004C7712"/>
    <w:rsid w:val="004C78BD"/>
    <w:rsid w:val="004C7A5C"/>
    <w:rsid w:val="004C7A61"/>
    <w:rsid w:val="004C7E69"/>
    <w:rsid w:val="004C7EDB"/>
    <w:rsid w:val="004C7F12"/>
    <w:rsid w:val="004D004F"/>
    <w:rsid w:val="004D04A3"/>
    <w:rsid w:val="004D0B19"/>
    <w:rsid w:val="004D0BF6"/>
    <w:rsid w:val="004D0CE0"/>
    <w:rsid w:val="004D139A"/>
    <w:rsid w:val="004D14DF"/>
    <w:rsid w:val="004D15B3"/>
    <w:rsid w:val="004D185F"/>
    <w:rsid w:val="004D198F"/>
    <w:rsid w:val="004D1CBF"/>
    <w:rsid w:val="004D24E0"/>
    <w:rsid w:val="004D25D8"/>
    <w:rsid w:val="004D272B"/>
    <w:rsid w:val="004D2915"/>
    <w:rsid w:val="004D2A0E"/>
    <w:rsid w:val="004D2AF7"/>
    <w:rsid w:val="004D2E44"/>
    <w:rsid w:val="004D2E9A"/>
    <w:rsid w:val="004D35B3"/>
    <w:rsid w:val="004D35DF"/>
    <w:rsid w:val="004D38DB"/>
    <w:rsid w:val="004D3CBC"/>
    <w:rsid w:val="004D436E"/>
    <w:rsid w:val="004D44B9"/>
    <w:rsid w:val="004D48C0"/>
    <w:rsid w:val="004D4932"/>
    <w:rsid w:val="004D4E88"/>
    <w:rsid w:val="004D50A4"/>
    <w:rsid w:val="004D56C5"/>
    <w:rsid w:val="004D60A9"/>
    <w:rsid w:val="004D6504"/>
    <w:rsid w:val="004D68E8"/>
    <w:rsid w:val="004D725F"/>
    <w:rsid w:val="004D770E"/>
    <w:rsid w:val="004D7D46"/>
    <w:rsid w:val="004E0794"/>
    <w:rsid w:val="004E093E"/>
    <w:rsid w:val="004E151B"/>
    <w:rsid w:val="004E152C"/>
    <w:rsid w:val="004E1AD3"/>
    <w:rsid w:val="004E1E8B"/>
    <w:rsid w:val="004E1FAA"/>
    <w:rsid w:val="004E2558"/>
    <w:rsid w:val="004E271C"/>
    <w:rsid w:val="004E28BF"/>
    <w:rsid w:val="004E2A2F"/>
    <w:rsid w:val="004E2A81"/>
    <w:rsid w:val="004E2D76"/>
    <w:rsid w:val="004E301E"/>
    <w:rsid w:val="004E3120"/>
    <w:rsid w:val="004E320C"/>
    <w:rsid w:val="004E3BCC"/>
    <w:rsid w:val="004E3D45"/>
    <w:rsid w:val="004E3D97"/>
    <w:rsid w:val="004E3DC2"/>
    <w:rsid w:val="004E3DE2"/>
    <w:rsid w:val="004E42A5"/>
    <w:rsid w:val="004E42AC"/>
    <w:rsid w:val="004E42F8"/>
    <w:rsid w:val="004E48E1"/>
    <w:rsid w:val="004E4AEA"/>
    <w:rsid w:val="004E4D50"/>
    <w:rsid w:val="004E5346"/>
    <w:rsid w:val="004E575F"/>
    <w:rsid w:val="004E5B65"/>
    <w:rsid w:val="004E623E"/>
    <w:rsid w:val="004E6F81"/>
    <w:rsid w:val="004E7966"/>
    <w:rsid w:val="004E7A5A"/>
    <w:rsid w:val="004E7B93"/>
    <w:rsid w:val="004E7C5C"/>
    <w:rsid w:val="004E7F56"/>
    <w:rsid w:val="004E7F84"/>
    <w:rsid w:val="004E7FDC"/>
    <w:rsid w:val="004F063C"/>
    <w:rsid w:val="004F0694"/>
    <w:rsid w:val="004F0AE8"/>
    <w:rsid w:val="004F106A"/>
    <w:rsid w:val="004F1852"/>
    <w:rsid w:val="004F186F"/>
    <w:rsid w:val="004F18B6"/>
    <w:rsid w:val="004F1B2E"/>
    <w:rsid w:val="004F1D36"/>
    <w:rsid w:val="004F2DB9"/>
    <w:rsid w:val="004F2E83"/>
    <w:rsid w:val="004F2E8B"/>
    <w:rsid w:val="004F2FE9"/>
    <w:rsid w:val="004F3366"/>
    <w:rsid w:val="004F3377"/>
    <w:rsid w:val="004F3DEC"/>
    <w:rsid w:val="004F50BB"/>
    <w:rsid w:val="004F538E"/>
    <w:rsid w:val="004F5A4B"/>
    <w:rsid w:val="004F5D66"/>
    <w:rsid w:val="004F5E1E"/>
    <w:rsid w:val="004F5E65"/>
    <w:rsid w:val="004F5FF1"/>
    <w:rsid w:val="004F5FF5"/>
    <w:rsid w:val="004F6058"/>
    <w:rsid w:val="004F6242"/>
    <w:rsid w:val="004F64E3"/>
    <w:rsid w:val="004F6A8D"/>
    <w:rsid w:val="004F76C0"/>
    <w:rsid w:val="004F7BE3"/>
    <w:rsid w:val="00500868"/>
    <w:rsid w:val="005008C0"/>
    <w:rsid w:val="005008DD"/>
    <w:rsid w:val="005010AD"/>
    <w:rsid w:val="0050289D"/>
    <w:rsid w:val="00502C5A"/>
    <w:rsid w:val="00503152"/>
    <w:rsid w:val="00503A48"/>
    <w:rsid w:val="00504072"/>
    <w:rsid w:val="005043F7"/>
    <w:rsid w:val="00504562"/>
    <w:rsid w:val="00504852"/>
    <w:rsid w:val="00504F34"/>
    <w:rsid w:val="00504F96"/>
    <w:rsid w:val="005050E7"/>
    <w:rsid w:val="00505693"/>
    <w:rsid w:val="00505813"/>
    <w:rsid w:val="00505DDF"/>
    <w:rsid w:val="005067E1"/>
    <w:rsid w:val="00506B60"/>
    <w:rsid w:val="00506C5C"/>
    <w:rsid w:val="005073D7"/>
    <w:rsid w:val="00507E33"/>
    <w:rsid w:val="005108EB"/>
    <w:rsid w:val="0051095C"/>
    <w:rsid w:val="00510A11"/>
    <w:rsid w:val="00510F94"/>
    <w:rsid w:val="005110B3"/>
    <w:rsid w:val="0051119E"/>
    <w:rsid w:val="00511B06"/>
    <w:rsid w:val="005123D5"/>
    <w:rsid w:val="005125D7"/>
    <w:rsid w:val="00512622"/>
    <w:rsid w:val="005126A9"/>
    <w:rsid w:val="005127A0"/>
    <w:rsid w:val="005130CE"/>
    <w:rsid w:val="005131EC"/>
    <w:rsid w:val="005132FB"/>
    <w:rsid w:val="005135B8"/>
    <w:rsid w:val="005136B6"/>
    <w:rsid w:val="00513E2B"/>
    <w:rsid w:val="00513FCE"/>
    <w:rsid w:val="005141C2"/>
    <w:rsid w:val="00514220"/>
    <w:rsid w:val="00514781"/>
    <w:rsid w:val="005148A2"/>
    <w:rsid w:val="00514BDA"/>
    <w:rsid w:val="00514F95"/>
    <w:rsid w:val="00515632"/>
    <w:rsid w:val="00515BC2"/>
    <w:rsid w:val="00515C35"/>
    <w:rsid w:val="0051604F"/>
    <w:rsid w:val="0051652B"/>
    <w:rsid w:val="00516A65"/>
    <w:rsid w:val="00516ADA"/>
    <w:rsid w:val="00516ED0"/>
    <w:rsid w:val="00517366"/>
    <w:rsid w:val="00517A24"/>
    <w:rsid w:val="00517F24"/>
    <w:rsid w:val="005200BB"/>
    <w:rsid w:val="00520627"/>
    <w:rsid w:val="005207BC"/>
    <w:rsid w:val="00520C65"/>
    <w:rsid w:val="00521045"/>
    <w:rsid w:val="00521220"/>
    <w:rsid w:val="005216E3"/>
    <w:rsid w:val="00521E71"/>
    <w:rsid w:val="005220F7"/>
    <w:rsid w:val="0052216C"/>
    <w:rsid w:val="0052247D"/>
    <w:rsid w:val="00522830"/>
    <w:rsid w:val="00522979"/>
    <w:rsid w:val="00522D60"/>
    <w:rsid w:val="00522FAB"/>
    <w:rsid w:val="005230BF"/>
    <w:rsid w:val="005234AF"/>
    <w:rsid w:val="0052394B"/>
    <w:rsid w:val="005239F6"/>
    <w:rsid w:val="00523F70"/>
    <w:rsid w:val="005243F0"/>
    <w:rsid w:val="00524497"/>
    <w:rsid w:val="005246AC"/>
    <w:rsid w:val="00524E51"/>
    <w:rsid w:val="00524F26"/>
    <w:rsid w:val="00524FD8"/>
    <w:rsid w:val="005254F0"/>
    <w:rsid w:val="00525646"/>
    <w:rsid w:val="005256A9"/>
    <w:rsid w:val="00525942"/>
    <w:rsid w:val="0052594D"/>
    <w:rsid w:val="00525CA3"/>
    <w:rsid w:val="00525F04"/>
    <w:rsid w:val="0052676E"/>
    <w:rsid w:val="00526A5C"/>
    <w:rsid w:val="00527882"/>
    <w:rsid w:val="00530422"/>
    <w:rsid w:val="005308E0"/>
    <w:rsid w:val="00530954"/>
    <w:rsid w:val="00530E40"/>
    <w:rsid w:val="005313C1"/>
    <w:rsid w:val="005319EF"/>
    <w:rsid w:val="00531A0C"/>
    <w:rsid w:val="00531A3B"/>
    <w:rsid w:val="00531A6F"/>
    <w:rsid w:val="00531E66"/>
    <w:rsid w:val="00532682"/>
    <w:rsid w:val="005327A9"/>
    <w:rsid w:val="00532B62"/>
    <w:rsid w:val="00532C07"/>
    <w:rsid w:val="00533296"/>
    <w:rsid w:val="005334FA"/>
    <w:rsid w:val="00533795"/>
    <w:rsid w:val="0053410D"/>
    <w:rsid w:val="005345C9"/>
    <w:rsid w:val="00534680"/>
    <w:rsid w:val="00534C3B"/>
    <w:rsid w:val="00534E65"/>
    <w:rsid w:val="00535144"/>
    <w:rsid w:val="005351A7"/>
    <w:rsid w:val="00535872"/>
    <w:rsid w:val="005358FE"/>
    <w:rsid w:val="00536019"/>
    <w:rsid w:val="0053679D"/>
    <w:rsid w:val="00536811"/>
    <w:rsid w:val="0053699B"/>
    <w:rsid w:val="00536D5F"/>
    <w:rsid w:val="00536DE7"/>
    <w:rsid w:val="00536DF1"/>
    <w:rsid w:val="00536F3E"/>
    <w:rsid w:val="0053748C"/>
    <w:rsid w:val="005374D0"/>
    <w:rsid w:val="005375BA"/>
    <w:rsid w:val="005379C7"/>
    <w:rsid w:val="00537B59"/>
    <w:rsid w:val="00540199"/>
    <w:rsid w:val="005406FA"/>
    <w:rsid w:val="00540859"/>
    <w:rsid w:val="00540F69"/>
    <w:rsid w:val="005412C1"/>
    <w:rsid w:val="005414D2"/>
    <w:rsid w:val="00541679"/>
    <w:rsid w:val="00541A3E"/>
    <w:rsid w:val="00541E05"/>
    <w:rsid w:val="005420A7"/>
    <w:rsid w:val="00542103"/>
    <w:rsid w:val="0054291A"/>
    <w:rsid w:val="0054298E"/>
    <w:rsid w:val="00542B6C"/>
    <w:rsid w:val="00542C14"/>
    <w:rsid w:val="00543B96"/>
    <w:rsid w:val="00543D23"/>
    <w:rsid w:val="0054400E"/>
    <w:rsid w:val="0054410F"/>
    <w:rsid w:val="0054435C"/>
    <w:rsid w:val="00544633"/>
    <w:rsid w:val="005449A3"/>
    <w:rsid w:val="00544A7C"/>
    <w:rsid w:val="005450F0"/>
    <w:rsid w:val="005456D2"/>
    <w:rsid w:val="00545D05"/>
    <w:rsid w:val="00546C14"/>
    <w:rsid w:val="00546C83"/>
    <w:rsid w:val="00546EDA"/>
    <w:rsid w:val="005472B2"/>
    <w:rsid w:val="00547358"/>
    <w:rsid w:val="0054743A"/>
    <w:rsid w:val="005479DF"/>
    <w:rsid w:val="00550089"/>
    <w:rsid w:val="00550549"/>
    <w:rsid w:val="00550E49"/>
    <w:rsid w:val="005511AB"/>
    <w:rsid w:val="00551A29"/>
    <w:rsid w:val="00552D51"/>
    <w:rsid w:val="00553529"/>
    <w:rsid w:val="005538A7"/>
    <w:rsid w:val="0055402A"/>
    <w:rsid w:val="005543B1"/>
    <w:rsid w:val="00554439"/>
    <w:rsid w:val="005547F3"/>
    <w:rsid w:val="0055480C"/>
    <w:rsid w:val="005549B0"/>
    <w:rsid w:val="005549C8"/>
    <w:rsid w:val="00554C9A"/>
    <w:rsid w:val="00554CC9"/>
    <w:rsid w:val="00554DBD"/>
    <w:rsid w:val="0055526E"/>
    <w:rsid w:val="0055562D"/>
    <w:rsid w:val="005558F3"/>
    <w:rsid w:val="00555F51"/>
    <w:rsid w:val="0055623B"/>
    <w:rsid w:val="00556ED0"/>
    <w:rsid w:val="005576F7"/>
    <w:rsid w:val="00557854"/>
    <w:rsid w:val="005579C8"/>
    <w:rsid w:val="005579CD"/>
    <w:rsid w:val="00557CEA"/>
    <w:rsid w:val="00557D0A"/>
    <w:rsid w:val="00560614"/>
    <w:rsid w:val="0056077A"/>
    <w:rsid w:val="00560929"/>
    <w:rsid w:val="00560A02"/>
    <w:rsid w:val="00560A8E"/>
    <w:rsid w:val="00560D59"/>
    <w:rsid w:val="00560FF4"/>
    <w:rsid w:val="005615BD"/>
    <w:rsid w:val="005619F2"/>
    <w:rsid w:val="00561A57"/>
    <w:rsid w:val="00561B30"/>
    <w:rsid w:val="005620AB"/>
    <w:rsid w:val="00562925"/>
    <w:rsid w:val="00562BAD"/>
    <w:rsid w:val="00562BE7"/>
    <w:rsid w:val="005630B7"/>
    <w:rsid w:val="00563444"/>
    <w:rsid w:val="0056356B"/>
    <w:rsid w:val="00563609"/>
    <w:rsid w:val="0056374B"/>
    <w:rsid w:val="00563999"/>
    <w:rsid w:val="005639A4"/>
    <w:rsid w:val="00563B92"/>
    <w:rsid w:val="00563BB9"/>
    <w:rsid w:val="00563E80"/>
    <w:rsid w:val="00563FB3"/>
    <w:rsid w:val="00563FDD"/>
    <w:rsid w:val="005644ED"/>
    <w:rsid w:val="00564A0D"/>
    <w:rsid w:val="00564ACF"/>
    <w:rsid w:val="00565818"/>
    <w:rsid w:val="00565BE9"/>
    <w:rsid w:val="0056649A"/>
    <w:rsid w:val="00567049"/>
    <w:rsid w:val="005674D7"/>
    <w:rsid w:val="00567541"/>
    <w:rsid w:val="005679D7"/>
    <w:rsid w:val="005709AA"/>
    <w:rsid w:val="00570A8A"/>
    <w:rsid w:val="00570E89"/>
    <w:rsid w:val="00571C65"/>
    <w:rsid w:val="00571D84"/>
    <w:rsid w:val="00572052"/>
    <w:rsid w:val="0057222B"/>
    <w:rsid w:val="00572CB4"/>
    <w:rsid w:val="00572EE0"/>
    <w:rsid w:val="00573963"/>
    <w:rsid w:val="00573C76"/>
    <w:rsid w:val="00574148"/>
    <w:rsid w:val="0057416D"/>
    <w:rsid w:val="005744F4"/>
    <w:rsid w:val="0057454C"/>
    <w:rsid w:val="005749B2"/>
    <w:rsid w:val="00574A76"/>
    <w:rsid w:val="00574C83"/>
    <w:rsid w:val="00574F2C"/>
    <w:rsid w:val="00574F8A"/>
    <w:rsid w:val="00575AFE"/>
    <w:rsid w:val="005769C1"/>
    <w:rsid w:val="00576D6E"/>
    <w:rsid w:val="00577105"/>
    <w:rsid w:val="00577256"/>
    <w:rsid w:val="005774CD"/>
    <w:rsid w:val="005775D4"/>
    <w:rsid w:val="005776B4"/>
    <w:rsid w:val="00577DF2"/>
    <w:rsid w:val="00577E9C"/>
    <w:rsid w:val="005806A4"/>
    <w:rsid w:val="00580795"/>
    <w:rsid w:val="0058095E"/>
    <w:rsid w:val="00580B9B"/>
    <w:rsid w:val="00580C68"/>
    <w:rsid w:val="00580F6E"/>
    <w:rsid w:val="00581A6C"/>
    <w:rsid w:val="00581AF2"/>
    <w:rsid w:val="00582466"/>
    <w:rsid w:val="005824B1"/>
    <w:rsid w:val="005824E7"/>
    <w:rsid w:val="0058260F"/>
    <w:rsid w:val="00582A6A"/>
    <w:rsid w:val="0058324E"/>
    <w:rsid w:val="00583527"/>
    <w:rsid w:val="005835E4"/>
    <w:rsid w:val="00583A7F"/>
    <w:rsid w:val="00583B38"/>
    <w:rsid w:val="00583D20"/>
    <w:rsid w:val="00584327"/>
    <w:rsid w:val="0058441D"/>
    <w:rsid w:val="0058448A"/>
    <w:rsid w:val="005845E4"/>
    <w:rsid w:val="00584716"/>
    <w:rsid w:val="00584A86"/>
    <w:rsid w:val="00584CD0"/>
    <w:rsid w:val="00584CD2"/>
    <w:rsid w:val="00585D71"/>
    <w:rsid w:val="00585FD6"/>
    <w:rsid w:val="005861AF"/>
    <w:rsid w:val="00586C16"/>
    <w:rsid w:val="00587016"/>
    <w:rsid w:val="00587144"/>
    <w:rsid w:val="0058738E"/>
    <w:rsid w:val="00587575"/>
    <w:rsid w:val="0058768F"/>
    <w:rsid w:val="0058773F"/>
    <w:rsid w:val="005878AB"/>
    <w:rsid w:val="00587B3F"/>
    <w:rsid w:val="00587D4A"/>
    <w:rsid w:val="00587DC4"/>
    <w:rsid w:val="00590081"/>
    <w:rsid w:val="005900DF"/>
    <w:rsid w:val="005901DD"/>
    <w:rsid w:val="00590AE0"/>
    <w:rsid w:val="00592973"/>
    <w:rsid w:val="005929A9"/>
    <w:rsid w:val="00592E03"/>
    <w:rsid w:val="005930A3"/>
    <w:rsid w:val="005932E0"/>
    <w:rsid w:val="0059389A"/>
    <w:rsid w:val="00593ACD"/>
    <w:rsid w:val="0059413D"/>
    <w:rsid w:val="0059473A"/>
    <w:rsid w:val="00594877"/>
    <w:rsid w:val="00594B63"/>
    <w:rsid w:val="00595459"/>
    <w:rsid w:val="0059577D"/>
    <w:rsid w:val="00595A4C"/>
    <w:rsid w:val="00595C12"/>
    <w:rsid w:val="005960BB"/>
    <w:rsid w:val="0059654D"/>
    <w:rsid w:val="00596D65"/>
    <w:rsid w:val="005978F4"/>
    <w:rsid w:val="00597F10"/>
    <w:rsid w:val="005A04C6"/>
    <w:rsid w:val="005A054D"/>
    <w:rsid w:val="005A06EA"/>
    <w:rsid w:val="005A0752"/>
    <w:rsid w:val="005A0785"/>
    <w:rsid w:val="005A0AB0"/>
    <w:rsid w:val="005A0CDF"/>
    <w:rsid w:val="005A0F6E"/>
    <w:rsid w:val="005A0FDA"/>
    <w:rsid w:val="005A132E"/>
    <w:rsid w:val="005A1A70"/>
    <w:rsid w:val="005A1AE6"/>
    <w:rsid w:val="005A1BD3"/>
    <w:rsid w:val="005A2517"/>
    <w:rsid w:val="005A2D00"/>
    <w:rsid w:val="005A2D90"/>
    <w:rsid w:val="005A2F92"/>
    <w:rsid w:val="005A31D1"/>
    <w:rsid w:val="005A35CB"/>
    <w:rsid w:val="005A37C4"/>
    <w:rsid w:val="005A3A95"/>
    <w:rsid w:val="005A3C5C"/>
    <w:rsid w:val="005A3F08"/>
    <w:rsid w:val="005A3F95"/>
    <w:rsid w:val="005A4378"/>
    <w:rsid w:val="005A43CD"/>
    <w:rsid w:val="005A4414"/>
    <w:rsid w:val="005A48BA"/>
    <w:rsid w:val="005A4B47"/>
    <w:rsid w:val="005A4CB4"/>
    <w:rsid w:val="005A4CDB"/>
    <w:rsid w:val="005A4F17"/>
    <w:rsid w:val="005A516B"/>
    <w:rsid w:val="005A52AE"/>
    <w:rsid w:val="005A5416"/>
    <w:rsid w:val="005A5676"/>
    <w:rsid w:val="005A56DD"/>
    <w:rsid w:val="005A5BF8"/>
    <w:rsid w:val="005A6281"/>
    <w:rsid w:val="005A65E6"/>
    <w:rsid w:val="005A699C"/>
    <w:rsid w:val="005A6C06"/>
    <w:rsid w:val="005A6DFC"/>
    <w:rsid w:val="005A6FE7"/>
    <w:rsid w:val="005A70B2"/>
    <w:rsid w:val="005A720A"/>
    <w:rsid w:val="005A7864"/>
    <w:rsid w:val="005A7C58"/>
    <w:rsid w:val="005A7FF3"/>
    <w:rsid w:val="005B0160"/>
    <w:rsid w:val="005B0891"/>
    <w:rsid w:val="005B0974"/>
    <w:rsid w:val="005B0A76"/>
    <w:rsid w:val="005B1813"/>
    <w:rsid w:val="005B1BE8"/>
    <w:rsid w:val="005B1D8A"/>
    <w:rsid w:val="005B207B"/>
    <w:rsid w:val="005B2157"/>
    <w:rsid w:val="005B2603"/>
    <w:rsid w:val="005B27D0"/>
    <w:rsid w:val="005B313E"/>
    <w:rsid w:val="005B3DD5"/>
    <w:rsid w:val="005B43C9"/>
    <w:rsid w:val="005B445F"/>
    <w:rsid w:val="005B4501"/>
    <w:rsid w:val="005B4558"/>
    <w:rsid w:val="005B4CDF"/>
    <w:rsid w:val="005B4E52"/>
    <w:rsid w:val="005B59AA"/>
    <w:rsid w:val="005B6BE9"/>
    <w:rsid w:val="005B6C7E"/>
    <w:rsid w:val="005B6ED1"/>
    <w:rsid w:val="005B7B97"/>
    <w:rsid w:val="005B7D0F"/>
    <w:rsid w:val="005C043C"/>
    <w:rsid w:val="005C0811"/>
    <w:rsid w:val="005C0EA9"/>
    <w:rsid w:val="005C0FFC"/>
    <w:rsid w:val="005C17EC"/>
    <w:rsid w:val="005C1810"/>
    <w:rsid w:val="005C24B2"/>
    <w:rsid w:val="005C3724"/>
    <w:rsid w:val="005C3E95"/>
    <w:rsid w:val="005C46B9"/>
    <w:rsid w:val="005C4B0D"/>
    <w:rsid w:val="005C5643"/>
    <w:rsid w:val="005C5652"/>
    <w:rsid w:val="005C56E4"/>
    <w:rsid w:val="005C5754"/>
    <w:rsid w:val="005C598A"/>
    <w:rsid w:val="005C5EB7"/>
    <w:rsid w:val="005C669A"/>
    <w:rsid w:val="005C6C63"/>
    <w:rsid w:val="005C762D"/>
    <w:rsid w:val="005C7A05"/>
    <w:rsid w:val="005C7D0C"/>
    <w:rsid w:val="005C7E56"/>
    <w:rsid w:val="005D05C9"/>
    <w:rsid w:val="005D07A3"/>
    <w:rsid w:val="005D0967"/>
    <w:rsid w:val="005D0D13"/>
    <w:rsid w:val="005D1416"/>
    <w:rsid w:val="005D165C"/>
    <w:rsid w:val="005D1C11"/>
    <w:rsid w:val="005D1D43"/>
    <w:rsid w:val="005D2188"/>
    <w:rsid w:val="005D239D"/>
    <w:rsid w:val="005D2411"/>
    <w:rsid w:val="005D286E"/>
    <w:rsid w:val="005D2F04"/>
    <w:rsid w:val="005D31AA"/>
    <w:rsid w:val="005D36A8"/>
    <w:rsid w:val="005D3B09"/>
    <w:rsid w:val="005D4044"/>
    <w:rsid w:val="005D42D6"/>
    <w:rsid w:val="005D447B"/>
    <w:rsid w:val="005D44AC"/>
    <w:rsid w:val="005D47AA"/>
    <w:rsid w:val="005D4A11"/>
    <w:rsid w:val="005D5611"/>
    <w:rsid w:val="005D5A84"/>
    <w:rsid w:val="005D675E"/>
    <w:rsid w:val="005D6B03"/>
    <w:rsid w:val="005D73F7"/>
    <w:rsid w:val="005D7C2F"/>
    <w:rsid w:val="005D7F35"/>
    <w:rsid w:val="005E09B3"/>
    <w:rsid w:val="005E0A13"/>
    <w:rsid w:val="005E0A1D"/>
    <w:rsid w:val="005E12A6"/>
    <w:rsid w:val="005E19CF"/>
    <w:rsid w:val="005E1C50"/>
    <w:rsid w:val="005E1E15"/>
    <w:rsid w:val="005E1E36"/>
    <w:rsid w:val="005E22F0"/>
    <w:rsid w:val="005E275D"/>
    <w:rsid w:val="005E2A5C"/>
    <w:rsid w:val="005E2D4E"/>
    <w:rsid w:val="005E2EF4"/>
    <w:rsid w:val="005E33A4"/>
    <w:rsid w:val="005E357A"/>
    <w:rsid w:val="005E39C7"/>
    <w:rsid w:val="005E436D"/>
    <w:rsid w:val="005E49EF"/>
    <w:rsid w:val="005E4A27"/>
    <w:rsid w:val="005E4A35"/>
    <w:rsid w:val="005E5043"/>
    <w:rsid w:val="005E51D6"/>
    <w:rsid w:val="005E53F4"/>
    <w:rsid w:val="005E55E1"/>
    <w:rsid w:val="005E56DC"/>
    <w:rsid w:val="005E5C12"/>
    <w:rsid w:val="005E5F08"/>
    <w:rsid w:val="005E77C6"/>
    <w:rsid w:val="005E7CD8"/>
    <w:rsid w:val="005E7DF4"/>
    <w:rsid w:val="005E7F6D"/>
    <w:rsid w:val="005F031B"/>
    <w:rsid w:val="005F0F35"/>
    <w:rsid w:val="005F15B4"/>
    <w:rsid w:val="005F15FB"/>
    <w:rsid w:val="005F1A34"/>
    <w:rsid w:val="005F2C73"/>
    <w:rsid w:val="005F2CA7"/>
    <w:rsid w:val="005F2CBA"/>
    <w:rsid w:val="005F2F24"/>
    <w:rsid w:val="005F2F9B"/>
    <w:rsid w:val="005F2FE6"/>
    <w:rsid w:val="005F42B8"/>
    <w:rsid w:val="005F49A7"/>
    <w:rsid w:val="005F4C91"/>
    <w:rsid w:val="005F4DE5"/>
    <w:rsid w:val="005F591A"/>
    <w:rsid w:val="005F5CB5"/>
    <w:rsid w:val="005F5E88"/>
    <w:rsid w:val="005F623E"/>
    <w:rsid w:val="005F6426"/>
    <w:rsid w:val="005F672A"/>
    <w:rsid w:val="005F6B2D"/>
    <w:rsid w:val="005F7152"/>
    <w:rsid w:val="005F73D0"/>
    <w:rsid w:val="005F7644"/>
    <w:rsid w:val="005F766F"/>
    <w:rsid w:val="005F7673"/>
    <w:rsid w:val="005F7BB4"/>
    <w:rsid w:val="005F7BF4"/>
    <w:rsid w:val="00600BE1"/>
    <w:rsid w:val="006010FD"/>
    <w:rsid w:val="00601518"/>
    <w:rsid w:val="00602BEB"/>
    <w:rsid w:val="00602DD7"/>
    <w:rsid w:val="00602F8B"/>
    <w:rsid w:val="006035CC"/>
    <w:rsid w:val="0060362A"/>
    <w:rsid w:val="00603F3E"/>
    <w:rsid w:val="00603FB8"/>
    <w:rsid w:val="006042E6"/>
    <w:rsid w:val="006044E2"/>
    <w:rsid w:val="00604EA9"/>
    <w:rsid w:val="00605243"/>
    <w:rsid w:val="00605426"/>
    <w:rsid w:val="00605D08"/>
    <w:rsid w:val="00605EF1"/>
    <w:rsid w:val="0060642D"/>
    <w:rsid w:val="0060663D"/>
    <w:rsid w:val="0060680C"/>
    <w:rsid w:val="00606BF9"/>
    <w:rsid w:val="00606E6F"/>
    <w:rsid w:val="006071CB"/>
    <w:rsid w:val="006073D4"/>
    <w:rsid w:val="00607438"/>
    <w:rsid w:val="006076DD"/>
    <w:rsid w:val="00607E0E"/>
    <w:rsid w:val="00607EB0"/>
    <w:rsid w:val="00607EEE"/>
    <w:rsid w:val="0061018B"/>
    <w:rsid w:val="00610220"/>
    <w:rsid w:val="00611213"/>
    <w:rsid w:val="006117E4"/>
    <w:rsid w:val="006118EF"/>
    <w:rsid w:val="00611A29"/>
    <w:rsid w:val="00611C6F"/>
    <w:rsid w:val="00611D11"/>
    <w:rsid w:val="00611F93"/>
    <w:rsid w:val="00611FC4"/>
    <w:rsid w:val="00612744"/>
    <w:rsid w:val="00612AAA"/>
    <w:rsid w:val="00612D8C"/>
    <w:rsid w:val="00612DBD"/>
    <w:rsid w:val="00612E62"/>
    <w:rsid w:val="00613280"/>
    <w:rsid w:val="006135F1"/>
    <w:rsid w:val="00613C16"/>
    <w:rsid w:val="006141B2"/>
    <w:rsid w:val="006141CD"/>
    <w:rsid w:val="00614956"/>
    <w:rsid w:val="00614A11"/>
    <w:rsid w:val="00614A70"/>
    <w:rsid w:val="00614B14"/>
    <w:rsid w:val="00614D1F"/>
    <w:rsid w:val="006156B0"/>
    <w:rsid w:val="006159A3"/>
    <w:rsid w:val="00615C75"/>
    <w:rsid w:val="0061640B"/>
    <w:rsid w:val="006169E0"/>
    <w:rsid w:val="00616DBA"/>
    <w:rsid w:val="00620108"/>
    <w:rsid w:val="0062019C"/>
    <w:rsid w:val="0062072D"/>
    <w:rsid w:val="00620E86"/>
    <w:rsid w:val="0062111E"/>
    <w:rsid w:val="00621566"/>
    <w:rsid w:val="00621946"/>
    <w:rsid w:val="00621F0A"/>
    <w:rsid w:val="0062209A"/>
    <w:rsid w:val="00622202"/>
    <w:rsid w:val="006228BA"/>
    <w:rsid w:val="006228E7"/>
    <w:rsid w:val="006232C6"/>
    <w:rsid w:val="00623A7B"/>
    <w:rsid w:val="00623B9F"/>
    <w:rsid w:val="00623C83"/>
    <w:rsid w:val="006249FB"/>
    <w:rsid w:val="00624C2B"/>
    <w:rsid w:val="00624F0D"/>
    <w:rsid w:val="00624FF5"/>
    <w:rsid w:val="00625AD9"/>
    <w:rsid w:val="00625B57"/>
    <w:rsid w:val="006261AC"/>
    <w:rsid w:val="00626CC1"/>
    <w:rsid w:val="00627226"/>
    <w:rsid w:val="0062723D"/>
    <w:rsid w:val="006274F7"/>
    <w:rsid w:val="0062770B"/>
    <w:rsid w:val="0062786C"/>
    <w:rsid w:val="00627AB7"/>
    <w:rsid w:val="00627B23"/>
    <w:rsid w:val="00627BFD"/>
    <w:rsid w:val="00627EC0"/>
    <w:rsid w:val="006303A8"/>
    <w:rsid w:val="00630524"/>
    <w:rsid w:val="00630643"/>
    <w:rsid w:val="006307A1"/>
    <w:rsid w:val="00631973"/>
    <w:rsid w:val="00632773"/>
    <w:rsid w:val="006328A5"/>
    <w:rsid w:val="00632E14"/>
    <w:rsid w:val="00633FE2"/>
    <w:rsid w:val="0063411B"/>
    <w:rsid w:val="00634727"/>
    <w:rsid w:val="00634C16"/>
    <w:rsid w:val="006352B7"/>
    <w:rsid w:val="006352DA"/>
    <w:rsid w:val="0063560F"/>
    <w:rsid w:val="00635758"/>
    <w:rsid w:val="00635AEF"/>
    <w:rsid w:val="00636097"/>
    <w:rsid w:val="006363C5"/>
    <w:rsid w:val="006367C3"/>
    <w:rsid w:val="00636C82"/>
    <w:rsid w:val="00636DB1"/>
    <w:rsid w:val="0063734D"/>
    <w:rsid w:val="00637444"/>
    <w:rsid w:val="00637579"/>
    <w:rsid w:val="00637C92"/>
    <w:rsid w:val="0064058C"/>
    <w:rsid w:val="00640F39"/>
    <w:rsid w:val="00641721"/>
    <w:rsid w:val="0064193F"/>
    <w:rsid w:val="00641F5F"/>
    <w:rsid w:val="00641FC1"/>
    <w:rsid w:val="0064219A"/>
    <w:rsid w:val="00642265"/>
    <w:rsid w:val="00642842"/>
    <w:rsid w:val="0064317E"/>
    <w:rsid w:val="0064328B"/>
    <w:rsid w:val="0064362D"/>
    <w:rsid w:val="00643CE5"/>
    <w:rsid w:val="00643E82"/>
    <w:rsid w:val="006440A4"/>
    <w:rsid w:val="006441A8"/>
    <w:rsid w:val="006443AE"/>
    <w:rsid w:val="00644542"/>
    <w:rsid w:val="00644DD8"/>
    <w:rsid w:val="00645ADA"/>
    <w:rsid w:val="00645BCB"/>
    <w:rsid w:val="00646B55"/>
    <w:rsid w:val="00646F0D"/>
    <w:rsid w:val="00647135"/>
    <w:rsid w:val="0064724F"/>
    <w:rsid w:val="006472A2"/>
    <w:rsid w:val="0064781C"/>
    <w:rsid w:val="00647A40"/>
    <w:rsid w:val="00647A78"/>
    <w:rsid w:val="00650564"/>
    <w:rsid w:val="0065068B"/>
    <w:rsid w:val="006508D7"/>
    <w:rsid w:val="00651143"/>
    <w:rsid w:val="006511D1"/>
    <w:rsid w:val="00651343"/>
    <w:rsid w:val="00651377"/>
    <w:rsid w:val="00651475"/>
    <w:rsid w:val="00651A0F"/>
    <w:rsid w:val="00651E12"/>
    <w:rsid w:val="0065209D"/>
    <w:rsid w:val="0065213B"/>
    <w:rsid w:val="00652396"/>
    <w:rsid w:val="00652E7D"/>
    <w:rsid w:val="00653470"/>
    <w:rsid w:val="00653538"/>
    <w:rsid w:val="0065357F"/>
    <w:rsid w:val="00653A4E"/>
    <w:rsid w:val="00653BEA"/>
    <w:rsid w:val="00654BC3"/>
    <w:rsid w:val="00655330"/>
    <w:rsid w:val="00655B2D"/>
    <w:rsid w:val="006563DC"/>
    <w:rsid w:val="0065659C"/>
    <w:rsid w:val="00656657"/>
    <w:rsid w:val="00656729"/>
    <w:rsid w:val="00656A2D"/>
    <w:rsid w:val="006571E1"/>
    <w:rsid w:val="00657376"/>
    <w:rsid w:val="006573D4"/>
    <w:rsid w:val="00657753"/>
    <w:rsid w:val="006605A0"/>
    <w:rsid w:val="00660680"/>
    <w:rsid w:val="00660D94"/>
    <w:rsid w:val="00660DD2"/>
    <w:rsid w:val="0066123B"/>
    <w:rsid w:val="00661C06"/>
    <w:rsid w:val="00661C29"/>
    <w:rsid w:val="006620D5"/>
    <w:rsid w:val="00662262"/>
    <w:rsid w:val="00662B91"/>
    <w:rsid w:val="00662C0E"/>
    <w:rsid w:val="00662EA2"/>
    <w:rsid w:val="006632FF"/>
    <w:rsid w:val="006637F1"/>
    <w:rsid w:val="00663D4A"/>
    <w:rsid w:val="00663D66"/>
    <w:rsid w:val="0066440E"/>
    <w:rsid w:val="0066545C"/>
    <w:rsid w:val="00665CB6"/>
    <w:rsid w:val="00665F5C"/>
    <w:rsid w:val="006660ED"/>
    <w:rsid w:val="00666426"/>
    <w:rsid w:val="0066646F"/>
    <w:rsid w:val="00666790"/>
    <w:rsid w:val="00666E18"/>
    <w:rsid w:val="00666EE4"/>
    <w:rsid w:val="00666FE4"/>
    <w:rsid w:val="006674ED"/>
    <w:rsid w:val="00667758"/>
    <w:rsid w:val="0066780C"/>
    <w:rsid w:val="00670379"/>
    <w:rsid w:val="006710FB"/>
    <w:rsid w:val="00671A96"/>
    <w:rsid w:val="00672B53"/>
    <w:rsid w:val="00672B6A"/>
    <w:rsid w:val="00672C47"/>
    <w:rsid w:val="00673360"/>
    <w:rsid w:val="0067356D"/>
    <w:rsid w:val="006745E1"/>
    <w:rsid w:val="0067488D"/>
    <w:rsid w:val="00674BE1"/>
    <w:rsid w:val="00675295"/>
    <w:rsid w:val="006752EB"/>
    <w:rsid w:val="00675408"/>
    <w:rsid w:val="0067576E"/>
    <w:rsid w:val="006758BC"/>
    <w:rsid w:val="00675BB7"/>
    <w:rsid w:val="00675D10"/>
    <w:rsid w:val="00675DB6"/>
    <w:rsid w:val="00675FC4"/>
    <w:rsid w:val="006761C7"/>
    <w:rsid w:val="00676357"/>
    <w:rsid w:val="006764A2"/>
    <w:rsid w:val="00676B92"/>
    <w:rsid w:val="0067704E"/>
    <w:rsid w:val="0067739C"/>
    <w:rsid w:val="006776DD"/>
    <w:rsid w:val="00677CE1"/>
    <w:rsid w:val="00677DCD"/>
    <w:rsid w:val="006804CD"/>
    <w:rsid w:val="00680AD9"/>
    <w:rsid w:val="00680BD8"/>
    <w:rsid w:val="00680D68"/>
    <w:rsid w:val="006811C9"/>
    <w:rsid w:val="0068158D"/>
    <w:rsid w:val="006820AD"/>
    <w:rsid w:val="006829B4"/>
    <w:rsid w:val="00683538"/>
    <w:rsid w:val="0068365F"/>
    <w:rsid w:val="00683917"/>
    <w:rsid w:val="006844A6"/>
    <w:rsid w:val="006844E0"/>
    <w:rsid w:val="006848E0"/>
    <w:rsid w:val="00684E8C"/>
    <w:rsid w:val="00684ECE"/>
    <w:rsid w:val="006852D6"/>
    <w:rsid w:val="0068565F"/>
    <w:rsid w:val="006857EB"/>
    <w:rsid w:val="00685AEA"/>
    <w:rsid w:val="00685BC4"/>
    <w:rsid w:val="00685E07"/>
    <w:rsid w:val="00686403"/>
    <w:rsid w:val="00686452"/>
    <w:rsid w:val="00686A6B"/>
    <w:rsid w:val="00686B5D"/>
    <w:rsid w:val="00686DBB"/>
    <w:rsid w:val="00686DFD"/>
    <w:rsid w:val="006873B9"/>
    <w:rsid w:val="006877CC"/>
    <w:rsid w:val="0068796C"/>
    <w:rsid w:val="00687B55"/>
    <w:rsid w:val="00687E74"/>
    <w:rsid w:val="00690977"/>
    <w:rsid w:val="006911A7"/>
    <w:rsid w:val="006911B1"/>
    <w:rsid w:val="0069171E"/>
    <w:rsid w:val="00691E32"/>
    <w:rsid w:val="00691E8D"/>
    <w:rsid w:val="00691ED9"/>
    <w:rsid w:val="00692082"/>
    <w:rsid w:val="006920E7"/>
    <w:rsid w:val="006924EC"/>
    <w:rsid w:val="00692A4A"/>
    <w:rsid w:val="00692D93"/>
    <w:rsid w:val="006932DF"/>
    <w:rsid w:val="00693BFE"/>
    <w:rsid w:val="00693CF7"/>
    <w:rsid w:val="006943C3"/>
    <w:rsid w:val="00694411"/>
    <w:rsid w:val="0069443F"/>
    <w:rsid w:val="006947F0"/>
    <w:rsid w:val="006947F6"/>
    <w:rsid w:val="00694D80"/>
    <w:rsid w:val="006954ED"/>
    <w:rsid w:val="00695810"/>
    <w:rsid w:val="00695A76"/>
    <w:rsid w:val="0069610E"/>
    <w:rsid w:val="00696358"/>
    <w:rsid w:val="006964A4"/>
    <w:rsid w:val="006965C9"/>
    <w:rsid w:val="006967CC"/>
    <w:rsid w:val="00696DFA"/>
    <w:rsid w:val="00697092"/>
    <w:rsid w:val="00697441"/>
    <w:rsid w:val="00697D83"/>
    <w:rsid w:val="006A077D"/>
    <w:rsid w:val="006A1980"/>
    <w:rsid w:val="006A1C66"/>
    <w:rsid w:val="006A1DF0"/>
    <w:rsid w:val="006A2041"/>
    <w:rsid w:val="006A219A"/>
    <w:rsid w:val="006A2328"/>
    <w:rsid w:val="006A2549"/>
    <w:rsid w:val="006A2C26"/>
    <w:rsid w:val="006A2DCB"/>
    <w:rsid w:val="006A3837"/>
    <w:rsid w:val="006A384F"/>
    <w:rsid w:val="006A39DD"/>
    <w:rsid w:val="006A3E2C"/>
    <w:rsid w:val="006A3FC0"/>
    <w:rsid w:val="006A432D"/>
    <w:rsid w:val="006A4345"/>
    <w:rsid w:val="006A44C8"/>
    <w:rsid w:val="006A4D53"/>
    <w:rsid w:val="006A4E8E"/>
    <w:rsid w:val="006A5DF2"/>
    <w:rsid w:val="006A5F90"/>
    <w:rsid w:val="006A6506"/>
    <w:rsid w:val="006A6904"/>
    <w:rsid w:val="006A75D1"/>
    <w:rsid w:val="006A7A7A"/>
    <w:rsid w:val="006A7E73"/>
    <w:rsid w:val="006A7EC3"/>
    <w:rsid w:val="006A7FCE"/>
    <w:rsid w:val="006B06EE"/>
    <w:rsid w:val="006B0D3A"/>
    <w:rsid w:val="006B0D94"/>
    <w:rsid w:val="006B105E"/>
    <w:rsid w:val="006B13AD"/>
    <w:rsid w:val="006B14D8"/>
    <w:rsid w:val="006B1594"/>
    <w:rsid w:val="006B2093"/>
    <w:rsid w:val="006B22AF"/>
    <w:rsid w:val="006B22D8"/>
    <w:rsid w:val="006B2837"/>
    <w:rsid w:val="006B29A0"/>
    <w:rsid w:val="006B2B87"/>
    <w:rsid w:val="006B2CDE"/>
    <w:rsid w:val="006B2DBD"/>
    <w:rsid w:val="006B3109"/>
    <w:rsid w:val="006B31F2"/>
    <w:rsid w:val="006B35BB"/>
    <w:rsid w:val="006B3842"/>
    <w:rsid w:val="006B3A52"/>
    <w:rsid w:val="006B3C5F"/>
    <w:rsid w:val="006B3C62"/>
    <w:rsid w:val="006B3D11"/>
    <w:rsid w:val="006B3EA5"/>
    <w:rsid w:val="006B402A"/>
    <w:rsid w:val="006B46ED"/>
    <w:rsid w:val="006B4D7F"/>
    <w:rsid w:val="006B4E36"/>
    <w:rsid w:val="006B4EB7"/>
    <w:rsid w:val="006B62DF"/>
    <w:rsid w:val="006B6322"/>
    <w:rsid w:val="006B6462"/>
    <w:rsid w:val="006B67A5"/>
    <w:rsid w:val="006B690D"/>
    <w:rsid w:val="006B6951"/>
    <w:rsid w:val="006B6B09"/>
    <w:rsid w:val="006B6D13"/>
    <w:rsid w:val="006B7660"/>
    <w:rsid w:val="006B7FC2"/>
    <w:rsid w:val="006C07A3"/>
    <w:rsid w:val="006C12BB"/>
    <w:rsid w:val="006C130E"/>
    <w:rsid w:val="006C159F"/>
    <w:rsid w:val="006C1D0C"/>
    <w:rsid w:val="006C20BA"/>
    <w:rsid w:val="006C279B"/>
    <w:rsid w:val="006C3569"/>
    <w:rsid w:val="006C3B3C"/>
    <w:rsid w:val="006C3BA1"/>
    <w:rsid w:val="006C45B3"/>
    <w:rsid w:val="006C478E"/>
    <w:rsid w:val="006C48C3"/>
    <w:rsid w:val="006C4B4C"/>
    <w:rsid w:val="006C512C"/>
    <w:rsid w:val="006C54B6"/>
    <w:rsid w:val="006C5676"/>
    <w:rsid w:val="006C57E6"/>
    <w:rsid w:val="006C5FEC"/>
    <w:rsid w:val="006C6274"/>
    <w:rsid w:val="006C71BF"/>
    <w:rsid w:val="006C7204"/>
    <w:rsid w:val="006C75E5"/>
    <w:rsid w:val="006C7999"/>
    <w:rsid w:val="006C7B4A"/>
    <w:rsid w:val="006D08A6"/>
    <w:rsid w:val="006D1064"/>
    <w:rsid w:val="006D141B"/>
    <w:rsid w:val="006D1D89"/>
    <w:rsid w:val="006D219B"/>
    <w:rsid w:val="006D219E"/>
    <w:rsid w:val="006D2CED"/>
    <w:rsid w:val="006D2F6A"/>
    <w:rsid w:val="006D2FDD"/>
    <w:rsid w:val="006D30A0"/>
    <w:rsid w:val="006D31A9"/>
    <w:rsid w:val="006D326C"/>
    <w:rsid w:val="006D34A7"/>
    <w:rsid w:val="006D35AF"/>
    <w:rsid w:val="006D35D7"/>
    <w:rsid w:val="006D3C20"/>
    <w:rsid w:val="006D3CA1"/>
    <w:rsid w:val="006D3F52"/>
    <w:rsid w:val="006D40C4"/>
    <w:rsid w:val="006D465F"/>
    <w:rsid w:val="006D4D85"/>
    <w:rsid w:val="006D511D"/>
    <w:rsid w:val="006D589C"/>
    <w:rsid w:val="006D622B"/>
    <w:rsid w:val="006D700F"/>
    <w:rsid w:val="006D70BD"/>
    <w:rsid w:val="006D73E3"/>
    <w:rsid w:val="006D753F"/>
    <w:rsid w:val="006D7936"/>
    <w:rsid w:val="006D7B18"/>
    <w:rsid w:val="006E0381"/>
    <w:rsid w:val="006E09A7"/>
    <w:rsid w:val="006E0D0D"/>
    <w:rsid w:val="006E14CF"/>
    <w:rsid w:val="006E17E3"/>
    <w:rsid w:val="006E1AA8"/>
    <w:rsid w:val="006E1C65"/>
    <w:rsid w:val="006E287E"/>
    <w:rsid w:val="006E327B"/>
    <w:rsid w:val="006E340C"/>
    <w:rsid w:val="006E3936"/>
    <w:rsid w:val="006E3942"/>
    <w:rsid w:val="006E3E79"/>
    <w:rsid w:val="006E3F18"/>
    <w:rsid w:val="006E472E"/>
    <w:rsid w:val="006E486D"/>
    <w:rsid w:val="006E489B"/>
    <w:rsid w:val="006E52D8"/>
    <w:rsid w:val="006E5F63"/>
    <w:rsid w:val="006E6123"/>
    <w:rsid w:val="006E6813"/>
    <w:rsid w:val="006E6A66"/>
    <w:rsid w:val="006E6A86"/>
    <w:rsid w:val="006E72C8"/>
    <w:rsid w:val="006E732C"/>
    <w:rsid w:val="006E758D"/>
    <w:rsid w:val="006E7960"/>
    <w:rsid w:val="006E7F03"/>
    <w:rsid w:val="006F0CFB"/>
    <w:rsid w:val="006F122D"/>
    <w:rsid w:val="006F174C"/>
    <w:rsid w:val="006F1881"/>
    <w:rsid w:val="006F1B53"/>
    <w:rsid w:val="006F20A7"/>
    <w:rsid w:val="006F247D"/>
    <w:rsid w:val="006F250A"/>
    <w:rsid w:val="006F2B11"/>
    <w:rsid w:val="006F2D56"/>
    <w:rsid w:val="006F36C5"/>
    <w:rsid w:val="006F3A37"/>
    <w:rsid w:val="006F3C0F"/>
    <w:rsid w:val="006F3F23"/>
    <w:rsid w:val="006F43A9"/>
    <w:rsid w:val="006F452E"/>
    <w:rsid w:val="006F4907"/>
    <w:rsid w:val="006F4B58"/>
    <w:rsid w:val="006F562C"/>
    <w:rsid w:val="006F57E4"/>
    <w:rsid w:val="006F5DA4"/>
    <w:rsid w:val="006F6300"/>
    <w:rsid w:val="006F65B6"/>
    <w:rsid w:val="006F696E"/>
    <w:rsid w:val="006F6F98"/>
    <w:rsid w:val="006F787D"/>
    <w:rsid w:val="006F788D"/>
    <w:rsid w:val="006F79BF"/>
    <w:rsid w:val="006F7A1F"/>
    <w:rsid w:val="006F7BE5"/>
    <w:rsid w:val="006F7D55"/>
    <w:rsid w:val="006F7FF6"/>
    <w:rsid w:val="00700965"/>
    <w:rsid w:val="00700B1D"/>
    <w:rsid w:val="00700F47"/>
    <w:rsid w:val="00700FC1"/>
    <w:rsid w:val="007014AF"/>
    <w:rsid w:val="007019B3"/>
    <w:rsid w:val="007028FD"/>
    <w:rsid w:val="00702EC5"/>
    <w:rsid w:val="007035B5"/>
    <w:rsid w:val="007037B9"/>
    <w:rsid w:val="00703A6F"/>
    <w:rsid w:val="0070418C"/>
    <w:rsid w:val="007046EE"/>
    <w:rsid w:val="00704821"/>
    <w:rsid w:val="00704DA9"/>
    <w:rsid w:val="007052E1"/>
    <w:rsid w:val="00705680"/>
    <w:rsid w:val="007059D2"/>
    <w:rsid w:val="00705B91"/>
    <w:rsid w:val="00706450"/>
    <w:rsid w:val="007065F3"/>
    <w:rsid w:val="0070689D"/>
    <w:rsid w:val="00707642"/>
    <w:rsid w:val="0070784C"/>
    <w:rsid w:val="007106C5"/>
    <w:rsid w:val="007106D6"/>
    <w:rsid w:val="00710749"/>
    <w:rsid w:val="0071075F"/>
    <w:rsid w:val="007117B7"/>
    <w:rsid w:val="007117CF"/>
    <w:rsid w:val="007117D8"/>
    <w:rsid w:val="00711DF5"/>
    <w:rsid w:val="00711ED9"/>
    <w:rsid w:val="00711F64"/>
    <w:rsid w:val="00712335"/>
    <w:rsid w:val="007125E4"/>
    <w:rsid w:val="007126A0"/>
    <w:rsid w:val="00712F59"/>
    <w:rsid w:val="00713072"/>
    <w:rsid w:val="007131FD"/>
    <w:rsid w:val="00713892"/>
    <w:rsid w:val="00714084"/>
    <w:rsid w:val="007142E1"/>
    <w:rsid w:val="007144A1"/>
    <w:rsid w:val="00715060"/>
    <w:rsid w:val="00715760"/>
    <w:rsid w:val="007159A8"/>
    <w:rsid w:val="007159D3"/>
    <w:rsid w:val="00715CE6"/>
    <w:rsid w:val="00715EAB"/>
    <w:rsid w:val="00715F3B"/>
    <w:rsid w:val="007160B5"/>
    <w:rsid w:val="00716232"/>
    <w:rsid w:val="00716F3D"/>
    <w:rsid w:val="00717A20"/>
    <w:rsid w:val="00717AB6"/>
    <w:rsid w:val="00717CBD"/>
    <w:rsid w:val="00720423"/>
    <w:rsid w:val="0072047F"/>
    <w:rsid w:val="00720A5C"/>
    <w:rsid w:val="00720A64"/>
    <w:rsid w:val="00721153"/>
    <w:rsid w:val="007212B7"/>
    <w:rsid w:val="00721820"/>
    <w:rsid w:val="00721B02"/>
    <w:rsid w:val="00722125"/>
    <w:rsid w:val="00722E79"/>
    <w:rsid w:val="0072342E"/>
    <w:rsid w:val="007237A0"/>
    <w:rsid w:val="00723A3B"/>
    <w:rsid w:val="00723D46"/>
    <w:rsid w:val="00723F44"/>
    <w:rsid w:val="00724518"/>
    <w:rsid w:val="00724598"/>
    <w:rsid w:val="00724872"/>
    <w:rsid w:val="00724C33"/>
    <w:rsid w:val="00724C3E"/>
    <w:rsid w:val="00725194"/>
    <w:rsid w:val="007251D0"/>
    <w:rsid w:val="00725699"/>
    <w:rsid w:val="007257B8"/>
    <w:rsid w:val="00725B2A"/>
    <w:rsid w:val="00725E6A"/>
    <w:rsid w:val="007264A0"/>
    <w:rsid w:val="007267DB"/>
    <w:rsid w:val="007270B6"/>
    <w:rsid w:val="007273AE"/>
    <w:rsid w:val="007276D9"/>
    <w:rsid w:val="00727D32"/>
    <w:rsid w:val="00727E04"/>
    <w:rsid w:val="00730408"/>
    <w:rsid w:val="00730A3F"/>
    <w:rsid w:val="00730DD1"/>
    <w:rsid w:val="00731183"/>
    <w:rsid w:val="007311E0"/>
    <w:rsid w:val="0073166A"/>
    <w:rsid w:val="007318D3"/>
    <w:rsid w:val="00731AB9"/>
    <w:rsid w:val="00731DCD"/>
    <w:rsid w:val="007320E2"/>
    <w:rsid w:val="007322A8"/>
    <w:rsid w:val="0073253E"/>
    <w:rsid w:val="007325E5"/>
    <w:rsid w:val="0073316C"/>
    <w:rsid w:val="007332C1"/>
    <w:rsid w:val="007332E3"/>
    <w:rsid w:val="00733360"/>
    <w:rsid w:val="007339D7"/>
    <w:rsid w:val="00733A8E"/>
    <w:rsid w:val="00734631"/>
    <w:rsid w:val="00734727"/>
    <w:rsid w:val="00734868"/>
    <w:rsid w:val="0073496C"/>
    <w:rsid w:val="00734995"/>
    <w:rsid w:val="00734A50"/>
    <w:rsid w:val="00734C31"/>
    <w:rsid w:val="00734E98"/>
    <w:rsid w:val="00734EA5"/>
    <w:rsid w:val="007350AD"/>
    <w:rsid w:val="00735179"/>
    <w:rsid w:val="00735699"/>
    <w:rsid w:val="0073595A"/>
    <w:rsid w:val="007359BD"/>
    <w:rsid w:val="00735D7D"/>
    <w:rsid w:val="0073646F"/>
    <w:rsid w:val="00736725"/>
    <w:rsid w:val="00736CAC"/>
    <w:rsid w:val="00736F26"/>
    <w:rsid w:val="00736F88"/>
    <w:rsid w:val="00737033"/>
    <w:rsid w:val="007375E3"/>
    <w:rsid w:val="00737676"/>
    <w:rsid w:val="00737940"/>
    <w:rsid w:val="00737D3C"/>
    <w:rsid w:val="00737FEE"/>
    <w:rsid w:val="00740010"/>
    <w:rsid w:val="0074012C"/>
    <w:rsid w:val="007402C5"/>
    <w:rsid w:val="007402F3"/>
    <w:rsid w:val="0074061C"/>
    <w:rsid w:val="00740A56"/>
    <w:rsid w:val="007416D0"/>
    <w:rsid w:val="00741701"/>
    <w:rsid w:val="00741724"/>
    <w:rsid w:val="00741A4B"/>
    <w:rsid w:val="00741D83"/>
    <w:rsid w:val="00742478"/>
    <w:rsid w:val="0074290B"/>
    <w:rsid w:val="007429B1"/>
    <w:rsid w:val="00742A6F"/>
    <w:rsid w:val="00742AB0"/>
    <w:rsid w:val="00742D8A"/>
    <w:rsid w:val="007435AC"/>
    <w:rsid w:val="00743C41"/>
    <w:rsid w:val="0074407E"/>
    <w:rsid w:val="007447A7"/>
    <w:rsid w:val="00744EDE"/>
    <w:rsid w:val="00745160"/>
    <w:rsid w:val="00745277"/>
    <w:rsid w:val="00745E04"/>
    <w:rsid w:val="007463DE"/>
    <w:rsid w:val="00746845"/>
    <w:rsid w:val="00746949"/>
    <w:rsid w:val="00747029"/>
    <w:rsid w:val="00747233"/>
    <w:rsid w:val="0074764F"/>
    <w:rsid w:val="007476FB"/>
    <w:rsid w:val="00747855"/>
    <w:rsid w:val="00747988"/>
    <w:rsid w:val="00750346"/>
    <w:rsid w:val="007507AF"/>
    <w:rsid w:val="00750F8B"/>
    <w:rsid w:val="00751B52"/>
    <w:rsid w:val="00751E71"/>
    <w:rsid w:val="00752929"/>
    <w:rsid w:val="007529E5"/>
    <w:rsid w:val="00752D9A"/>
    <w:rsid w:val="00753351"/>
    <w:rsid w:val="007536F7"/>
    <w:rsid w:val="007538D3"/>
    <w:rsid w:val="00753C7C"/>
    <w:rsid w:val="00754016"/>
    <w:rsid w:val="0075464D"/>
    <w:rsid w:val="0075485F"/>
    <w:rsid w:val="00754907"/>
    <w:rsid w:val="00755B33"/>
    <w:rsid w:val="0075604B"/>
    <w:rsid w:val="00756090"/>
    <w:rsid w:val="00756B38"/>
    <w:rsid w:val="00756D36"/>
    <w:rsid w:val="007571B2"/>
    <w:rsid w:val="0075735B"/>
    <w:rsid w:val="00757656"/>
    <w:rsid w:val="007578F3"/>
    <w:rsid w:val="007601FB"/>
    <w:rsid w:val="00760687"/>
    <w:rsid w:val="007613C5"/>
    <w:rsid w:val="0076240B"/>
    <w:rsid w:val="00762B4A"/>
    <w:rsid w:val="00763039"/>
    <w:rsid w:val="007632B4"/>
    <w:rsid w:val="007633C6"/>
    <w:rsid w:val="00763B47"/>
    <w:rsid w:val="00763C67"/>
    <w:rsid w:val="00763C81"/>
    <w:rsid w:val="00763D67"/>
    <w:rsid w:val="00764109"/>
    <w:rsid w:val="00764179"/>
    <w:rsid w:val="007649D2"/>
    <w:rsid w:val="00764A0F"/>
    <w:rsid w:val="00764C35"/>
    <w:rsid w:val="007652DF"/>
    <w:rsid w:val="00765433"/>
    <w:rsid w:val="007657B5"/>
    <w:rsid w:val="00765EFD"/>
    <w:rsid w:val="0076608E"/>
    <w:rsid w:val="00766170"/>
    <w:rsid w:val="00766564"/>
    <w:rsid w:val="00766BB9"/>
    <w:rsid w:val="0076713C"/>
    <w:rsid w:val="007672D8"/>
    <w:rsid w:val="0077115C"/>
    <w:rsid w:val="007719B5"/>
    <w:rsid w:val="00771A52"/>
    <w:rsid w:val="00771C5A"/>
    <w:rsid w:val="00771C75"/>
    <w:rsid w:val="00771EBE"/>
    <w:rsid w:val="007720DA"/>
    <w:rsid w:val="00772DD8"/>
    <w:rsid w:val="007731B0"/>
    <w:rsid w:val="007731BD"/>
    <w:rsid w:val="00773477"/>
    <w:rsid w:val="007739EB"/>
    <w:rsid w:val="00773A85"/>
    <w:rsid w:val="00773E5A"/>
    <w:rsid w:val="007740A5"/>
    <w:rsid w:val="00774C9A"/>
    <w:rsid w:val="00774D72"/>
    <w:rsid w:val="00775368"/>
    <w:rsid w:val="00775570"/>
    <w:rsid w:val="00775B54"/>
    <w:rsid w:val="0077646D"/>
    <w:rsid w:val="007764C6"/>
    <w:rsid w:val="00776665"/>
    <w:rsid w:val="00776854"/>
    <w:rsid w:val="0077696B"/>
    <w:rsid w:val="00776D09"/>
    <w:rsid w:val="0077704F"/>
    <w:rsid w:val="0077715E"/>
    <w:rsid w:val="007774AC"/>
    <w:rsid w:val="007775B4"/>
    <w:rsid w:val="0077799D"/>
    <w:rsid w:val="00777C48"/>
    <w:rsid w:val="0078057A"/>
    <w:rsid w:val="00780E49"/>
    <w:rsid w:val="00780FA9"/>
    <w:rsid w:val="00781042"/>
    <w:rsid w:val="0078105B"/>
    <w:rsid w:val="007814EB"/>
    <w:rsid w:val="00781AE0"/>
    <w:rsid w:val="0078205B"/>
    <w:rsid w:val="007826F8"/>
    <w:rsid w:val="007827FD"/>
    <w:rsid w:val="00782DA0"/>
    <w:rsid w:val="00782E93"/>
    <w:rsid w:val="00783331"/>
    <w:rsid w:val="007835A2"/>
    <w:rsid w:val="00783A0E"/>
    <w:rsid w:val="00783BBD"/>
    <w:rsid w:val="00783DB4"/>
    <w:rsid w:val="0078408F"/>
    <w:rsid w:val="00784499"/>
    <w:rsid w:val="007849BF"/>
    <w:rsid w:val="00784DC5"/>
    <w:rsid w:val="00784F4F"/>
    <w:rsid w:val="00784F59"/>
    <w:rsid w:val="0078562A"/>
    <w:rsid w:val="00785DAE"/>
    <w:rsid w:val="0078601E"/>
    <w:rsid w:val="0078643E"/>
    <w:rsid w:val="007865AC"/>
    <w:rsid w:val="00786826"/>
    <w:rsid w:val="00786A6E"/>
    <w:rsid w:val="00787244"/>
    <w:rsid w:val="00787C1A"/>
    <w:rsid w:val="00787C53"/>
    <w:rsid w:val="00787E0A"/>
    <w:rsid w:val="00787F0F"/>
    <w:rsid w:val="00790042"/>
    <w:rsid w:val="0079067E"/>
    <w:rsid w:val="00790B58"/>
    <w:rsid w:val="00790E32"/>
    <w:rsid w:val="00790F27"/>
    <w:rsid w:val="00791186"/>
    <w:rsid w:val="007912FF"/>
    <w:rsid w:val="00791337"/>
    <w:rsid w:val="007915FC"/>
    <w:rsid w:val="00791835"/>
    <w:rsid w:val="00791A8C"/>
    <w:rsid w:val="00791BFF"/>
    <w:rsid w:val="00791D59"/>
    <w:rsid w:val="00792184"/>
    <w:rsid w:val="0079261A"/>
    <w:rsid w:val="00792692"/>
    <w:rsid w:val="0079274D"/>
    <w:rsid w:val="00792F1A"/>
    <w:rsid w:val="0079346E"/>
    <w:rsid w:val="00793490"/>
    <w:rsid w:val="007935B2"/>
    <w:rsid w:val="00793A9D"/>
    <w:rsid w:val="00793E37"/>
    <w:rsid w:val="007947F3"/>
    <w:rsid w:val="00794B1A"/>
    <w:rsid w:val="00795201"/>
    <w:rsid w:val="007959C2"/>
    <w:rsid w:val="0079606A"/>
    <w:rsid w:val="007960F4"/>
    <w:rsid w:val="0079616A"/>
    <w:rsid w:val="00796866"/>
    <w:rsid w:val="00796F00"/>
    <w:rsid w:val="00796F3F"/>
    <w:rsid w:val="00796F75"/>
    <w:rsid w:val="007972A7"/>
    <w:rsid w:val="00797F86"/>
    <w:rsid w:val="007A0483"/>
    <w:rsid w:val="007A05FE"/>
    <w:rsid w:val="007A0825"/>
    <w:rsid w:val="007A096B"/>
    <w:rsid w:val="007A12C2"/>
    <w:rsid w:val="007A1416"/>
    <w:rsid w:val="007A1467"/>
    <w:rsid w:val="007A178D"/>
    <w:rsid w:val="007A18D7"/>
    <w:rsid w:val="007A19AC"/>
    <w:rsid w:val="007A2139"/>
    <w:rsid w:val="007A24A8"/>
    <w:rsid w:val="007A29DA"/>
    <w:rsid w:val="007A4761"/>
    <w:rsid w:val="007A4F07"/>
    <w:rsid w:val="007A5D91"/>
    <w:rsid w:val="007A6262"/>
    <w:rsid w:val="007A642F"/>
    <w:rsid w:val="007A64D7"/>
    <w:rsid w:val="007A6EA5"/>
    <w:rsid w:val="007A741D"/>
    <w:rsid w:val="007A7669"/>
    <w:rsid w:val="007A78E0"/>
    <w:rsid w:val="007A7B9B"/>
    <w:rsid w:val="007B0101"/>
    <w:rsid w:val="007B02C8"/>
    <w:rsid w:val="007B0628"/>
    <w:rsid w:val="007B0D2F"/>
    <w:rsid w:val="007B0E58"/>
    <w:rsid w:val="007B1079"/>
    <w:rsid w:val="007B1212"/>
    <w:rsid w:val="007B1257"/>
    <w:rsid w:val="007B1298"/>
    <w:rsid w:val="007B12A8"/>
    <w:rsid w:val="007B130D"/>
    <w:rsid w:val="007B1323"/>
    <w:rsid w:val="007B156B"/>
    <w:rsid w:val="007B1B21"/>
    <w:rsid w:val="007B2098"/>
    <w:rsid w:val="007B2196"/>
    <w:rsid w:val="007B256A"/>
    <w:rsid w:val="007B2AA8"/>
    <w:rsid w:val="007B2DD6"/>
    <w:rsid w:val="007B32C5"/>
    <w:rsid w:val="007B35E5"/>
    <w:rsid w:val="007B375B"/>
    <w:rsid w:val="007B3B8B"/>
    <w:rsid w:val="007B3FAA"/>
    <w:rsid w:val="007B429D"/>
    <w:rsid w:val="007B4374"/>
    <w:rsid w:val="007B473C"/>
    <w:rsid w:val="007B482A"/>
    <w:rsid w:val="007B4899"/>
    <w:rsid w:val="007B4E37"/>
    <w:rsid w:val="007B5152"/>
    <w:rsid w:val="007B5761"/>
    <w:rsid w:val="007B5AB9"/>
    <w:rsid w:val="007B5E8B"/>
    <w:rsid w:val="007B6478"/>
    <w:rsid w:val="007B69E1"/>
    <w:rsid w:val="007B7205"/>
    <w:rsid w:val="007B7348"/>
    <w:rsid w:val="007B774D"/>
    <w:rsid w:val="007B774E"/>
    <w:rsid w:val="007B79A3"/>
    <w:rsid w:val="007B7F40"/>
    <w:rsid w:val="007C0A70"/>
    <w:rsid w:val="007C188C"/>
    <w:rsid w:val="007C18EF"/>
    <w:rsid w:val="007C1CE3"/>
    <w:rsid w:val="007C2014"/>
    <w:rsid w:val="007C2049"/>
    <w:rsid w:val="007C23DB"/>
    <w:rsid w:val="007C27A0"/>
    <w:rsid w:val="007C2A46"/>
    <w:rsid w:val="007C2DC3"/>
    <w:rsid w:val="007C2EDF"/>
    <w:rsid w:val="007C31C5"/>
    <w:rsid w:val="007C3521"/>
    <w:rsid w:val="007C41E6"/>
    <w:rsid w:val="007C4A8F"/>
    <w:rsid w:val="007C4BA2"/>
    <w:rsid w:val="007C4C61"/>
    <w:rsid w:val="007C4C87"/>
    <w:rsid w:val="007C4CA1"/>
    <w:rsid w:val="007C5000"/>
    <w:rsid w:val="007C5601"/>
    <w:rsid w:val="007C5789"/>
    <w:rsid w:val="007C5B39"/>
    <w:rsid w:val="007C5F00"/>
    <w:rsid w:val="007C60C4"/>
    <w:rsid w:val="007C66DC"/>
    <w:rsid w:val="007C6A75"/>
    <w:rsid w:val="007C6D76"/>
    <w:rsid w:val="007C716B"/>
    <w:rsid w:val="007C7BCE"/>
    <w:rsid w:val="007C7C21"/>
    <w:rsid w:val="007D05B6"/>
    <w:rsid w:val="007D125F"/>
    <w:rsid w:val="007D12F4"/>
    <w:rsid w:val="007D14C3"/>
    <w:rsid w:val="007D1699"/>
    <w:rsid w:val="007D19D1"/>
    <w:rsid w:val="007D1CC8"/>
    <w:rsid w:val="007D1DD6"/>
    <w:rsid w:val="007D2381"/>
    <w:rsid w:val="007D28F5"/>
    <w:rsid w:val="007D2DF0"/>
    <w:rsid w:val="007D30FE"/>
    <w:rsid w:val="007D3156"/>
    <w:rsid w:val="007D3468"/>
    <w:rsid w:val="007D34CC"/>
    <w:rsid w:val="007D3678"/>
    <w:rsid w:val="007D3A85"/>
    <w:rsid w:val="007D4566"/>
    <w:rsid w:val="007D45BC"/>
    <w:rsid w:val="007D48DF"/>
    <w:rsid w:val="007D4D35"/>
    <w:rsid w:val="007D4DAF"/>
    <w:rsid w:val="007D5481"/>
    <w:rsid w:val="007D5A7E"/>
    <w:rsid w:val="007D5DFB"/>
    <w:rsid w:val="007D60FF"/>
    <w:rsid w:val="007D6320"/>
    <w:rsid w:val="007D6C20"/>
    <w:rsid w:val="007D6F6C"/>
    <w:rsid w:val="007E0059"/>
    <w:rsid w:val="007E0301"/>
    <w:rsid w:val="007E0824"/>
    <w:rsid w:val="007E0F72"/>
    <w:rsid w:val="007E17D5"/>
    <w:rsid w:val="007E19E4"/>
    <w:rsid w:val="007E1D0C"/>
    <w:rsid w:val="007E1E1C"/>
    <w:rsid w:val="007E23A7"/>
    <w:rsid w:val="007E243B"/>
    <w:rsid w:val="007E2B1A"/>
    <w:rsid w:val="007E2C22"/>
    <w:rsid w:val="007E2CD9"/>
    <w:rsid w:val="007E2D64"/>
    <w:rsid w:val="007E2E3C"/>
    <w:rsid w:val="007E321A"/>
    <w:rsid w:val="007E329A"/>
    <w:rsid w:val="007E33ED"/>
    <w:rsid w:val="007E34F0"/>
    <w:rsid w:val="007E3A60"/>
    <w:rsid w:val="007E3C97"/>
    <w:rsid w:val="007E3D8E"/>
    <w:rsid w:val="007E3E56"/>
    <w:rsid w:val="007E3E58"/>
    <w:rsid w:val="007E426E"/>
    <w:rsid w:val="007E45DB"/>
    <w:rsid w:val="007E4782"/>
    <w:rsid w:val="007E59A2"/>
    <w:rsid w:val="007E5D2B"/>
    <w:rsid w:val="007E5FCE"/>
    <w:rsid w:val="007E6155"/>
    <w:rsid w:val="007E615C"/>
    <w:rsid w:val="007E65AC"/>
    <w:rsid w:val="007E6C53"/>
    <w:rsid w:val="007E6F6D"/>
    <w:rsid w:val="007E6F7E"/>
    <w:rsid w:val="007E6F82"/>
    <w:rsid w:val="007E730F"/>
    <w:rsid w:val="007E7671"/>
    <w:rsid w:val="007E7FBC"/>
    <w:rsid w:val="007F0662"/>
    <w:rsid w:val="007F0ED6"/>
    <w:rsid w:val="007F12DC"/>
    <w:rsid w:val="007F13A7"/>
    <w:rsid w:val="007F1E44"/>
    <w:rsid w:val="007F1ED7"/>
    <w:rsid w:val="007F2585"/>
    <w:rsid w:val="007F2820"/>
    <w:rsid w:val="007F2980"/>
    <w:rsid w:val="007F2DB6"/>
    <w:rsid w:val="007F2F1F"/>
    <w:rsid w:val="007F3286"/>
    <w:rsid w:val="007F49F2"/>
    <w:rsid w:val="007F4A69"/>
    <w:rsid w:val="007F4D54"/>
    <w:rsid w:val="007F54AB"/>
    <w:rsid w:val="007F58A4"/>
    <w:rsid w:val="007F67D2"/>
    <w:rsid w:val="007F69F4"/>
    <w:rsid w:val="007F6B2F"/>
    <w:rsid w:val="007F7273"/>
    <w:rsid w:val="007F7393"/>
    <w:rsid w:val="008000D4"/>
    <w:rsid w:val="008001C8"/>
    <w:rsid w:val="008001F8"/>
    <w:rsid w:val="008003B3"/>
    <w:rsid w:val="008011DD"/>
    <w:rsid w:val="00801ABF"/>
    <w:rsid w:val="00801FB6"/>
    <w:rsid w:val="0080223B"/>
    <w:rsid w:val="00802373"/>
    <w:rsid w:val="008028F0"/>
    <w:rsid w:val="0080302E"/>
    <w:rsid w:val="008033C1"/>
    <w:rsid w:val="00803494"/>
    <w:rsid w:val="00803600"/>
    <w:rsid w:val="00803EA3"/>
    <w:rsid w:val="00803FD5"/>
    <w:rsid w:val="008041C2"/>
    <w:rsid w:val="008042EF"/>
    <w:rsid w:val="00804402"/>
    <w:rsid w:val="008044DA"/>
    <w:rsid w:val="00804604"/>
    <w:rsid w:val="008046BC"/>
    <w:rsid w:val="00804793"/>
    <w:rsid w:val="008048A8"/>
    <w:rsid w:val="00805048"/>
    <w:rsid w:val="00805366"/>
    <w:rsid w:val="0080568B"/>
    <w:rsid w:val="008058D2"/>
    <w:rsid w:val="00805AC0"/>
    <w:rsid w:val="00806A1A"/>
    <w:rsid w:val="00807DAB"/>
    <w:rsid w:val="00807EF6"/>
    <w:rsid w:val="0081047D"/>
    <w:rsid w:val="00810775"/>
    <w:rsid w:val="00810971"/>
    <w:rsid w:val="008109CB"/>
    <w:rsid w:val="00810A7C"/>
    <w:rsid w:val="00810EEF"/>
    <w:rsid w:val="00811111"/>
    <w:rsid w:val="00811163"/>
    <w:rsid w:val="0081149C"/>
    <w:rsid w:val="00811EEF"/>
    <w:rsid w:val="00812523"/>
    <w:rsid w:val="00812583"/>
    <w:rsid w:val="00813573"/>
    <w:rsid w:val="00813850"/>
    <w:rsid w:val="008140FB"/>
    <w:rsid w:val="008142EB"/>
    <w:rsid w:val="00814BBC"/>
    <w:rsid w:val="008150C2"/>
    <w:rsid w:val="008152BE"/>
    <w:rsid w:val="00815611"/>
    <w:rsid w:val="00815E35"/>
    <w:rsid w:val="00816065"/>
    <w:rsid w:val="008202FC"/>
    <w:rsid w:val="00820371"/>
    <w:rsid w:val="00820460"/>
    <w:rsid w:val="00820936"/>
    <w:rsid w:val="00820A21"/>
    <w:rsid w:val="0082134E"/>
    <w:rsid w:val="008214AF"/>
    <w:rsid w:val="00821918"/>
    <w:rsid w:val="00821BDD"/>
    <w:rsid w:val="00821F2B"/>
    <w:rsid w:val="0082227E"/>
    <w:rsid w:val="00822633"/>
    <w:rsid w:val="008235CD"/>
    <w:rsid w:val="0082373B"/>
    <w:rsid w:val="008238C2"/>
    <w:rsid w:val="008238C4"/>
    <w:rsid w:val="00824047"/>
    <w:rsid w:val="008242A8"/>
    <w:rsid w:val="008249E8"/>
    <w:rsid w:val="008255AB"/>
    <w:rsid w:val="00825917"/>
    <w:rsid w:val="00825E49"/>
    <w:rsid w:val="008267F4"/>
    <w:rsid w:val="00826822"/>
    <w:rsid w:val="008269D0"/>
    <w:rsid w:val="00826C92"/>
    <w:rsid w:val="00826E2B"/>
    <w:rsid w:val="00827966"/>
    <w:rsid w:val="00827A47"/>
    <w:rsid w:val="00827C11"/>
    <w:rsid w:val="00827C1D"/>
    <w:rsid w:val="008300FD"/>
    <w:rsid w:val="008301E7"/>
    <w:rsid w:val="0083034E"/>
    <w:rsid w:val="0083046C"/>
    <w:rsid w:val="00830830"/>
    <w:rsid w:val="00830BBC"/>
    <w:rsid w:val="008315CE"/>
    <w:rsid w:val="00831DD1"/>
    <w:rsid w:val="008325BE"/>
    <w:rsid w:val="00832AAC"/>
    <w:rsid w:val="00832D99"/>
    <w:rsid w:val="00832ED6"/>
    <w:rsid w:val="00832EE5"/>
    <w:rsid w:val="00833017"/>
    <w:rsid w:val="00833C52"/>
    <w:rsid w:val="00833C8D"/>
    <w:rsid w:val="0083405E"/>
    <w:rsid w:val="00834213"/>
    <w:rsid w:val="008349C5"/>
    <w:rsid w:val="00834B33"/>
    <w:rsid w:val="00835303"/>
    <w:rsid w:val="008367CF"/>
    <w:rsid w:val="00836868"/>
    <w:rsid w:val="00836987"/>
    <w:rsid w:val="00836AF6"/>
    <w:rsid w:val="00836E4E"/>
    <w:rsid w:val="00837083"/>
    <w:rsid w:val="008370E7"/>
    <w:rsid w:val="0083719E"/>
    <w:rsid w:val="008373A6"/>
    <w:rsid w:val="0083764C"/>
    <w:rsid w:val="00837A09"/>
    <w:rsid w:val="00837F10"/>
    <w:rsid w:val="0084009B"/>
    <w:rsid w:val="008400FC"/>
    <w:rsid w:val="00840456"/>
    <w:rsid w:val="00840B58"/>
    <w:rsid w:val="00840E36"/>
    <w:rsid w:val="00841685"/>
    <w:rsid w:val="00841B51"/>
    <w:rsid w:val="00841EE9"/>
    <w:rsid w:val="008420BF"/>
    <w:rsid w:val="00842110"/>
    <w:rsid w:val="0084248F"/>
    <w:rsid w:val="008425EF"/>
    <w:rsid w:val="00842C2A"/>
    <w:rsid w:val="00843389"/>
    <w:rsid w:val="0084460F"/>
    <w:rsid w:val="00844697"/>
    <w:rsid w:val="00844D00"/>
    <w:rsid w:val="008454E5"/>
    <w:rsid w:val="00845976"/>
    <w:rsid w:val="00845AB3"/>
    <w:rsid w:val="00846220"/>
    <w:rsid w:val="008469B9"/>
    <w:rsid w:val="00846D30"/>
    <w:rsid w:val="00847524"/>
    <w:rsid w:val="008478F3"/>
    <w:rsid w:val="00847AC7"/>
    <w:rsid w:val="0085085A"/>
    <w:rsid w:val="00850A49"/>
    <w:rsid w:val="00850C9C"/>
    <w:rsid w:val="00851061"/>
    <w:rsid w:val="00851A07"/>
    <w:rsid w:val="00852116"/>
    <w:rsid w:val="00852645"/>
    <w:rsid w:val="008526C5"/>
    <w:rsid w:val="00852947"/>
    <w:rsid w:val="00852A91"/>
    <w:rsid w:val="00852B6C"/>
    <w:rsid w:val="0085340B"/>
    <w:rsid w:val="00853664"/>
    <w:rsid w:val="00853685"/>
    <w:rsid w:val="008538A7"/>
    <w:rsid w:val="00853FAC"/>
    <w:rsid w:val="0085483C"/>
    <w:rsid w:val="008548F6"/>
    <w:rsid w:val="00854AD0"/>
    <w:rsid w:val="00854C15"/>
    <w:rsid w:val="0085508C"/>
    <w:rsid w:val="008556ED"/>
    <w:rsid w:val="008559EF"/>
    <w:rsid w:val="00855F4E"/>
    <w:rsid w:val="0085605C"/>
    <w:rsid w:val="0085649B"/>
    <w:rsid w:val="008565E7"/>
    <w:rsid w:val="00856E46"/>
    <w:rsid w:val="00857109"/>
    <w:rsid w:val="00857984"/>
    <w:rsid w:val="008601E6"/>
    <w:rsid w:val="008604E1"/>
    <w:rsid w:val="00860647"/>
    <w:rsid w:val="0086079B"/>
    <w:rsid w:val="00861180"/>
    <w:rsid w:val="00862490"/>
    <w:rsid w:val="008624E0"/>
    <w:rsid w:val="008625A8"/>
    <w:rsid w:val="008631F6"/>
    <w:rsid w:val="00863409"/>
    <w:rsid w:val="00864004"/>
    <w:rsid w:val="008647AF"/>
    <w:rsid w:val="00865367"/>
    <w:rsid w:val="008653CE"/>
    <w:rsid w:val="008653E6"/>
    <w:rsid w:val="0086558E"/>
    <w:rsid w:val="008656EF"/>
    <w:rsid w:val="00865D9F"/>
    <w:rsid w:val="00865EC6"/>
    <w:rsid w:val="0086646C"/>
    <w:rsid w:val="00866E70"/>
    <w:rsid w:val="008673A3"/>
    <w:rsid w:val="008675A0"/>
    <w:rsid w:val="00867760"/>
    <w:rsid w:val="00867CB9"/>
    <w:rsid w:val="00870065"/>
    <w:rsid w:val="00870095"/>
    <w:rsid w:val="008700D4"/>
    <w:rsid w:val="008714CC"/>
    <w:rsid w:val="00871500"/>
    <w:rsid w:val="008716DE"/>
    <w:rsid w:val="008719E3"/>
    <w:rsid w:val="00871B48"/>
    <w:rsid w:val="00871D16"/>
    <w:rsid w:val="0087251F"/>
    <w:rsid w:val="00872978"/>
    <w:rsid w:val="00872E57"/>
    <w:rsid w:val="00873074"/>
    <w:rsid w:val="00873392"/>
    <w:rsid w:val="0087370C"/>
    <w:rsid w:val="0087401A"/>
    <w:rsid w:val="008741EB"/>
    <w:rsid w:val="0087467C"/>
    <w:rsid w:val="00874730"/>
    <w:rsid w:val="008748B2"/>
    <w:rsid w:val="00875046"/>
    <w:rsid w:val="008751B6"/>
    <w:rsid w:val="00875307"/>
    <w:rsid w:val="008756E3"/>
    <w:rsid w:val="00875906"/>
    <w:rsid w:val="00875A5B"/>
    <w:rsid w:val="00875BCD"/>
    <w:rsid w:val="00875F97"/>
    <w:rsid w:val="0087635A"/>
    <w:rsid w:val="00876371"/>
    <w:rsid w:val="00876F4E"/>
    <w:rsid w:val="0087702E"/>
    <w:rsid w:val="00877371"/>
    <w:rsid w:val="008773D5"/>
    <w:rsid w:val="008774E9"/>
    <w:rsid w:val="00877547"/>
    <w:rsid w:val="0087770B"/>
    <w:rsid w:val="00877924"/>
    <w:rsid w:val="008807EB"/>
    <w:rsid w:val="0088086E"/>
    <w:rsid w:val="00880F74"/>
    <w:rsid w:val="008816A5"/>
    <w:rsid w:val="00882579"/>
    <w:rsid w:val="00882703"/>
    <w:rsid w:val="00882758"/>
    <w:rsid w:val="00882775"/>
    <w:rsid w:val="00883680"/>
    <w:rsid w:val="00883F03"/>
    <w:rsid w:val="00883F17"/>
    <w:rsid w:val="0088469D"/>
    <w:rsid w:val="00884ACF"/>
    <w:rsid w:val="00884D5D"/>
    <w:rsid w:val="00884E7F"/>
    <w:rsid w:val="008859B9"/>
    <w:rsid w:val="00885EC7"/>
    <w:rsid w:val="00886912"/>
    <w:rsid w:val="00886997"/>
    <w:rsid w:val="008871C8"/>
    <w:rsid w:val="0088775F"/>
    <w:rsid w:val="008878A0"/>
    <w:rsid w:val="00887B61"/>
    <w:rsid w:val="00890268"/>
    <w:rsid w:val="00890393"/>
    <w:rsid w:val="00891510"/>
    <w:rsid w:val="008917EC"/>
    <w:rsid w:val="00891BFC"/>
    <w:rsid w:val="00891DF7"/>
    <w:rsid w:val="008920D2"/>
    <w:rsid w:val="0089214A"/>
    <w:rsid w:val="008926B6"/>
    <w:rsid w:val="008928E5"/>
    <w:rsid w:val="00892936"/>
    <w:rsid w:val="008929DB"/>
    <w:rsid w:val="0089399A"/>
    <w:rsid w:val="00893E14"/>
    <w:rsid w:val="00893EAA"/>
    <w:rsid w:val="00893FBA"/>
    <w:rsid w:val="00894068"/>
    <w:rsid w:val="00894113"/>
    <w:rsid w:val="00894472"/>
    <w:rsid w:val="00894ECA"/>
    <w:rsid w:val="00895642"/>
    <w:rsid w:val="008957DD"/>
    <w:rsid w:val="00895A6E"/>
    <w:rsid w:val="00895F7B"/>
    <w:rsid w:val="008960B5"/>
    <w:rsid w:val="008960C4"/>
    <w:rsid w:val="008962E7"/>
    <w:rsid w:val="00896F37"/>
    <w:rsid w:val="00896FBE"/>
    <w:rsid w:val="0089712D"/>
    <w:rsid w:val="00897A84"/>
    <w:rsid w:val="00897B12"/>
    <w:rsid w:val="00897F07"/>
    <w:rsid w:val="008A04BD"/>
    <w:rsid w:val="008A0CF6"/>
    <w:rsid w:val="008A0F1A"/>
    <w:rsid w:val="008A1055"/>
    <w:rsid w:val="008A1359"/>
    <w:rsid w:val="008A1954"/>
    <w:rsid w:val="008A1E72"/>
    <w:rsid w:val="008A231B"/>
    <w:rsid w:val="008A29AA"/>
    <w:rsid w:val="008A2CDC"/>
    <w:rsid w:val="008A36DF"/>
    <w:rsid w:val="008A3815"/>
    <w:rsid w:val="008A3A92"/>
    <w:rsid w:val="008A4500"/>
    <w:rsid w:val="008A470A"/>
    <w:rsid w:val="008A4F16"/>
    <w:rsid w:val="008A5B42"/>
    <w:rsid w:val="008A6364"/>
    <w:rsid w:val="008A639D"/>
    <w:rsid w:val="008A6F9F"/>
    <w:rsid w:val="008A719C"/>
    <w:rsid w:val="008B023D"/>
    <w:rsid w:val="008B0A0E"/>
    <w:rsid w:val="008B111B"/>
    <w:rsid w:val="008B13C3"/>
    <w:rsid w:val="008B1500"/>
    <w:rsid w:val="008B1A2A"/>
    <w:rsid w:val="008B1CB2"/>
    <w:rsid w:val="008B235D"/>
    <w:rsid w:val="008B2617"/>
    <w:rsid w:val="008B28DB"/>
    <w:rsid w:val="008B2F24"/>
    <w:rsid w:val="008B3023"/>
    <w:rsid w:val="008B342C"/>
    <w:rsid w:val="008B3791"/>
    <w:rsid w:val="008B3A82"/>
    <w:rsid w:val="008B3B93"/>
    <w:rsid w:val="008B3D2D"/>
    <w:rsid w:val="008B3EEB"/>
    <w:rsid w:val="008B441D"/>
    <w:rsid w:val="008B44C7"/>
    <w:rsid w:val="008B4764"/>
    <w:rsid w:val="008B4A35"/>
    <w:rsid w:val="008B4E65"/>
    <w:rsid w:val="008B4F99"/>
    <w:rsid w:val="008B52D3"/>
    <w:rsid w:val="008B54C2"/>
    <w:rsid w:val="008B5717"/>
    <w:rsid w:val="008B6428"/>
    <w:rsid w:val="008B64A1"/>
    <w:rsid w:val="008B6984"/>
    <w:rsid w:val="008B6A29"/>
    <w:rsid w:val="008B6EB4"/>
    <w:rsid w:val="008B703A"/>
    <w:rsid w:val="008B761A"/>
    <w:rsid w:val="008B79F6"/>
    <w:rsid w:val="008B7BF1"/>
    <w:rsid w:val="008B7D56"/>
    <w:rsid w:val="008C0143"/>
    <w:rsid w:val="008C0B6D"/>
    <w:rsid w:val="008C0CB1"/>
    <w:rsid w:val="008C0DA5"/>
    <w:rsid w:val="008C0DDD"/>
    <w:rsid w:val="008C0F18"/>
    <w:rsid w:val="008C1387"/>
    <w:rsid w:val="008C1706"/>
    <w:rsid w:val="008C196E"/>
    <w:rsid w:val="008C1A17"/>
    <w:rsid w:val="008C1B20"/>
    <w:rsid w:val="008C2309"/>
    <w:rsid w:val="008C257E"/>
    <w:rsid w:val="008C2AC3"/>
    <w:rsid w:val="008C32CF"/>
    <w:rsid w:val="008C338A"/>
    <w:rsid w:val="008C3438"/>
    <w:rsid w:val="008C37AB"/>
    <w:rsid w:val="008C3842"/>
    <w:rsid w:val="008C44D0"/>
    <w:rsid w:val="008C4AA9"/>
    <w:rsid w:val="008C4CC5"/>
    <w:rsid w:val="008C4D3A"/>
    <w:rsid w:val="008C4F32"/>
    <w:rsid w:val="008C5255"/>
    <w:rsid w:val="008C5885"/>
    <w:rsid w:val="008C594B"/>
    <w:rsid w:val="008C5E4A"/>
    <w:rsid w:val="008C5F12"/>
    <w:rsid w:val="008C61C1"/>
    <w:rsid w:val="008C6838"/>
    <w:rsid w:val="008C6969"/>
    <w:rsid w:val="008C6C6D"/>
    <w:rsid w:val="008C6E15"/>
    <w:rsid w:val="008C7A57"/>
    <w:rsid w:val="008C7CD1"/>
    <w:rsid w:val="008C7E15"/>
    <w:rsid w:val="008D01A5"/>
    <w:rsid w:val="008D06A8"/>
    <w:rsid w:val="008D06E2"/>
    <w:rsid w:val="008D11BB"/>
    <w:rsid w:val="008D158C"/>
    <w:rsid w:val="008D1958"/>
    <w:rsid w:val="008D1971"/>
    <w:rsid w:val="008D1F72"/>
    <w:rsid w:val="008D214B"/>
    <w:rsid w:val="008D2609"/>
    <w:rsid w:val="008D2EDD"/>
    <w:rsid w:val="008D3638"/>
    <w:rsid w:val="008D3FF6"/>
    <w:rsid w:val="008D44CE"/>
    <w:rsid w:val="008D4D9C"/>
    <w:rsid w:val="008D5D9E"/>
    <w:rsid w:val="008D608F"/>
    <w:rsid w:val="008D6446"/>
    <w:rsid w:val="008D65AE"/>
    <w:rsid w:val="008D68AA"/>
    <w:rsid w:val="008D6F41"/>
    <w:rsid w:val="008D7065"/>
    <w:rsid w:val="008D70F1"/>
    <w:rsid w:val="008D7209"/>
    <w:rsid w:val="008D778B"/>
    <w:rsid w:val="008D7838"/>
    <w:rsid w:val="008D78F7"/>
    <w:rsid w:val="008E032D"/>
    <w:rsid w:val="008E07F6"/>
    <w:rsid w:val="008E0AB9"/>
    <w:rsid w:val="008E0C8D"/>
    <w:rsid w:val="008E0CB2"/>
    <w:rsid w:val="008E104D"/>
    <w:rsid w:val="008E1989"/>
    <w:rsid w:val="008E1B63"/>
    <w:rsid w:val="008E1C60"/>
    <w:rsid w:val="008E1D7A"/>
    <w:rsid w:val="008E203C"/>
    <w:rsid w:val="008E20E1"/>
    <w:rsid w:val="008E2256"/>
    <w:rsid w:val="008E2591"/>
    <w:rsid w:val="008E263A"/>
    <w:rsid w:val="008E350E"/>
    <w:rsid w:val="008E3C7B"/>
    <w:rsid w:val="008E405C"/>
    <w:rsid w:val="008E45B4"/>
    <w:rsid w:val="008E45E2"/>
    <w:rsid w:val="008E4BB4"/>
    <w:rsid w:val="008E4C7B"/>
    <w:rsid w:val="008E4FA4"/>
    <w:rsid w:val="008E521F"/>
    <w:rsid w:val="008E52CF"/>
    <w:rsid w:val="008E5318"/>
    <w:rsid w:val="008E53CF"/>
    <w:rsid w:val="008E55CA"/>
    <w:rsid w:val="008E5816"/>
    <w:rsid w:val="008E58E9"/>
    <w:rsid w:val="008E590E"/>
    <w:rsid w:val="008E5A46"/>
    <w:rsid w:val="008E5F02"/>
    <w:rsid w:val="008E675D"/>
    <w:rsid w:val="008E68E5"/>
    <w:rsid w:val="008E6B48"/>
    <w:rsid w:val="008E6B7A"/>
    <w:rsid w:val="008E6BBF"/>
    <w:rsid w:val="008E6CBB"/>
    <w:rsid w:val="008F0204"/>
    <w:rsid w:val="008F0F9F"/>
    <w:rsid w:val="008F1111"/>
    <w:rsid w:val="008F1437"/>
    <w:rsid w:val="008F1861"/>
    <w:rsid w:val="008F1DCD"/>
    <w:rsid w:val="008F229A"/>
    <w:rsid w:val="008F28D1"/>
    <w:rsid w:val="008F2999"/>
    <w:rsid w:val="008F2BD2"/>
    <w:rsid w:val="008F2DB8"/>
    <w:rsid w:val="008F3F0B"/>
    <w:rsid w:val="008F3FE2"/>
    <w:rsid w:val="008F3FFD"/>
    <w:rsid w:val="008F44C2"/>
    <w:rsid w:val="008F52F5"/>
    <w:rsid w:val="008F56B9"/>
    <w:rsid w:val="008F5A67"/>
    <w:rsid w:val="008F5BC2"/>
    <w:rsid w:val="008F626C"/>
    <w:rsid w:val="008F6412"/>
    <w:rsid w:val="008F654D"/>
    <w:rsid w:val="008F6691"/>
    <w:rsid w:val="008F68D9"/>
    <w:rsid w:val="008F6FEF"/>
    <w:rsid w:val="008F7AC9"/>
    <w:rsid w:val="008F7FE7"/>
    <w:rsid w:val="00900077"/>
    <w:rsid w:val="0090031D"/>
    <w:rsid w:val="009007CE"/>
    <w:rsid w:val="00900AC5"/>
    <w:rsid w:val="00900BC7"/>
    <w:rsid w:val="00900D58"/>
    <w:rsid w:val="00901094"/>
    <w:rsid w:val="00901C47"/>
    <w:rsid w:val="00901E06"/>
    <w:rsid w:val="009025A7"/>
    <w:rsid w:val="009032C3"/>
    <w:rsid w:val="009034A6"/>
    <w:rsid w:val="00904155"/>
    <w:rsid w:val="00904413"/>
    <w:rsid w:val="009045FD"/>
    <w:rsid w:val="009047C4"/>
    <w:rsid w:val="009048BC"/>
    <w:rsid w:val="009049D9"/>
    <w:rsid w:val="00904B2F"/>
    <w:rsid w:val="0090571F"/>
    <w:rsid w:val="00906216"/>
    <w:rsid w:val="009062AE"/>
    <w:rsid w:val="009068A4"/>
    <w:rsid w:val="00906F9F"/>
    <w:rsid w:val="00906FC6"/>
    <w:rsid w:val="009070D5"/>
    <w:rsid w:val="00907213"/>
    <w:rsid w:val="0090758F"/>
    <w:rsid w:val="00907D61"/>
    <w:rsid w:val="009101B0"/>
    <w:rsid w:val="009102D3"/>
    <w:rsid w:val="009102EB"/>
    <w:rsid w:val="0091031D"/>
    <w:rsid w:val="00910A2C"/>
    <w:rsid w:val="00910C10"/>
    <w:rsid w:val="00910FCF"/>
    <w:rsid w:val="009117D2"/>
    <w:rsid w:val="00911C1C"/>
    <w:rsid w:val="00911CDB"/>
    <w:rsid w:val="00911F9F"/>
    <w:rsid w:val="00912695"/>
    <w:rsid w:val="009135B8"/>
    <w:rsid w:val="009137DA"/>
    <w:rsid w:val="00913CD8"/>
    <w:rsid w:val="00913F1B"/>
    <w:rsid w:val="00914102"/>
    <w:rsid w:val="00914285"/>
    <w:rsid w:val="00914593"/>
    <w:rsid w:val="00914850"/>
    <w:rsid w:val="009148CD"/>
    <w:rsid w:val="00914C9E"/>
    <w:rsid w:val="009152A1"/>
    <w:rsid w:val="00915DC6"/>
    <w:rsid w:val="00915E8F"/>
    <w:rsid w:val="009164F2"/>
    <w:rsid w:val="00916529"/>
    <w:rsid w:val="00916556"/>
    <w:rsid w:val="009168BF"/>
    <w:rsid w:val="009172DD"/>
    <w:rsid w:val="009177BF"/>
    <w:rsid w:val="00917A61"/>
    <w:rsid w:val="00917BCB"/>
    <w:rsid w:val="00920311"/>
    <w:rsid w:val="009205D1"/>
    <w:rsid w:val="00920DFD"/>
    <w:rsid w:val="0092163F"/>
    <w:rsid w:val="00921648"/>
    <w:rsid w:val="00921B90"/>
    <w:rsid w:val="009221F0"/>
    <w:rsid w:val="009222D2"/>
    <w:rsid w:val="009227D0"/>
    <w:rsid w:val="009229E4"/>
    <w:rsid w:val="00922BEB"/>
    <w:rsid w:val="00922CC0"/>
    <w:rsid w:val="00923A04"/>
    <w:rsid w:val="009247BF"/>
    <w:rsid w:val="0092493F"/>
    <w:rsid w:val="00924C1F"/>
    <w:rsid w:val="00924C5F"/>
    <w:rsid w:val="00924C86"/>
    <w:rsid w:val="00924E52"/>
    <w:rsid w:val="0092520E"/>
    <w:rsid w:val="00925790"/>
    <w:rsid w:val="00926339"/>
    <w:rsid w:val="0092646B"/>
    <w:rsid w:val="009265E5"/>
    <w:rsid w:val="00926656"/>
    <w:rsid w:val="009266FC"/>
    <w:rsid w:val="0092686A"/>
    <w:rsid w:val="00926D97"/>
    <w:rsid w:val="00927822"/>
    <w:rsid w:val="00927D3F"/>
    <w:rsid w:val="00927F53"/>
    <w:rsid w:val="0093033D"/>
    <w:rsid w:val="0093070A"/>
    <w:rsid w:val="00930A79"/>
    <w:rsid w:val="00930FFD"/>
    <w:rsid w:val="00931AF3"/>
    <w:rsid w:val="00931E15"/>
    <w:rsid w:val="00932FEB"/>
    <w:rsid w:val="00933274"/>
    <w:rsid w:val="0093356F"/>
    <w:rsid w:val="0093361C"/>
    <w:rsid w:val="009336D0"/>
    <w:rsid w:val="00933AFA"/>
    <w:rsid w:val="0093448D"/>
    <w:rsid w:val="009347B9"/>
    <w:rsid w:val="009348E0"/>
    <w:rsid w:val="00934CA2"/>
    <w:rsid w:val="009355C7"/>
    <w:rsid w:val="00935938"/>
    <w:rsid w:val="00935C51"/>
    <w:rsid w:val="0093641C"/>
    <w:rsid w:val="00936487"/>
    <w:rsid w:val="00936690"/>
    <w:rsid w:val="00936B37"/>
    <w:rsid w:val="00936C7F"/>
    <w:rsid w:val="00937EDE"/>
    <w:rsid w:val="00937F7C"/>
    <w:rsid w:val="00940793"/>
    <w:rsid w:val="0094083E"/>
    <w:rsid w:val="00940C10"/>
    <w:rsid w:val="00940D45"/>
    <w:rsid w:val="00941076"/>
    <w:rsid w:val="00941186"/>
    <w:rsid w:val="00941298"/>
    <w:rsid w:val="009413CF"/>
    <w:rsid w:val="00941A7F"/>
    <w:rsid w:val="00941C06"/>
    <w:rsid w:val="0094228B"/>
    <w:rsid w:val="00942DEB"/>
    <w:rsid w:val="009432AB"/>
    <w:rsid w:val="009432BA"/>
    <w:rsid w:val="009438FA"/>
    <w:rsid w:val="00943B3E"/>
    <w:rsid w:val="00943D2D"/>
    <w:rsid w:val="00944BFB"/>
    <w:rsid w:val="00944D48"/>
    <w:rsid w:val="009455FF"/>
    <w:rsid w:val="009458C6"/>
    <w:rsid w:val="00945C1E"/>
    <w:rsid w:val="009461E2"/>
    <w:rsid w:val="00946436"/>
    <w:rsid w:val="00946FEE"/>
    <w:rsid w:val="009474B7"/>
    <w:rsid w:val="00947DBB"/>
    <w:rsid w:val="009502A5"/>
    <w:rsid w:val="00950485"/>
    <w:rsid w:val="0095073B"/>
    <w:rsid w:val="009508FC"/>
    <w:rsid w:val="00950FF6"/>
    <w:rsid w:val="00951445"/>
    <w:rsid w:val="0095171C"/>
    <w:rsid w:val="00951905"/>
    <w:rsid w:val="00951A3B"/>
    <w:rsid w:val="0095238E"/>
    <w:rsid w:val="009526E1"/>
    <w:rsid w:val="009527D8"/>
    <w:rsid w:val="00952AAB"/>
    <w:rsid w:val="00952DB4"/>
    <w:rsid w:val="00952E69"/>
    <w:rsid w:val="009532C8"/>
    <w:rsid w:val="0095362A"/>
    <w:rsid w:val="009540A5"/>
    <w:rsid w:val="009541EB"/>
    <w:rsid w:val="0095427F"/>
    <w:rsid w:val="009542F1"/>
    <w:rsid w:val="0095441B"/>
    <w:rsid w:val="00954437"/>
    <w:rsid w:val="00954512"/>
    <w:rsid w:val="00954541"/>
    <w:rsid w:val="00954CC7"/>
    <w:rsid w:val="0095526C"/>
    <w:rsid w:val="009552EC"/>
    <w:rsid w:val="009556AC"/>
    <w:rsid w:val="009559B8"/>
    <w:rsid w:val="00956234"/>
    <w:rsid w:val="00956899"/>
    <w:rsid w:val="00956D5A"/>
    <w:rsid w:val="00956DD2"/>
    <w:rsid w:val="0095797A"/>
    <w:rsid w:val="00957E45"/>
    <w:rsid w:val="009600C5"/>
    <w:rsid w:val="00960EDE"/>
    <w:rsid w:val="00961034"/>
    <w:rsid w:val="00961160"/>
    <w:rsid w:val="009612B8"/>
    <w:rsid w:val="009617AE"/>
    <w:rsid w:val="009619DD"/>
    <w:rsid w:val="0096236D"/>
    <w:rsid w:val="009625F4"/>
    <w:rsid w:val="00962629"/>
    <w:rsid w:val="009626CF"/>
    <w:rsid w:val="0096279E"/>
    <w:rsid w:val="0096284B"/>
    <w:rsid w:val="00962B4E"/>
    <w:rsid w:val="00962D2E"/>
    <w:rsid w:val="00962D42"/>
    <w:rsid w:val="0096347F"/>
    <w:rsid w:val="0096355B"/>
    <w:rsid w:val="0096398B"/>
    <w:rsid w:val="009639BF"/>
    <w:rsid w:val="00963C74"/>
    <w:rsid w:val="00963D15"/>
    <w:rsid w:val="009648F8"/>
    <w:rsid w:val="00964E31"/>
    <w:rsid w:val="00965D80"/>
    <w:rsid w:val="00965F23"/>
    <w:rsid w:val="00966509"/>
    <w:rsid w:val="00966BA0"/>
    <w:rsid w:val="00966BE0"/>
    <w:rsid w:val="00966C49"/>
    <w:rsid w:val="00966E47"/>
    <w:rsid w:val="00966FDD"/>
    <w:rsid w:val="0096703C"/>
    <w:rsid w:val="00967AB3"/>
    <w:rsid w:val="0097007F"/>
    <w:rsid w:val="00970653"/>
    <w:rsid w:val="00970823"/>
    <w:rsid w:val="009708D2"/>
    <w:rsid w:val="00970F2B"/>
    <w:rsid w:val="009713E3"/>
    <w:rsid w:val="0097194E"/>
    <w:rsid w:val="00971B25"/>
    <w:rsid w:val="00971F6E"/>
    <w:rsid w:val="00971F87"/>
    <w:rsid w:val="009722E1"/>
    <w:rsid w:val="009725C6"/>
    <w:rsid w:val="009727B9"/>
    <w:rsid w:val="00972E71"/>
    <w:rsid w:val="0097348C"/>
    <w:rsid w:val="009741F1"/>
    <w:rsid w:val="009744D5"/>
    <w:rsid w:val="0097457B"/>
    <w:rsid w:val="009745F0"/>
    <w:rsid w:val="00974B4A"/>
    <w:rsid w:val="00975B51"/>
    <w:rsid w:val="00975D8B"/>
    <w:rsid w:val="00975DAB"/>
    <w:rsid w:val="00975F93"/>
    <w:rsid w:val="00975FF5"/>
    <w:rsid w:val="00976458"/>
    <w:rsid w:val="00976EDD"/>
    <w:rsid w:val="00976F51"/>
    <w:rsid w:val="009774E6"/>
    <w:rsid w:val="0097773B"/>
    <w:rsid w:val="00977BD5"/>
    <w:rsid w:val="00977F61"/>
    <w:rsid w:val="00977F99"/>
    <w:rsid w:val="009802A6"/>
    <w:rsid w:val="009807AA"/>
    <w:rsid w:val="00980C00"/>
    <w:rsid w:val="00981279"/>
    <w:rsid w:val="0098183E"/>
    <w:rsid w:val="00981C23"/>
    <w:rsid w:val="00982627"/>
    <w:rsid w:val="00982965"/>
    <w:rsid w:val="00982C3B"/>
    <w:rsid w:val="00982DEC"/>
    <w:rsid w:val="00982DF4"/>
    <w:rsid w:val="00982F06"/>
    <w:rsid w:val="00983602"/>
    <w:rsid w:val="009837CB"/>
    <w:rsid w:val="009839A9"/>
    <w:rsid w:val="00983AEE"/>
    <w:rsid w:val="009840C5"/>
    <w:rsid w:val="00984631"/>
    <w:rsid w:val="009855F8"/>
    <w:rsid w:val="009856A6"/>
    <w:rsid w:val="0098594E"/>
    <w:rsid w:val="00985CEE"/>
    <w:rsid w:val="00985D3E"/>
    <w:rsid w:val="00985D46"/>
    <w:rsid w:val="00985E4F"/>
    <w:rsid w:val="00986362"/>
    <w:rsid w:val="00986BB1"/>
    <w:rsid w:val="0098733D"/>
    <w:rsid w:val="00987A9F"/>
    <w:rsid w:val="00987E8B"/>
    <w:rsid w:val="00987F4F"/>
    <w:rsid w:val="0099046A"/>
    <w:rsid w:val="00990D97"/>
    <w:rsid w:val="00991A19"/>
    <w:rsid w:val="00991ED2"/>
    <w:rsid w:val="00991EDE"/>
    <w:rsid w:val="009921B7"/>
    <w:rsid w:val="00992B77"/>
    <w:rsid w:val="00992DA1"/>
    <w:rsid w:val="009930BE"/>
    <w:rsid w:val="00993798"/>
    <w:rsid w:val="009939FA"/>
    <w:rsid w:val="00993C08"/>
    <w:rsid w:val="00993E76"/>
    <w:rsid w:val="00994703"/>
    <w:rsid w:val="0099497D"/>
    <w:rsid w:val="00994D37"/>
    <w:rsid w:val="00995696"/>
    <w:rsid w:val="00995D7F"/>
    <w:rsid w:val="00996488"/>
    <w:rsid w:val="0099654B"/>
    <w:rsid w:val="00996A45"/>
    <w:rsid w:val="00996BD8"/>
    <w:rsid w:val="00996D3B"/>
    <w:rsid w:val="00996EDD"/>
    <w:rsid w:val="00996FB1"/>
    <w:rsid w:val="00997078"/>
    <w:rsid w:val="00997172"/>
    <w:rsid w:val="0099748F"/>
    <w:rsid w:val="00997525"/>
    <w:rsid w:val="0099771B"/>
    <w:rsid w:val="00997CBF"/>
    <w:rsid w:val="009A018B"/>
    <w:rsid w:val="009A10D2"/>
    <w:rsid w:val="009A12FF"/>
    <w:rsid w:val="009A1A0F"/>
    <w:rsid w:val="009A2078"/>
    <w:rsid w:val="009A2126"/>
    <w:rsid w:val="009A248F"/>
    <w:rsid w:val="009A2B63"/>
    <w:rsid w:val="009A2CBE"/>
    <w:rsid w:val="009A3A77"/>
    <w:rsid w:val="009A3F50"/>
    <w:rsid w:val="009A41B0"/>
    <w:rsid w:val="009A474D"/>
    <w:rsid w:val="009A506D"/>
    <w:rsid w:val="009A51B1"/>
    <w:rsid w:val="009A5543"/>
    <w:rsid w:val="009A5E8D"/>
    <w:rsid w:val="009A63A6"/>
    <w:rsid w:val="009A68D8"/>
    <w:rsid w:val="009A6A98"/>
    <w:rsid w:val="009A6BC4"/>
    <w:rsid w:val="009A6CB5"/>
    <w:rsid w:val="009A6D08"/>
    <w:rsid w:val="009A72DA"/>
    <w:rsid w:val="009A76F0"/>
    <w:rsid w:val="009A7B9B"/>
    <w:rsid w:val="009B002A"/>
    <w:rsid w:val="009B0E95"/>
    <w:rsid w:val="009B0FF5"/>
    <w:rsid w:val="009B122A"/>
    <w:rsid w:val="009B136B"/>
    <w:rsid w:val="009B1A0C"/>
    <w:rsid w:val="009B2317"/>
    <w:rsid w:val="009B2432"/>
    <w:rsid w:val="009B24E1"/>
    <w:rsid w:val="009B29D3"/>
    <w:rsid w:val="009B2B9D"/>
    <w:rsid w:val="009B2BE3"/>
    <w:rsid w:val="009B3345"/>
    <w:rsid w:val="009B3630"/>
    <w:rsid w:val="009B3657"/>
    <w:rsid w:val="009B36DB"/>
    <w:rsid w:val="009B375E"/>
    <w:rsid w:val="009B3CE5"/>
    <w:rsid w:val="009B4B2A"/>
    <w:rsid w:val="009B50FC"/>
    <w:rsid w:val="009B556C"/>
    <w:rsid w:val="009B5645"/>
    <w:rsid w:val="009B574F"/>
    <w:rsid w:val="009B5A4E"/>
    <w:rsid w:val="009B5ABA"/>
    <w:rsid w:val="009B680E"/>
    <w:rsid w:val="009B6A18"/>
    <w:rsid w:val="009B6BD5"/>
    <w:rsid w:val="009B70FE"/>
    <w:rsid w:val="009B71ED"/>
    <w:rsid w:val="009B7537"/>
    <w:rsid w:val="009B7B50"/>
    <w:rsid w:val="009B7B93"/>
    <w:rsid w:val="009B7D4F"/>
    <w:rsid w:val="009B7F63"/>
    <w:rsid w:val="009C03A5"/>
    <w:rsid w:val="009C0910"/>
    <w:rsid w:val="009C1251"/>
    <w:rsid w:val="009C1272"/>
    <w:rsid w:val="009C139A"/>
    <w:rsid w:val="009C1416"/>
    <w:rsid w:val="009C15EC"/>
    <w:rsid w:val="009C171F"/>
    <w:rsid w:val="009C18E1"/>
    <w:rsid w:val="009C1AEA"/>
    <w:rsid w:val="009C1D54"/>
    <w:rsid w:val="009C2A4D"/>
    <w:rsid w:val="009C32A1"/>
    <w:rsid w:val="009C3376"/>
    <w:rsid w:val="009C3D60"/>
    <w:rsid w:val="009C4418"/>
    <w:rsid w:val="009C44BE"/>
    <w:rsid w:val="009C457D"/>
    <w:rsid w:val="009C46C9"/>
    <w:rsid w:val="009C5097"/>
    <w:rsid w:val="009C5334"/>
    <w:rsid w:val="009C5FC7"/>
    <w:rsid w:val="009C6410"/>
    <w:rsid w:val="009C6581"/>
    <w:rsid w:val="009C6E21"/>
    <w:rsid w:val="009C6E3B"/>
    <w:rsid w:val="009C7448"/>
    <w:rsid w:val="009C7CEB"/>
    <w:rsid w:val="009C7EB3"/>
    <w:rsid w:val="009D0CF3"/>
    <w:rsid w:val="009D14D5"/>
    <w:rsid w:val="009D1BAD"/>
    <w:rsid w:val="009D1BC7"/>
    <w:rsid w:val="009D1C93"/>
    <w:rsid w:val="009D1DD3"/>
    <w:rsid w:val="009D259C"/>
    <w:rsid w:val="009D268F"/>
    <w:rsid w:val="009D2A3C"/>
    <w:rsid w:val="009D2B3F"/>
    <w:rsid w:val="009D320E"/>
    <w:rsid w:val="009D35C8"/>
    <w:rsid w:val="009D391A"/>
    <w:rsid w:val="009D3F9D"/>
    <w:rsid w:val="009D427E"/>
    <w:rsid w:val="009D45C5"/>
    <w:rsid w:val="009D486D"/>
    <w:rsid w:val="009D48B9"/>
    <w:rsid w:val="009D48CB"/>
    <w:rsid w:val="009D4BA1"/>
    <w:rsid w:val="009D4F12"/>
    <w:rsid w:val="009D4FA5"/>
    <w:rsid w:val="009D5991"/>
    <w:rsid w:val="009D5B70"/>
    <w:rsid w:val="009D5ED9"/>
    <w:rsid w:val="009D6CD9"/>
    <w:rsid w:val="009D704E"/>
    <w:rsid w:val="009D78B9"/>
    <w:rsid w:val="009D7D73"/>
    <w:rsid w:val="009D7E4F"/>
    <w:rsid w:val="009E0046"/>
    <w:rsid w:val="009E06A5"/>
    <w:rsid w:val="009E09E2"/>
    <w:rsid w:val="009E0B24"/>
    <w:rsid w:val="009E13AC"/>
    <w:rsid w:val="009E143C"/>
    <w:rsid w:val="009E1CBD"/>
    <w:rsid w:val="009E1F46"/>
    <w:rsid w:val="009E20C0"/>
    <w:rsid w:val="009E22CA"/>
    <w:rsid w:val="009E236E"/>
    <w:rsid w:val="009E2B03"/>
    <w:rsid w:val="009E2F99"/>
    <w:rsid w:val="009E3539"/>
    <w:rsid w:val="009E3DF4"/>
    <w:rsid w:val="009E489D"/>
    <w:rsid w:val="009E4BF0"/>
    <w:rsid w:val="009E4BFD"/>
    <w:rsid w:val="009E4D0F"/>
    <w:rsid w:val="009E4D22"/>
    <w:rsid w:val="009E502C"/>
    <w:rsid w:val="009E5945"/>
    <w:rsid w:val="009E62C8"/>
    <w:rsid w:val="009E640A"/>
    <w:rsid w:val="009E6711"/>
    <w:rsid w:val="009E6C24"/>
    <w:rsid w:val="009E6E8C"/>
    <w:rsid w:val="009E7256"/>
    <w:rsid w:val="009E7359"/>
    <w:rsid w:val="009E73B2"/>
    <w:rsid w:val="009E7540"/>
    <w:rsid w:val="009E79B9"/>
    <w:rsid w:val="009F016F"/>
    <w:rsid w:val="009F0266"/>
    <w:rsid w:val="009F094B"/>
    <w:rsid w:val="009F0B70"/>
    <w:rsid w:val="009F136D"/>
    <w:rsid w:val="009F1443"/>
    <w:rsid w:val="009F16DD"/>
    <w:rsid w:val="009F1F6A"/>
    <w:rsid w:val="009F1FCE"/>
    <w:rsid w:val="009F22A2"/>
    <w:rsid w:val="009F2630"/>
    <w:rsid w:val="009F282C"/>
    <w:rsid w:val="009F2D62"/>
    <w:rsid w:val="009F3153"/>
    <w:rsid w:val="009F387A"/>
    <w:rsid w:val="009F4394"/>
    <w:rsid w:val="009F54A3"/>
    <w:rsid w:val="009F5739"/>
    <w:rsid w:val="009F5979"/>
    <w:rsid w:val="009F6686"/>
    <w:rsid w:val="009F6700"/>
    <w:rsid w:val="009F67F3"/>
    <w:rsid w:val="009F6CA3"/>
    <w:rsid w:val="009F70A0"/>
    <w:rsid w:val="009F7273"/>
    <w:rsid w:val="009F732B"/>
    <w:rsid w:val="009F7CC8"/>
    <w:rsid w:val="009F7ED6"/>
    <w:rsid w:val="00A00760"/>
    <w:rsid w:val="00A00D4E"/>
    <w:rsid w:val="00A00FC3"/>
    <w:rsid w:val="00A014B2"/>
    <w:rsid w:val="00A017DD"/>
    <w:rsid w:val="00A01947"/>
    <w:rsid w:val="00A01CC1"/>
    <w:rsid w:val="00A01F5E"/>
    <w:rsid w:val="00A025F1"/>
    <w:rsid w:val="00A02C6D"/>
    <w:rsid w:val="00A03685"/>
    <w:rsid w:val="00A03706"/>
    <w:rsid w:val="00A0405E"/>
    <w:rsid w:val="00A04685"/>
    <w:rsid w:val="00A05689"/>
    <w:rsid w:val="00A05756"/>
    <w:rsid w:val="00A05830"/>
    <w:rsid w:val="00A05B59"/>
    <w:rsid w:val="00A05E66"/>
    <w:rsid w:val="00A05ECC"/>
    <w:rsid w:val="00A060DB"/>
    <w:rsid w:val="00A0680B"/>
    <w:rsid w:val="00A06D3D"/>
    <w:rsid w:val="00A07371"/>
    <w:rsid w:val="00A078E1"/>
    <w:rsid w:val="00A07915"/>
    <w:rsid w:val="00A07F46"/>
    <w:rsid w:val="00A102EA"/>
    <w:rsid w:val="00A106CE"/>
    <w:rsid w:val="00A109F6"/>
    <w:rsid w:val="00A11089"/>
    <w:rsid w:val="00A11969"/>
    <w:rsid w:val="00A122DA"/>
    <w:rsid w:val="00A123BE"/>
    <w:rsid w:val="00A12430"/>
    <w:rsid w:val="00A12B24"/>
    <w:rsid w:val="00A12DA0"/>
    <w:rsid w:val="00A133AC"/>
    <w:rsid w:val="00A134AB"/>
    <w:rsid w:val="00A13812"/>
    <w:rsid w:val="00A13856"/>
    <w:rsid w:val="00A138FB"/>
    <w:rsid w:val="00A1395D"/>
    <w:rsid w:val="00A13E9E"/>
    <w:rsid w:val="00A141BC"/>
    <w:rsid w:val="00A144CF"/>
    <w:rsid w:val="00A14585"/>
    <w:rsid w:val="00A146BD"/>
    <w:rsid w:val="00A15307"/>
    <w:rsid w:val="00A1536F"/>
    <w:rsid w:val="00A162F4"/>
    <w:rsid w:val="00A163A5"/>
    <w:rsid w:val="00A16E21"/>
    <w:rsid w:val="00A16E53"/>
    <w:rsid w:val="00A1739D"/>
    <w:rsid w:val="00A20337"/>
    <w:rsid w:val="00A213B5"/>
    <w:rsid w:val="00A21682"/>
    <w:rsid w:val="00A2189E"/>
    <w:rsid w:val="00A21949"/>
    <w:rsid w:val="00A21C5A"/>
    <w:rsid w:val="00A21D8F"/>
    <w:rsid w:val="00A224AE"/>
    <w:rsid w:val="00A228BA"/>
    <w:rsid w:val="00A22C20"/>
    <w:rsid w:val="00A22CEB"/>
    <w:rsid w:val="00A22D0B"/>
    <w:rsid w:val="00A22EDD"/>
    <w:rsid w:val="00A2314E"/>
    <w:rsid w:val="00A2356D"/>
    <w:rsid w:val="00A23C95"/>
    <w:rsid w:val="00A23E5D"/>
    <w:rsid w:val="00A23F25"/>
    <w:rsid w:val="00A24664"/>
    <w:rsid w:val="00A24759"/>
    <w:rsid w:val="00A249F5"/>
    <w:rsid w:val="00A254A4"/>
    <w:rsid w:val="00A261C7"/>
    <w:rsid w:val="00A261DE"/>
    <w:rsid w:val="00A2627C"/>
    <w:rsid w:val="00A26321"/>
    <w:rsid w:val="00A267D4"/>
    <w:rsid w:val="00A26B82"/>
    <w:rsid w:val="00A26D78"/>
    <w:rsid w:val="00A27E13"/>
    <w:rsid w:val="00A3087C"/>
    <w:rsid w:val="00A31483"/>
    <w:rsid w:val="00A31FA1"/>
    <w:rsid w:val="00A32590"/>
    <w:rsid w:val="00A32A52"/>
    <w:rsid w:val="00A32B3E"/>
    <w:rsid w:val="00A32C50"/>
    <w:rsid w:val="00A32E6A"/>
    <w:rsid w:val="00A32FA5"/>
    <w:rsid w:val="00A3374E"/>
    <w:rsid w:val="00A33984"/>
    <w:rsid w:val="00A33C29"/>
    <w:rsid w:val="00A33E1F"/>
    <w:rsid w:val="00A33E2C"/>
    <w:rsid w:val="00A33E90"/>
    <w:rsid w:val="00A33F9A"/>
    <w:rsid w:val="00A34A96"/>
    <w:rsid w:val="00A34BF2"/>
    <w:rsid w:val="00A352C3"/>
    <w:rsid w:val="00A355F1"/>
    <w:rsid w:val="00A35BCA"/>
    <w:rsid w:val="00A35CA8"/>
    <w:rsid w:val="00A35CB0"/>
    <w:rsid w:val="00A35E2F"/>
    <w:rsid w:val="00A36CA4"/>
    <w:rsid w:val="00A36E68"/>
    <w:rsid w:val="00A370F4"/>
    <w:rsid w:val="00A377B7"/>
    <w:rsid w:val="00A37967"/>
    <w:rsid w:val="00A40145"/>
    <w:rsid w:val="00A4057E"/>
    <w:rsid w:val="00A40611"/>
    <w:rsid w:val="00A40655"/>
    <w:rsid w:val="00A4073F"/>
    <w:rsid w:val="00A40DDF"/>
    <w:rsid w:val="00A40DE8"/>
    <w:rsid w:val="00A41234"/>
    <w:rsid w:val="00A412B6"/>
    <w:rsid w:val="00A41575"/>
    <w:rsid w:val="00A41A22"/>
    <w:rsid w:val="00A42905"/>
    <w:rsid w:val="00A42BEE"/>
    <w:rsid w:val="00A430D5"/>
    <w:rsid w:val="00A431B8"/>
    <w:rsid w:val="00A438FB"/>
    <w:rsid w:val="00A43C82"/>
    <w:rsid w:val="00A44124"/>
    <w:rsid w:val="00A4428D"/>
    <w:rsid w:val="00A4447F"/>
    <w:rsid w:val="00A44EAE"/>
    <w:rsid w:val="00A452D0"/>
    <w:rsid w:val="00A4630B"/>
    <w:rsid w:val="00A4711F"/>
    <w:rsid w:val="00A4781C"/>
    <w:rsid w:val="00A500A2"/>
    <w:rsid w:val="00A5021A"/>
    <w:rsid w:val="00A507BF"/>
    <w:rsid w:val="00A51100"/>
    <w:rsid w:val="00A51189"/>
    <w:rsid w:val="00A512CA"/>
    <w:rsid w:val="00A512F1"/>
    <w:rsid w:val="00A51650"/>
    <w:rsid w:val="00A518C8"/>
    <w:rsid w:val="00A51ABD"/>
    <w:rsid w:val="00A51AC3"/>
    <w:rsid w:val="00A52061"/>
    <w:rsid w:val="00A52137"/>
    <w:rsid w:val="00A527AF"/>
    <w:rsid w:val="00A52DB0"/>
    <w:rsid w:val="00A52DC5"/>
    <w:rsid w:val="00A54376"/>
    <w:rsid w:val="00A545B9"/>
    <w:rsid w:val="00A546E8"/>
    <w:rsid w:val="00A54947"/>
    <w:rsid w:val="00A54B81"/>
    <w:rsid w:val="00A55254"/>
    <w:rsid w:val="00A556F3"/>
    <w:rsid w:val="00A55DE2"/>
    <w:rsid w:val="00A55E78"/>
    <w:rsid w:val="00A56345"/>
    <w:rsid w:val="00A568A4"/>
    <w:rsid w:val="00A5692A"/>
    <w:rsid w:val="00A56C5B"/>
    <w:rsid w:val="00A575DF"/>
    <w:rsid w:val="00A578A6"/>
    <w:rsid w:val="00A6010B"/>
    <w:rsid w:val="00A6012C"/>
    <w:rsid w:val="00A602BF"/>
    <w:rsid w:val="00A602F5"/>
    <w:rsid w:val="00A6052E"/>
    <w:rsid w:val="00A6056E"/>
    <w:rsid w:val="00A606A2"/>
    <w:rsid w:val="00A6075C"/>
    <w:rsid w:val="00A60A53"/>
    <w:rsid w:val="00A60C6A"/>
    <w:rsid w:val="00A60CB5"/>
    <w:rsid w:val="00A60FBD"/>
    <w:rsid w:val="00A610AC"/>
    <w:rsid w:val="00A610F7"/>
    <w:rsid w:val="00A61226"/>
    <w:rsid w:val="00A614E3"/>
    <w:rsid w:val="00A625A5"/>
    <w:rsid w:val="00A629B3"/>
    <w:rsid w:val="00A629DB"/>
    <w:rsid w:val="00A62E60"/>
    <w:rsid w:val="00A62FF4"/>
    <w:rsid w:val="00A638CB"/>
    <w:rsid w:val="00A63B94"/>
    <w:rsid w:val="00A64239"/>
    <w:rsid w:val="00A643CE"/>
    <w:rsid w:val="00A65571"/>
    <w:rsid w:val="00A657FA"/>
    <w:rsid w:val="00A662AC"/>
    <w:rsid w:val="00A665E8"/>
    <w:rsid w:val="00A66F8F"/>
    <w:rsid w:val="00A67106"/>
    <w:rsid w:val="00A67207"/>
    <w:rsid w:val="00A675BE"/>
    <w:rsid w:val="00A679C5"/>
    <w:rsid w:val="00A679F1"/>
    <w:rsid w:val="00A67A25"/>
    <w:rsid w:val="00A67B22"/>
    <w:rsid w:val="00A67C15"/>
    <w:rsid w:val="00A7044D"/>
    <w:rsid w:val="00A706E4"/>
    <w:rsid w:val="00A70FFC"/>
    <w:rsid w:val="00A71105"/>
    <w:rsid w:val="00A71302"/>
    <w:rsid w:val="00A71963"/>
    <w:rsid w:val="00A71CC1"/>
    <w:rsid w:val="00A72060"/>
    <w:rsid w:val="00A72090"/>
    <w:rsid w:val="00A72BBD"/>
    <w:rsid w:val="00A72D78"/>
    <w:rsid w:val="00A7316C"/>
    <w:rsid w:val="00A73681"/>
    <w:rsid w:val="00A7392B"/>
    <w:rsid w:val="00A74526"/>
    <w:rsid w:val="00A74638"/>
    <w:rsid w:val="00A746EB"/>
    <w:rsid w:val="00A74F2B"/>
    <w:rsid w:val="00A752BD"/>
    <w:rsid w:val="00A7544B"/>
    <w:rsid w:val="00A755DD"/>
    <w:rsid w:val="00A75A87"/>
    <w:rsid w:val="00A75CBB"/>
    <w:rsid w:val="00A75D99"/>
    <w:rsid w:val="00A76B94"/>
    <w:rsid w:val="00A76D63"/>
    <w:rsid w:val="00A76EFB"/>
    <w:rsid w:val="00A76F87"/>
    <w:rsid w:val="00A77234"/>
    <w:rsid w:val="00A77856"/>
    <w:rsid w:val="00A77BD6"/>
    <w:rsid w:val="00A803E8"/>
    <w:rsid w:val="00A80C4D"/>
    <w:rsid w:val="00A81486"/>
    <w:rsid w:val="00A8182F"/>
    <w:rsid w:val="00A81A78"/>
    <w:rsid w:val="00A81AC6"/>
    <w:rsid w:val="00A81E28"/>
    <w:rsid w:val="00A81FCD"/>
    <w:rsid w:val="00A82565"/>
    <w:rsid w:val="00A82D8D"/>
    <w:rsid w:val="00A82F23"/>
    <w:rsid w:val="00A842F2"/>
    <w:rsid w:val="00A84BC8"/>
    <w:rsid w:val="00A854EC"/>
    <w:rsid w:val="00A85659"/>
    <w:rsid w:val="00A85E08"/>
    <w:rsid w:val="00A860DA"/>
    <w:rsid w:val="00A874F3"/>
    <w:rsid w:val="00A87F3D"/>
    <w:rsid w:val="00A9007B"/>
    <w:rsid w:val="00A9011B"/>
    <w:rsid w:val="00A90382"/>
    <w:rsid w:val="00A90464"/>
    <w:rsid w:val="00A9096C"/>
    <w:rsid w:val="00A90A92"/>
    <w:rsid w:val="00A91253"/>
    <w:rsid w:val="00A9167E"/>
    <w:rsid w:val="00A91AA9"/>
    <w:rsid w:val="00A91D46"/>
    <w:rsid w:val="00A91EC3"/>
    <w:rsid w:val="00A921B6"/>
    <w:rsid w:val="00A92768"/>
    <w:rsid w:val="00A92A9F"/>
    <w:rsid w:val="00A92BCE"/>
    <w:rsid w:val="00A92C52"/>
    <w:rsid w:val="00A92ECF"/>
    <w:rsid w:val="00A93B40"/>
    <w:rsid w:val="00A93BEC"/>
    <w:rsid w:val="00A93E22"/>
    <w:rsid w:val="00A94581"/>
    <w:rsid w:val="00A9458A"/>
    <w:rsid w:val="00A945E2"/>
    <w:rsid w:val="00A94CFE"/>
    <w:rsid w:val="00A9530C"/>
    <w:rsid w:val="00A95445"/>
    <w:rsid w:val="00A95A5D"/>
    <w:rsid w:val="00A95C19"/>
    <w:rsid w:val="00A9632D"/>
    <w:rsid w:val="00A9678B"/>
    <w:rsid w:val="00A968E5"/>
    <w:rsid w:val="00A96D24"/>
    <w:rsid w:val="00A97059"/>
    <w:rsid w:val="00A973FA"/>
    <w:rsid w:val="00A97852"/>
    <w:rsid w:val="00A978A2"/>
    <w:rsid w:val="00AA0A82"/>
    <w:rsid w:val="00AA0BFB"/>
    <w:rsid w:val="00AA0EF8"/>
    <w:rsid w:val="00AA1086"/>
    <w:rsid w:val="00AA14A5"/>
    <w:rsid w:val="00AA17C3"/>
    <w:rsid w:val="00AA19A3"/>
    <w:rsid w:val="00AA1C3C"/>
    <w:rsid w:val="00AA1CD4"/>
    <w:rsid w:val="00AA229C"/>
    <w:rsid w:val="00AA2379"/>
    <w:rsid w:val="00AA23AC"/>
    <w:rsid w:val="00AA2736"/>
    <w:rsid w:val="00AA2B92"/>
    <w:rsid w:val="00AA2D8A"/>
    <w:rsid w:val="00AA30CA"/>
    <w:rsid w:val="00AA3242"/>
    <w:rsid w:val="00AA3397"/>
    <w:rsid w:val="00AA339D"/>
    <w:rsid w:val="00AA351C"/>
    <w:rsid w:val="00AA370F"/>
    <w:rsid w:val="00AA39B3"/>
    <w:rsid w:val="00AA3AEA"/>
    <w:rsid w:val="00AA44D5"/>
    <w:rsid w:val="00AA44DD"/>
    <w:rsid w:val="00AA4692"/>
    <w:rsid w:val="00AA483F"/>
    <w:rsid w:val="00AA4A2F"/>
    <w:rsid w:val="00AA5128"/>
    <w:rsid w:val="00AA539B"/>
    <w:rsid w:val="00AA5839"/>
    <w:rsid w:val="00AA62C6"/>
    <w:rsid w:val="00AA6E14"/>
    <w:rsid w:val="00AA7059"/>
    <w:rsid w:val="00AA72BF"/>
    <w:rsid w:val="00AA7CDB"/>
    <w:rsid w:val="00AA7E47"/>
    <w:rsid w:val="00AB0118"/>
    <w:rsid w:val="00AB0858"/>
    <w:rsid w:val="00AB0F42"/>
    <w:rsid w:val="00AB0F46"/>
    <w:rsid w:val="00AB111D"/>
    <w:rsid w:val="00AB1464"/>
    <w:rsid w:val="00AB15C6"/>
    <w:rsid w:val="00AB1872"/>
    <w:rsid w:val="00AB1874"/>
    <w:rsid w:val="00AB1CE3"/>
    <w:rsid w:val="00AB23B8"/>
    <w:rsid w:val="00AB2B5B"/>
    <w:rsid w:val="00AB2D27"/>
    <w:rsid w:val="00AB32B1"/>
    <w:rsid w:val="00AB33BB"/>
    <w:rsid w:val="00AB37C1"/>
    <w:rsid w:val="00AB393F"/>
    <w:rsid w:val="00AB4569"/>
    <w:rsid w:val="00AB4C52"/>
    <w:rsid w:val="00AB4C7F"/>
    <w:rsid w:val="00AB52A3"/>
    <w:rsid w:val="00AB58D6"/>
    <w:rsid w:val="00AB5A38"/>
    <w:rsid w:val="00AB644A"/>
    <w:rsid w:val="00AB6762"/>
    <w:rsid w:val="00AB6C77"/>
    <w:rsid w:val="00AB6D5B"/>
    <w:rsid w:val="00AB6FF1"/>
    <w:rsid w:val="00AB7145"/>
    <w:rsid w:val="00AB7883"/>
    <w:rsid w:val="00AC0795"/>
    <w:rsid w:val="00AC081C"/>
    <w:rsid w:val="00AC088D"/>
    <w:rsid w:val="00AC09D8"/>
    <w:rsid w:val="00AC0C2B"/>
    <w:rsid w:val="00AC0D65"/>
    <w:rsid w:val="00AC1334"/>
    <w:rsid w:val="00AC134F"/>
    <w:rsid w:val="00AC1505"/>
    <w:rsid w:val="00AC1554"/>
    <w:rsid w:val="00AC17D7"/>
    <w:rsid w:val="00AC18C5"/>
    <w:rsid w:val="00AC1A84"/>
    <w:rsid w:val="00AC2C84"/>
    <w:rsid w:val="00AC304F"/>
    <w:rsid w:val="00AC3A89"/>
    <w:rsid w:val="00AC3C6C"/>
    <w:rsid w:val="00AC3DDC"/>
    <w:rsid w:val="00AC41D1"/>
    <w:rsid w:val="00AC4409"/>
    <w:rsid w:val="00AC46D2"/>
    <w:rsid w:val="00AC4BEE"/>
    <w:rsid w:val="00AC52B5"/>
    <w:rsid w:val="00AC58C8"/>
    <w:rsid w:val="00AC58F2"/>
    <w:rsid w:val="00AC5B61"/>
    <w:rsid w:val="00AC5CCE"/>
    <w:rsid w:val="00AC5D85"/>
    <w:rsid w:val="00AC5EF6"/>
    <w:rsid w:val="00AC6160"/>
    <w:rsid w:val="00AC627D"/>
    <w:rsid w:val="00AC6D6E"/>
    <w:rsid w:val="00AC7908"/>
    <w:rsid w:val="00AD13D3"/>
    <w:rsid w:val="00AD18A8"/>
    <w:rsid w:val="00AD1E6D"/>
    <w:rsid w:val="00AD2356"/>
    <w:rsid w:val="00AD2864"/>
    <w:rsid w:val="00AD292B"/>
    <w:rsid w:val="00AD2A8C"/>
    <w:rsid w:val="00AD30AF"/>
    <w:rsid w:val="00AD313C"/>
    <w:rsid w:val="00AD3179"/>
    <w:rsid w:val="00AD320B"/>
    <w:rsid w:val="00AD37A3"/>
    <w:rsid w:val="00AD37C9"/>
    <w:rsid w:val="00AD3A22"/>
    <w:rsid w:val="00AD3E1E"/>
    <w:rsid w:val="00AD3EE5"/>
    <w:rsid w:val="00AD411F"/>
    <w:rsid w:val="00AD41DC"/>
    <w:rsid w:val="00AD4245"/>
    <w:rsid w:val="00AD448E"/>
    <w:rsid w:val="00AD4A84"/>
    <w:rsid w:val="00AD4FA9"/>
    <w:rsid w:val="00AD50B6"/>
    <w:rsid w:val="00AD53DE"/>
    <w:rsid w:val="00AD541E"/>
    <w:rsid w:val="00AD54CD"/>
    <w:rsid w:val="00AD54FA"/>
    <w:rsid w:val="00AD5ADB"/>
    <w:rsid w:val="00AD5C95"/>
    <w:rsid w:val="00AD61A3"/>
    <w:rsid w:val="00AD63F8"/>
    <w:rsid w:val="00AD6769"/>
    <w:rsid w:val="00AD6D5D"/>
    <w:rsid w:val="00AD6E46"/>
    <w:rsid w:val="00AD7C51"/>
    <w:rsid w:val="00AD7C9E"/>
    <w:rsid w:val="00AE025D"/>
    <w:rsid w:val="00AE0757"/>
    <w:rsid w:val="00AE0B8F"/>
    <w:rsid w:val="00AE0CED"/>
    <w:rsid w:val="00AE0E98"/>
    <w:rsid w:val="00AE0F2A"/>
    <w:rsid w:val="00AE1008"/>
    <w:rsid w:val="00AE10E5"/>
    <w:rsid w:val="00AE15C2"/>
    <w:rsid w:val="00AE1BBF"/>
    <w:rsid w:val="00AE24D3"/>
    <w:rsid w:val="00AE2A81"/>
    <w:rsid w:val="00AE2BAE"/>
    <w:rsid w:val="00AE2FB9"/>
    <w:rsid w:val="00AE33E2"/>
    <w:rsid w:val="00AE357C"/>
    <w:rsid w:val="00AE36A0"/>
    <w:rsid w:val="00AE4768"/>
    <w:rsid w:val="00AE4B9C"/>
    <w:rsid w:val="00AE4BC1"/>
    <w:rsid w:val="00AE4F18"/>
    <w:rsid w:val="00AE530C"/>
    <w:rsid w:val="00AE5728"/>
    <w:rsid w:val="00AE58EA"/>
    <w:rsid w:val="00AE5B57"/>
    <w:rsid w:val="00AE5FA6"/>
    <w:rsid w:val="00AE6114"/>
    <w:rsid w:val="00AE6C05"/>
    <w:rsid w:val="00AE73F8"/>
    <w:rsid w:val="00AE7429"/>
    <w:rsid w:val="00AE7A3E"/>
    <w:rsid w:val="00AF016F"/>
    <w:rsid w:val="00AF03EB"/>
    <w:rsid w:val="00AF0549"/>
    <w:rsid w:val="00AF079C"/>
    <w:rsid w:val="00AF092C"/>
    <w:rsid w:val="00AF098B"/>
    <w:rsid w:val="00AF0C2D"/>
    <w:rsid w:val="00AF19B7"/>
    <w:rsid w:val="00AF1A66"/>
    <w:rsid w:val="00AF1F4F"/>
    <w:rsid w:val="00AF1FE2"/>
    <w:rsid w:val="00AF2BCB"/>
    <w:rsid w:val="00AF2E9A"/>
    <w:rsid w:val="00AF361D"/>
    <w:rsid w:val="00AF38A3"/>
    <w:rsid w:val="00AF3FF5"/>
    <w:rsid w:val="00AF40F0"/>
    <w:rsid w:val="00AF4189"/>
    <w:rsid w:val="00AF418B"/>
    <w:rsid w:val="00AF4353"/>
    <w:rsid w:val="00AF44AE"/>
    <w:rsid w:val="00AF5013"/>
    <w:rsid w:val="00AF5168"/>
    <w:rsid w:val="00AF53C7"/>
    <w:rsid w:val="00AF5843"/>
    <w:rsid w:val="00AF5940"/>
    <w:rsid w:val="00AF60E4"/>
    <w:rsid w:val="00AF6121"/>
    <w:rsid w:val="00AF6543"/>
    <w:rsid w:val="00AF699F"/>
    <w:rsid w:val="00AF759E"/>
    <w:rsid w:val="00AF75EC"/>
    <w:rsid w:val="00AF7681"/>
    <w:rsid w:val="00AF7890"/>
    <w:rsid w:val="00AF7A64"/>
    <w:rsid w:val="00AF7F89"/>
    <w:rsid w:val="00B000ED"/>
    <w:rsid w:val="00B00279"/>
    <w:rsid w:val="00B0030A"/>
    <w:rsid w:val="00B00547"/>
    <w:rsid w:val="00B006E2"/>
    <w:rsid w:val="00B00BA7"/>
    <w:rsid w:val="00B01A4E"/>
    <w:rsid w:val="00B01D5F"/>
    <w:rsid w:val="00B01EB5"/>
    <w:rsid w:val="00B02208"/>
    <w:rsid w:val="00B0224A"/>
    <w:rsid w:val="00B0264C"/>
    <w:rsid w:val="00B02836"/>
    <w:rsid w:val="00B02A5E"/>
    <w:rsid w:val="00B02ACC"/>
    <w:rsid w:val="00B0385B"/>
    <w:rsid w:val="00B03944"/>
    <w:rsid w:val="00B03BFB"/>
    <w:rsid w:val="00B04334"/>
    <w:rsid w:val="00B04467"/>
    <w:rsid w:val="00B04952"/>
    <w:rsid w:val="00B04C11"/>
    <w:rsid w:val="00B04D90"/>
    <w:rsid w:val="00B0503B"/>
    <w:rsid w:val="00B05323"/>
    <w:rsid w:val="00B0555C"/>
    <w:rsid w:val="00B05A8E"/>
    <w:rsid w:val="00B05EEC"/>
    <w:rsid w:val="00B06446"/>
    <w:rsid w:val="00B06713"/>
    <w:rsid w:val="00B06B85"/>
    <w:rsid w:val="00B10441"/>
    <w:rsid w:val="00B10BD8"/>
    <w:rsid w:val="00B11C8B"/>
    <w:rsid w:val="00B12081"/>
    <w:rsid w:val="00B120F2"/>
    <w:rsid w:val="00B124FB"/>
    <w:rsid w:val="00B12A59"/>
    <w:rsid w:val="00B12D8E"/>
    <w:rsid w:val="00B13366"/>
    <w:rsid w:val="00B14AD2"/>
    <w:rsid w:val="00B152FC"/>
    <w:rsid w:val="00B15460"/>
    <w:rsid w:val="00B1567A"/>
    <w:rsid w:val="00B156CF"/>
    <w:rsid w:val="00B1585B"/>
    <w:rsid w:val="00B15C09"/>
    <w:rsid w:val="00B16136"/>
    <w:rsid w:val="00B166AD"/>
    <w:rsid w:val="00B16CB4"/>
    <w:rsid w:val="00B16D18"/>
    <w:rsid w:val="00B1703F"/>
    <w:rsid w:val="00B1758F"/>
    <w:rsid w:val="00B175C5"/>
    <w:rsid w:val="00B1774B"/>
    <w:rsid w:val="00B17A4B"/>
    <w:rsid w:val="00B17F06"/>
    <w:rsid w:val="00B20116"/>
    <w:rsid w:val="00B2034D"/>
    <w:rsid w:val="00B20358"/>
    <w:rsid w:val="00B20660"/>
    <w:rsid w:val="00B206C1"/>
    <w:rsid w:val="00B20767"/>
    <w:rsid w:val="00B2093A"/>
    <w:rsid w:val="00B21333"/>
    <w:rsid w:val="00B21A68"/>
    <w:rsid w:val="00B21CE0"/>
    <w:rsid w:val="00B2237D"/>
    <w:rsid w:val="00B2264D"/>
    <w:rsid w:val="00B22BE9"/>
    <w:rsid w:val="00B22CE2"/>
    <w:rsid w:val="00B230FE"/>
    <w:rsid w:val="00B232A3"/>
    <w:rsid w:val="00B24187"/>
    <w:rsid w:val="00B243F0"/>
    <w:rsid w:val="00B2443F"/>
    <w:rsid w:val="00B24506"/>
    <w:rsid w:val="00B246DC"/>
    <w:rsid w:val="00B2478B"/>
    <w:rsid w:val="00B247A3"/>
    <w:rsid w:val="00B248EF"/>
    <w:rsid w:val="00B24A55"/>
    <w:rsid w:val="00B24B8D"/>
    <w:rsid w:val="00B24BED"/>
    <w:rsid w:val="00B250C9"/>
    <w:rsid w:val="00B25981"/>
    <w:rsid w:val="00B25B58"/>
    <w:rsid w:val="00B25EA5"/>
    <w:rsid w:val="00B260ED"/>
    <w:rsid w:val="00B26886"/>
    <w:rsid w:val="00B26887"/>
    <w:rsid w:val="00B26DC6"/>
    <w:rsid w:val="00B26DD6"/>
    <w:rsid w:val="00B26EC6"/>
    <w:rsid w:val="00B26FDF"/>
    <w:rsid w:val="00B27BF0"/>
    <w:rsid w:val="00B27D43"/>
    <w:rsid w:val="00B30131"/>
    <w:rsid w:val="00B303C1"/>
    <w:rsid w:val="00B3045E"/>
    <w:rsid w:val="00B30584"/>
    <w:rsid w:val="00B30841"/>
    <w:rsid w:val="00B30A25"/>
    <w:rsid w:val="00B30B01"/>
    <w:rsid w:val="00B31125"/>
    <w:rsid w:val="00B31C51"/>
    <w:rsid w:val="00B3230B"/>
    <w:rsid w:val="00B3245E"/>
    <w:rsid w:val="00B32CFB"/>
    <w:rsid w:val="00B33027"/>
    <w:rsid w:val="00B3405C"/>
    <w:rsid w:val="00B340C2"/>
    <w:rsid w:val="00B341F1"/>
    <w:rsid w:val="00B3425C"/>
    <w:rsid w:val="00B34CD4"/>
    <w:rsid w:val="00B34F86"/>
    <w:rsid w:val="00B3536C"/>
    <w:rsid w:val="00B3542E"/>
    <w:rsid w:val="00B358AF"/>
    <w:rsid w:val="00B35B56"/>
    <w:rsid w:val="00B35DFE"/>
    <w:rsid w:val="00B35EAB"/>
    <w:rsid w:val="00B35F24"/>
    <w:rsid w:val="00B36008"/>
    <w:rsid w:val="00B36122"/>
    <w:rsid w:val="00B3621F"/>
    <w:rsid w:val="00B365BE"/>
    <w:rsid w:val="00B36709"/>
    <w:rsid w:val="00B36DE0"/>
    <w:rsid w:val="00B37141"/>
    <w:rsid w:val="00B371C5"/>
    <w:rsid w:val="00B37DF2"/>
    <w:rsid w:val="00B4005A"/>
    <w:rsid w:val="00B4021B"/>
    <w:rsid w:val="00B40575"/>
    <w:rsid w:val="00B410FD"/>
    <w:rsid w:val="00B41C35"/>
    <w:rsid w:val="00B41F18"/>
    <w:rsid w:val="00B425DF"/>
    <w:rsid w:val="00B42A09"/>
    <w:rsid w:val="00B42B2F"/>
    <w:rsid w:val="00B433ED"/>
    <w:rsid w:val="00B43804"/>
    <w:rsid w:val="00B4384B"/>
    <w:rsid w:val="00B4449E"/>
    <w:rsid w:val="00B44948"/>
    <w:rsid w:val="00B44C1B"/>
    <w:rsid w:val="00B44E5B"/>
    <w:rsid w:val="00B451B6"/>
    <w:rsid w:val="00B461F0"/>
    <w:rsid w:val="00B4680F"/>
    <w:rsid w:val="00B46A9D"/>
    <w:rsid w:val="00B46E9A"/>
    <w:rsid w:val="00B46F7B"/>
    <w:rsid w:val="00B47016"/>
    <w:rsid w:val="00B47237"/>
    <w:rsid w:val="00B47675"/>
    <w:rsid w:val="00B47701"/>
    <w:rsid w:val="00B477F2"/>
    <w:rsid w:val="00B4785E"/>
    <w:rsid w:val="00B50A55"/>
    <w:rsid w:val="00B5103E"/>
    <w:rsid w:val="00B51173"/>
    <w:rsid w:val="00B51395"/>
    <w:rsid w:val="00B51508"/>
    <w:rsid w:val="00B51CE5"/>
    <w:rsid w:val="00B51D9C"/>
    <w:rsid w:val="00B5218C"/>
    <w:rsid w:val="00B522F9"/>
    <w:rsid w:val="00B52A8B"/>
    <w:rsid w:val="00B532D8"/>
    <w:rsid w:val="00B53647"/>
    <w:rsid w:val="00B53849"/>
    <w:rsid w:val="00B53AFA"/>
    <w:rsid w:val="00B5471D"/>
    <w:rsid w:val="00B54BA0"/>
    <w:rsid w:val="00B54F32"/>
    <w:rsid w:val="00B552FA"/>
    <w:rsid w:val="00B55566"/>
    <w:rsid w:val="00B563F8"/>
    <w:rsid w:val="00B56A51"/>
    <w:rsid w:val="00B56B31"/>
    <w:rsid w:val="00B5703F"/>
    <w:rsid w:val="00B5763F"/>
    <w:rsid w:val="00B57759"/>
    <w:rsid w:val="00B577A5"/>
    <w:rsid w:val="00B57900"/>
    <w:rsid w:val="00B6006D"/>
    <w:rsid w:val="00B60380"/>
    <w:rsid w:val="00B605C8"/>
    <w:rsid w:val="00B60B4F"/>
    <w:rsid w:val="00B60BDB"/>
    <w:rsid w:val="00B60CDB"/>
    <w:rsid w:val="00B60DD9"/>
    <w:rsid w:val="00B612DD"/>
    <w:rsid w:val="00B61608"/>
    <w:rsid w:val="00B6179E"/>
    <w:rsid w:val="00B6197A"/>
    <w:rsid w:val="00B61DE8"/>
    <w:rsid w:val="00B62440"/>
    <w:rsid w:val="00B62A1C"/>
    <w:rsid w:val="00B63658"/>
    <w:rsid w:val="00B63A42"/>
    <w:rsid w:val="00B63B2A"/>
    <w:rsid w:val="00B64578"/>
    <w:rsid w:val="00B649F9"/>
    <w:rsid w:val="00B64D27"/>
    <w:rsid w:val="00B651DA"/>
    <w:rsid w:val="00B653C9"/>
    <w:rsid w:val="00B6553B"/>
    <w:rsid w:val="00B659CD"/>
    <w:rsid w:val="00B65BBD"/>
    <w:rsid w:val="00B65CFC"/>
    <w:rsid w:val="00B665C3"/>
    <w:rsid w:val="00B66980"/>
    <w:rsid w:val="00B6698F"/>
    <w:rsid w:val="00B66D09"/>
    <w:rsid w:val="00B67C15"/>
    <w:rsid w:val="00B67F5E"/>
    <w:rsid w:val="00B700CA"/>
    <w:rsid w:val="00B70185"/>
    <w:rsid w:val="00B70879"/>
    <w:rsid w:val="00B70D04"/>
    <w:rsid w:val="00B70DEC"/>
    <w:rsid w:val="00B70EFB"/>
    <w:rsid w:val="00B71100"/>
    <w:rsid w:val="00B716A6"/>
    <w:rsid w:val="00B71DB3"/>
    <w:rsid w:val="00B72124"/>
    <w:rsid w:val="00B72A31"/>
    <w:rsid w:val="00B72E64"/>
    <w:rsid w:val="00B7343C"/>
    <w:rsid w:val="00B73A48"/>
    <w:rsid w:val="00B743AE"/>
    <w:rsid w:val="00B745A4"/>
    <w:rsid w:val="00B74630"/>
    <w:rsid w:val="00B74815"/>
    <w:rsid w:val="00B748C3"/>
    <w:rsid w:val="00B748FA"/>
    <w:rsid w:val="00B76527"/>
    <w:rsid w:val="00B7652D"/>
    <w:rsid w:val="00B76D60"/>
    <w:rsid w:val="00B77109"/>
    <w:rsid w:val="00B77184"/>
    <w:rsid w:val="00B774FA"/>
    <w:rsid w:val="00B77524"/>
    <w:rsid w:val="00B779EE"/>
    <w:rsid w:val="00B77C1C"/>
    <w:rsid w:val="00B803A4"/>
    <w:rsid w:val="00B80431"/>
    <w:rsid w:val="00B807CF"/>
    <w:rsid w:val="00B80981"/>
    <w:rsid w:val="00B81C98"/>
    <w:rsid w:val="00B81E8D"/>
    <w:rsid w:val="00B82667"/>
    <w:rsid w:val="00B8276F"/>
    <w:rsid w:val="00B82950"/>
    <w:rsid w:val="00B82C4D"/>
    <w:rsid w:val="00B82FB7"/>
    <w:rsid w:val="00B83792"/>
    <w:rsid w:val="00B83B40"/>
    <w:rsid w:val="00B83C4E"/>
    <w:rsid w:val="00B83C51"/>
    <w:rsid w:val="00B83CD1"/>
    <w:rsid w:val="00B842D3"/>
    <w:rsid w:val="00B84735"/>
    <w:rsid w:val="00B84A59"/>
    <w:rsid w:val="00B85811"/>
    <w:rsid w:val="00B858CA"/>
    <w:rsid w:val="00B85B2A"/>
    <w:rsid w:val="00B85F1A"/>
    <w:rsid w:val="00B86040"/>
    <w:rsid w:val="00B86094"/>
    <w:rsid w:val="00B8609D"/>
    <w:rsid w:val="00B86133"/>
    <w:rsid w:val="00B86166"/>
    <w:rsid w:val="00B86666"/>
    <w:rsid w:val="00B870B1"/>
    <w:rsid w:val="00B874E7"/>
    <w:rsid w:val="00B8763B"/>
    <w:rsid w:val="00B8793F"/>
    <w:rsid w:val="00B9095F"/>
    <w:rsid w:val="00B90998"/>
    <w:rsid w:val="00B909E1"/>
    <w:rsid w:val="00B90E73"/>
    <w:rsid w:val="00B9115A"/>
    <w:rsid w:val="00B91223"/>
    <w:rsid w:val="00B91DE6"/>
    <w:rsid w:val="00B91E2C"/>
    <w:rsid w:val="00B92063"/>
    <w:rsid w:val="00B923D4"/>
    <w:rsid w:val="00B926AB"/>
    <w:rsid w:val="00B93278"/>
    <w:rsid w:val="00B936FE"/>
    <w:rsid w:val="00B938A3"/>
    <w:rsid w:val="00B93939"/>
    <w:rsid w:val="00B93EDF"/>
    <w:rsid w:val="00B94166"/>
    <w:rsid w:val="00B941D4"/>
    <w:rsid w:val="00B9437D"/>
    <w:rsid w:val="00B943E2"/>
    <w:rsid w:val="00B9459D"/>
    <w:rsid w:val="00B94A5B"/>
    <w:rsid w:val="00B9501E"/>
    <w:rsid w:val="00B955E5"/>
    <w:rsid w:val="00B95A7F"/>
    <w:rsid w:val="00B96962"/>
    <w:rsid w:val="00B96EDF"/>
    <w:rsid w:val="00B972D6"/>
    <w:rsid w:val="00B974EF"/>
    <w:rsid w:val="00B975F8"/>
    <w:rsid w:val="00B977F9"/>
    <w:rsid w:val="00BA0080"/>
    <w:rsid w:val="00BA0449"/>
    <w:rsid w:val="00BA06FC"/>
    <w:rsid w:val="00BA14A9"/>
    <w:rsid w:val="00BA1969"/>
    <w:rsid w:val="00BA2377"/>
    <w:rsid w:val="00BA280D"/>
    <w:rsid w:val="00BA284B"/>
    <w:rsid w:val="00BA28C2"/>
    <w:rsid w:val="00BA306F"/>
    <w:rsid w:val="00BA32F8"/>
    <w:rsid w:val="00BA3C02"/>
    <w:rsid w:val="00BA4050"/>
    <w:rsid w:val="00BA43A8"/>
    <w:rsid w:val="00BA4473"/>
    <w:rsid w:val="00BA4A31"/>
    <w:rsid w:val="00BA4B39"/>
    <w:rsid w:val="00BA4BD2"/>
    <w:rsid w:val="00BA4E05"/>
    <w:rsid w:val="00BA50AF"/>
    <w:rsid w:val="00BA6053"/>
    <w:rsid w:val="00BA6255"/>
    <w:rsid w:val="00BA6414"/>
    <w:rsid w:val="00BA669D"/>
    <w:rsid w:val="00BA6B09"/>
    <w:rsid w:val="00BA6E10"/>
    <w:rsid w:val="00BA7839"/>
    <w:rsid w:val="00BB0ED7"/>
    <w:rsid w:val="00BB10EF"/>
    <w:rsid w:val="00BB15D2"/>
    <w:rsid w:val="00BB1A04"/>
    <w:rsid w:val="00BB1B39"/>
    <w:rsid w:val="00BB1C3D"/>
    <w:rsid w:val="00BB1DC7"/>
    <w:rsid w:val="00BB2AB4"/>
    <w:rsid w:val="00BB33D2"/>
    <w:rsid w:val="00BB36AD"/>
    <w:rsid w:val="00BB3A23"/>
    <w:rsid w:val="00BB46D5"/>
    <w:rsid w:val="00BB535E"/>
    <w:rsid w:val="00BB623A"/>
    <w:rsid w:val="00BB63F1"/>
    <w:rsid w:val="00BB73BD"/>
    <w:rsid w:val="00BB7702"/>
    <w:rsid w:val="00BB7DC9"/>
    <w:rsid w:val="00BC0163"/>
    <w:rsid w:val="00BC029F"/>
    <w:rsid w:val="00BC0A26"/>
    <w:rsid w:val="00BC0AA3"/>
    <w:rsid w:val="00BC0D1A"/>
    <w:rsid w:val="00BC10FA"/>
    <w:rsid w:val="00BC207B"/>
    <w:rsid w:val="00BC20B0"/>
    <w:rsid w:val="00BC2DEF"/>
    <w:rsid w:val="00BC30AD"/>
    <w:rsid w:val="00BC36CB"/>
    <w:rsid w:val="00BC3982"/>
    <w:rsid w:val="00BC3F5B"/>
    <w:rsid w:val="00BC40AE"/>
    <w:rsid w:val="00BC4719"/>
    <w:rsid w:val="00BC4B03"/>
    <w:rsid w:val="00BC4CCE"/>
    <w:rsid w:val="00BC4E51"/>
    <w:rsid w:val="00BC55BE"/>
    <w:rsid w:val="00BC5D70"/>
    <w:rsid w:val="00BC63BF"/>
    <w:rsid w:val="00BC6A9F"/>
    <w:rsid w:val="00BC7137"/>
    <w:rsid w:val="00BC779E"/>
    <w:rsid w:val="00BC79DF"/>
    <w:rsid w:val="00BC7B6D"/>
    <w:rsid w:val="00BC7D16"/>
    <w:rsid w:val="00BC7E1D"/>
    <w:rsid w:val="00BC7EF4"/>
    <w:rsid w:val="00BD0C95"/>
    <w:rsid w:val="00BD1957"/>
    <w:rsid w:val="00BD1CAC"/>
    <w:rsid w:val="00BD1F91"/>
    <w:rsid w:val="00BD21F2"/>
    <w:rsid w:val="00BD223C"/>
    <w:rsid w:val="00BD28C0"/>
    <w:rsid w:val="00BD2DF9"/>
    <w:rsid w:val="00BD2F77"/>
    <w:rsid w:val="00BD30E0"/>
    <w:rsid w:val="00BD38CB"/>
    <w:rsid w:val="00BD3A97"/>
    <w:rsid w:val="00BD41A2"/>
    <w:rsid w:val="00BD4609"/>
    <w:rsid w:val="00BD4659"/>
    <w:rsid w:val="00BD4887"/>
    <w:rsid w:val="00BD4A45"/>
    <w:rsid w:val="00BD518C"/>
    <w:rsid w:val="00BD53A0"/>
    <w:rsid w:val="00BD5522"/>
    <w:rsid w:val="00BD5A63"/>
    <w:rsid w:val="00BD5AC8"/>
    <w:rsid w:val="00BD5AD9"/>
    <w:rsid w:val="00BD5B0B"/>
    <w:rsid w:val="00BD5B3C"/>
    <w:rsid w:val="00BD65D3"/>
    <w:rsid w:val="00BD68C2"/>
    <w:rsid w:val="00BD6BA0"/>
    <w:rsid w:val="00BD6BB6"/>
    <w:rsid w:val="00BD7AA4"/>
    <w:rsid w:val="00BD7B93"/>
    <w:rsid w:val="00BD7BFD"/>
    <w:rsid w:val="00BD7C60"/>
    <w:rsid w:val="00BD7CDE"/>
    <w:rsid w:val="00BD7D0A"/>
    <w:rsid w:val="00BE02A8"/>
    <w:rsid w:val="00BE0A61"/>
    <w:rsid w:val="00BE0BFD"/>
    <w:rsid w:val="00BE0D46"/>
    <w:rsid w:val="00BE0F35"/>
    <w:rsid w:val="00BE139B"/>
    <w:rsid w:val="00BE13EE"/>
    <w:rsid w:val="00BE16B9"/>
    <w:rsid w:val="00BE1809"/>
    <w:rsid w:val="00BE1993"/>
    <w:rsid w:val="00BE1C3D"/>
    <w:rsid w:val="00BE22A2"/>
    <w:rsid w:val="00BE22F8"/>
    <w:rsid w:val="00BE23DD"/>
    <w:rsid w:val="00BE2484"/>
    <w:rsid w:val="00BE2F3E"/>
    <w:rsid w:val="00BE33F7"/>
    <w:rsid w:val="00BE3DC6"/>
    <w:rsid w:val="00BE414E"/>
    <w:rsid w:val="00BE592D"/>
    <w:rsid w:val="00BE5D7D"/>
    <w:rsid w:val="00BE5E58"/>
    <w:rsid w:val="00BE6208"/>
    <w:rsid w:val="00BE62CC"/>
    <w:rsid w:val="00BE662C"/>
    <w:rsid w:val="00BE68DA"/>
    <w:rsid w:val="00BE6E43"/>
    <w:rsid w:val="00BE6FE8"/>
    <w:rsid w:val="00BE736E"/>
    <w:rsid w:val="00BE7545"/>
    <w:rsid w:val="00BE7669"/>
    <w:rsid w:val="00BE7C3B"/>
    <w:rsid w:val="00BE7E21"/>
    <w:rsid w:val="00BF0040"/>
    <w:rsid w:val="00BF0437"/>
    <w:rsid w:val="00BF0512"/>
    <w:rsid w:val="00BF1F58"/>
    <w:rsid w:val="00BF3365"/>
    <w:rsid w:val="00BF350F"/>
    <w:rsid w:val="00BF3574"/>
    <w:rsid w:val="00BF3812"/>
    <w:rsid w:val="00BF3CAB"/>
    <w:rsid w:val="00BF4AC0"/>
    <w:rsid w:val="00BF55EB"/>
    <w:rsid w:val="00BF593B"/>
    <w:rsid w:val="00BF5FDC"/>
    <w:rsid w:val="00BF6872"/>
    <w:rsid w:val="00BF6BFF"/>
    <w:rsid w:val="00BF6ECF"/>
    <w:rsid w:val="00BF7222"/>
    <w:rsid w:val="00BF72A2"/>
    <w:rsid w:val="00BF735B"/>
    <w:rsid w:val="00BF782C"/>
    <w:rsid w:val="00BF7AD7"/>
    <w:rsid w:val="00BF7D84"/>
    <w:rsid w:val="00C001DE"/>
    <w:rsid w:val="00C00637"/>
    <w:rsid w:val="00C00CF1"/>
    <w:rsid w:val="00C0142D"/>
    <w:rsid w:val="00C015F7"/>
    <w:rsid w:val="00C0182F"/>
    <w:rsid w:val="00C018EA"/>
    <w:rsid w:val="00C01A31"/>
    <w:rsid w:val="00C020F1"/>
    <w:rsid w:val="00C0228D"/>
    <w:rsid w:val="00C02343"/>
    <w:rsid w:val="00C02536"/>
    <w:rsid w:val="00C026C7"/>
    <w:rsid w:val="00C028E8"/>
    <w:rsid w:val="00C030B9"/>
    <w:rsid w:val="00C030FE"/>
    <w:rsid w:val="00C035B6"/>
    <w:rsid w:val="00C035C9"/>
    <w:rsid w:val="00C03D91"/>
    <w:rsid w:val="00C03EDE"/>
    <w:rsid w:val="00C0430B"/>
    <w:rsid w:val="00C04393"/>
    <w:rsid w:val="00C04A72"/>
    <w:rsid w:val="00C04D53"/>
    <w:rsid w:val="00C05365"/>
    <w:rsid w:val="00C05465"/>
    <w:rsid w:val="00C056AC"/>
    <w:rsid w:val="00C05736"/>
    <w:rsid w:val="00C05C50"/>
    <w:rsid w:val="00C05CDA"/>
    <w:rsid w:val="00C05F11"/>
    <w:rsid w:val="00C066C9"/>
    <w:rsid w:val="00C0677D"/>
    <w:rsid w:val="00C06844"/>
    <w:rsid w:val="00C06D49"/>
    <w:rsid w:val="00C06D70"/>
    <w:rsid w:val="00C06D9F"/>
    <w:rsid w:val="00C06FFE"/>
    <w:rsid w:val="00C07391"/>
    <w:rsid w:val="00C077BB"/>
    <w:rsid w:val="00C07F5A"/>
    <w:rsid w:val="00C10026"/>
    <w:rsid w:val="00C10306"/>
    <w:rsid w:val="00C1037B"/>
    <w:rsid w:val="00C104E9"/>
    <w:rsid w:val="00C107EC"/>
    <w:rsid w:val="00C10D41"/>
    <w:rsid w:val="00C110E5"/>
    <w:rsid w:val="00C111A5"/>
    <w:rsid w:val="00C11801"/>
    <w:rsid w:val="00C121C2"/>
    <w:rsid w:val="00C123E1"/>
    <w:rsid w:val="00C126E0"/>
    <w:rsid w:val="00C12833"/>
    <w:rsid w:val="00C12C35"/>
    <w:rsid w:val="00C12E93"/>
    <w:rsid w:val="00C13377"/>
    <w:rsid w:val="00C141CE"/>
    <w:rsid w:val="00C143CC"/>
    <w:rsid w:val="00C14650"/>
    <w:rsid w:val="00C147E7"/>
    <w:rsid w:val="00C14912"/>
    <w:rsid w:val="00C15166"/>
    <w:rsid w:val="00C15424"/>
    <w:rsid w:val="00C15520"/>
    <w:rsid w:val="00C1553B"/>
    <w:rsid w:val="00C15E04"/>
    <w:rsid w:val="00C16165"/>
    <w:rsid w:val="00C1619F"/>
    <w:rsid w:val="00C16A0A"/>
    <w:rsid w:val="00C16C26"/>
    <w:rsid w:val="00C17396"/>
    <w:rsid w:val="00C1749A"/>
    <w:rsid w:val="00C178DA"/>
    <w:rsid w:val="00C17F44"/>
    <w:rsid w:val="00C2001B"/>
    <w:rsid w:val="00C200E9"/>
    <w:rsid w:val="00C20319"/>
    <w:rsid w:val="00C20FEF"/>
    <w:rsid w:val="00C213A4"/>
    <w:rsid w:val="00C21484"/>
    <w:rsid w:val="00C2159D"/>
    <w:rsid w:val="00C223D5"/>
    <w:rsid w:val="00C22405"/>
    <w:rsid w:val="00C2259E"/>
    <w:rsid w:val="00C228A9"/>
    <w:rsid w:val="00C22EBD"/>
    <w:rsid w:val="00C233A1"/>
    <w:rsid w:val="00C23AFA"/>
    <w:rsid w:val="00C243EC"/>
    <w:rsid w:val="00C24496"/>
    <w:rsid w:val="00C24631"/>
    <w:rsid w:val="00C2499F"/>
    <w:rsid w:val="00C25922"/>
    <w:rsid w:val="00C2628C"/>
    <w:rsid w:val="00C262D4"/>
    <w:rsid w:val="00C2631F"/>
    <w:rsid w:val="00C2639D"/>
    <w:rsid w:val="00C268AE"/>
    <w:rsid w:val="00C268B6"/>
    <w:rsid w:val="00C2710B"/>
    <w:rsid w:val="00C272AD"/>
    <w:rsid w:val="00C27329"/>
    <w:rsid w:val="00C27393"/>
    <w:rsid w:val="00C2777C"/>
    <w:rsid w:val="00C27CD3"/>
    <w:rsid w:val="00C27D01"/>
    <w:rsid w:val="00C27FD9"/>
    <w:rsid w:val="00C30507"/>
    <w:rsid w:val="00C30655"/>
    <w:rsid w:val="00C3091B"/>
    <w:rsid w:val="00C30A60"/>
    <w:rsid w:val="00C30B11"/>
    <w:rsid w:val="00C30BA2"/>
    <w:rsid w:val="00C3124C"/>
    <w:rsid w:val="00C312BF"/>
    <w:rsid w:val="00C31D68"/>
    <w:rsid w:val="00C32400"/>
    <w:rsid w:val="00C328A0"/>
    <w:rsid w:val="00C32A6D"/>
    <w:rsid w:val="00C33261"/>
    <w:rsid w:val="00C3353D"/>
    <w:rsid w:val="00C33712"/>
    <w:rsid w:val="00C337B6"/>
    <w:rsid w:val="00C33ABB"/>
    <w:rsid w:val="00C33ABF"/>
    <w:rsid w:val="00C33DE9"/>
    <w:rsid w:val="00C33F13"/>
    <w:rsid w:val="00C33FCD"/>
    <w:rsid w:val="00C341C0"/>
    <w:rsid w:val="00C34292"/>
    <w:rsid w:val="00C34406"/>
    <w:rsid w:val="00C3484E"/>
    <w:rsid w:val="00C35326"/>
    <w:rsid w:val="00C35C51"/>
    <w:rsid w:val="00C36C3A"/>
    <w:rsid w:val="00C36CC3"/>
    <w:rsid w:val="00C36E62"/>
    <w:rsid w:val="00C36F7E"/>
    <w:rsid w:val="00C3719B"/>
    <w:rsid w:val="00C3757D"/>
    <w:rsid w:val="00C37D2F"/>
    <w:rsid w:val="00C4080B"/>
    <w:rsid w:val="00C409A1"/>
    <w:rsid w:val="00C40B0A"/>
    <w:rsid w:val="00C40BA9"/>
    <w:rsid w:val="00C417D7"/>
    <w:rsid w:val="00C418F3"/>
    <w:rsid w:val="00C41E15"/>
    <w:rsid w:val="00C421F0"/>
    <w:rsid w:val="00C42619"/>
    <w:rsid w:val="00C42A93"/>
    <w:rsid w:val="00C4326C"/>
    <w:rsid w:val="00C43784"/>
    <w:rsid w:val="00C43C51"/>
    <w:rsid w:val="00C43C89"/>
    <w:rsid w:val="00C43EEC"/>
    <w:rsid w:val="00C44A25"/>
    <w:rsid w:val="00C44A85"/>
    <w:rsid w:val="00C453D9"/>
    <w:rsid w:val="00C453F6"/>
    <w:rsid w:val="00C45DB5"/>
    <w:rsid w:val="00C45DF9"/>
    <w:rsid w:val="00C45F87"/>
    <w:rsid w:val="00C45FA4"/>
    <w:rsid w:val="00C463C2"/>
    <w:rsid w:val="00C468EC"/>
    <w:rsid w:val="00C469DB"/>
    <w:rsid w:val="00C46D95"/>
    <w:rsid w:val="00C46F22"/>
    <w:rsid w:val="00C4712C"/>
    <w:rsid w:val="00C4744F"/>
    <w:rsid w:val="00C47C56"/>
    <w:rsid w:val="00C47CA8"/>
    <w:rsid w:val="00C47DAB"/>
    <w:rsid w:val="00C51503"/>
    <w:rsid w:val="00C51575"/>
    <w:rsid w:val="00C51791"/>
    <w:rsid w:val="00C5184B"/>
    <w:rsid w:val="00C51854"/>
    <w:rsid w:val="00C51ABB"/>
    <w:rsid w:val="00C51C96"/>
    <w:rsid w:val="00C51F3E"/>
    <w:rsid w:val="00C524F6"/>
    <w:rsid w:val="00C525BF"/>
    <w:rsid w:val="00C525C4"/>
    <w:rsid w:val="00C528E1"/>
    <w:rsid w:val="00C53645"/>
    <w:rsid w:val="00C53A13"/>
    <w:rsid w:val="00C54058"/>
    <w:rsid w:val="00C54245"/>
    <w:rsid w:val="00C54DC7"/>
    <w:rsid w:val="00C54FA4"/>
    <w:rsid w:val="00C55233"/>
    <w:rsid w:val="00C557FC"/>
    <w:rsid w:val="00C55B28"/>
    <w:rsid w:val="00C56158"/>
    <w:rsid w:val="00C56B15"/>
    <w:rsid w:val="00C56B44"/>
    <w:rsid w:val="00C56F21"/>
    <w:rsid w:val="00C574D0"/>
    <w:rsid w:val="00C574EF"/>
    <w:rsid w:val="00C576EC"/>
    <w:rsid w:val="00C57BB7"/>
    <w:rsid w:val="00C57E53"/>
    <w:rsid w:val="00C607E4"/>
    <w:rsid w:val="00C60A6D"/>
    <w:rsid w:val="00C60B3A"/>
    <w:rsid w:val="00C60D38"/>
    <w:rsid w:val="00C6168F"/>
    <w:rsid w:val="00C620AE"/>
    <w:rsid w:val="00C6232E"/>
    <w:rsid w:val="00C62668"/>
    <w:rsid w:val="00C62762"/>
    <w:rsid w:val="00C631D3"/>
    <w:rsid w:val="00C63935"/>
    <w:rsid w:val="00C639DD"/>
    <w:rsid w:val="00C63C02"/>
    <w:rsid w:val="00C641DD"/>
    <w:rsid w:val="00C646AF"/>
    <w:rsid w:val="00C646B7"/>
    <w:rsid w:val="00C647FF"/>
    <w:rsid w:val="00C64943"/>
    <w:rsid w:val="00C64AF0"/>
    <w:rsid w:val="00C65104"/>
    <w:rsid w:val="00C6538D"/>
    <w:rsid w:val="00C65571"/>
    <w:rsid w:val="00C65862"/>
    <w:rsid w:val="00C668AB"/>
    <w:rsid w:val="00C66D6E"/>
    <w:rsid w:val="00C6710E"/>
    <w:rsid w:val="00C679D1"/>
    <w:rsid w:val="00C67D81"/>
    <w:rsid w:val="00C67D82"/>
    <w:rsid w:val="00C70AC5"/>
    <w:rsid w:val="00C70C3C"/>
    <w:rsid w:val="00C70EA0"/>
    <w:rsid w:val="00C71027"/>
    <w:rsid w:val="00C71117"/>
    <w:rsid w:val="00C72438"/>
    <w:rsid w:val="00C726DF"/>
    <w:rsid w:val="00C72C60"/>
    <w:rsid w:val="00C72FBC"/>
    <w:rsid w:val="00C73037"/>
    <w:rsid w:val="00C731C8"/>
    <w:rsid w:val="00C732FA"/>
    <w:rsid w:val="00C737B8"/>
    <w:rsid w:val="00C7387B"/>
    <w:rsid w:val="00C738B0"/>
    <w:rsid w:val="00C73F52"/>
    <w:rsid w:val="00C74034"/>
    <w:rsid w:val="00C74841"/>
    <w:rsid w:val="00C74AA2"/>
    <w:rsid w:val="00C74CD4"/>
    <w:rsid w:val="00C74DA7"/>
    <w:rsid w:val="00C751F8"/>
    <w:rsid w:val="00C7555B"/>
    <w:rsid w:val="00C75AB5"/>
    <w:rsid w:val="00C75D00"/>
    <w:rsid w:val="00C763EB"/>
    <w:rsid w:val="00C772E2"/>
    <w:rsid w:val="00C77C3B"/>
    <w:rsid w:val="00C77DF1"/>
    <w:rsid w:val="00C80EDB"/>
    <w:rsid w:val="00C80FC8"/>
    <w:rsid w:val="00C8100A"/>
    <w:rsid w:val="00C81013"/>
    <w:rsid w:val="00C81049"/>
    <w:rsid w:val="00C8116B"/>
    <w:rsid w:val="00C819B7"/>
    <w:rsid w:val="00C81B32"/>
    <w:rsid w:val="00C81D33"/>
    <w:rsid w:val="00C81FE7"/>
    <w:rsid w:val="00C8341D"/>
    <w:rsid w:val="00C8372B"/>
    <w:rsid w:val="00C83989"/>
    <w:rsid w:val="00C840FE"/>
    <w:rsid w:val="00C841C2"/>
    <w:rsid w:val="00C84412"/>
    <w:rsid w:val="00C8449F"/>
    <w:rsid w:val="00C8467B"/>
    <w:rsid w:val="00C84930"/>
    <w:rsid w:val="00C84AB9"/>
    <w:rsid w:val="00C85021"/>
    <w:rsid w:val="00C85113"/>
    <w:rsid w:val="00C85E65"/>
    <w:rsid w:val="00C85EE3"/>
    <w:rsid w:val="00C86257"/>
    <w:rsid w:val="00C86607"/>
    <w:rsid w:val="00C86BD7"/>
    <w:rsid w:val="00C86E5A"/>
    <w:rsid w:val="00C870C8"/>
    <w:rsid w:val="00C874A4"/>
    <w:rsid w:val="00C8769D"/>
    <w:rsid w:val="00C87B5B"/>
    <w:rsid w:val="00C91440"/>
    <w:rsid w:val="00C916B6"/>
    <w:rsid w:val="00C916DE"/>
    <w:rsid w:val="00C9179A"/>
    <w:rsid w:val="00C917B0"/>
    <w:rsid w:val="00C922CD"/>
    <w:rsid w:val="00C92380"/>
    <w:rsid w:val="00C92571"/>
    <w:rsid w:val="00C928F8"/>
    <w:rsid w:val="00C9319D"/>
    <w:rsid w:val="00C93256"/>
    <w:rsid w:val="00C933D4"/>
    <w:rsid w:val="00C93409"/>
    <w:rsid w:val="00C938A9"/>
    <w:rsid w:val="00C93DEF"/>
    <w:rsid w:val="00C9417C"/>
    <w:rsid w:val="00C94272"/>
    <w:rsid w:val="00C944D8"/>
    <w:rsid w:val="00C94759"/>
    <w:rsid w:val="00C94CDD"/>
    <w:rsid w:val="00C94D0D"/>
    <w:rsid w:val="00C94DB5"/>
    <w:rsid w:val="00C94F58"/>
    <w:rsid w:val="00C9550A"/>
    <w:rsid w:val="00C95B59"/>
    <w:rsid w:val="00C96262"/>
    <w:rsid w:val="00C96AAF"/>
    <w:rsid w:val="00C96C60"/>
    <w:rsid w:val="00C96D08"/>
    <w:rsid w:val="00C96E7C"/>
    <w:rsid w:val="00C973AD"/>
    <w:rsid w:val="00C97493"/>
    <w:rsid w:val="00C97857"/>
    <w:rsid w:val="00C97941"/>
    <w:rsid w:val="00C97A02"/>
    <w:rsid w:val="00C97C98"/>
    <w:rsid w:val="00CA02C5"/>
    <w:rsid w:val="00CA02DC"/>
    <w:rsid w:val="00CA0336"/>
    <w:rsid w:val="00CA0A60"/>
    <w:rsid w:val="00CA0C40"/>
    <w:rsid w:val="00CA0F06"/>
    <w:rsid w:val="00CA12BC"/>
    <w:rsid w:val="00CA1E22"/>
    <w:rsid w:val="00CA239D"/>
    <w:rsid w:val="00CA2DFA"/>
    <w:rsid w:val="00CA31E5"/>
    <w:rsid w:val="00CA34EA"/>
    <w:rsid w:val="00CA3514"/>
    <w:rsid w:val="00CA3765"/>
    <w:rsid w:val="00CA3975"/>
    <w:rsid w:val="00CA3CF6"/>
    <w:rsid w:val="00CA3EAC"/>
    <w:rsid w:val="00CA4022"/>
    <w:rsid w:val="00CA4A13"/>
    <w:rsid w:val="00CA4B2B"/>
    <w:rsid w:val="00CA4E7D"/>
    <w:rsid w:val="00CA5233"/>
    <w:rsid w:val="00CA531E"/>
    <w:rsid w:val="00CA5566"/>
    <w:rsid w:val="00CA5FAC"/>
    <w:rsid w:val="00CA62C3"/>
    <w:rsid w:val="00CA6CDA"/>
    <w:rsid w:val="00CA6D4F"/>
    <w:rsid w:val="00CA7A54"/>
    <w:rsid w:val="00CA7C6F"/>
    <w:rsid w:val="00CA7C7E"/>
    <w:rsid w:val="00CA7EEA"/>
    <w:rsid w:val="00CB0477"/>
    <w:rsid w:val="00CB0C61"/>
    <w:rsid w:val="00CB0FD2"/>
    <w:rsid w:val="00CB1413"/>
    <w:rsid w:val="00CB1CEA"/>
    <w:rsid w:val="00CB314E"/>
    <w:rsid w:val="00CB31FE"/>
    <w:rsid w:val="00CB387E"/>
    <w:rsid w:val="00CB3DB4"/>
    <w:rsid w:val="00CB3E50"/>
    <w:rsid w:val="00CB4036"/>
    <w:rsid w:val="00CB4899"/>
    <w:rsid w:val="00CB4BD6"/>
    <w:rsid w:val="00CB4BF9"/>
    <w:rsid w:val="00CB4CFB"/>
    <w:rsid w:val="00CB5269"/>
    <w:rsid w:val="00CB5874"/>
    <w:rsid w:val="00CB634D"/>
    <w:rsid w:val="00CB685F"/>
    <w:rsid w:val="00CB6C52"/>
    <w:rsid w:val="00CB6EFA"/>
    <w:rsid w:val="00CB7639"/>
    <w:rsid w:val="00CB78C5"/>
    <w:rsid w:val="00CB7CE6"/>
    <w:rsid w:val="00CB7DE4"/>
    <w:rsid w:val="00CC0075"/>
    <w:rsid w:val="00CC021C"/>
    <w:rsid w:val="00CC0CA7"/>
    <w:rsid w:val="00CC0F7E"/>
    <w:rsid w:val="00CC0F99"/>
    <w:rsid w:val="00CC11F3"/>
    <w:rsid w:val="00CC12AF"/>
    <w:rsid w:val="00CC132B"/>
    <w:rsid w:val="00CC1337"/>
    <w:rsid w:val="00CC136B"/>
    <w:rsid w:val="00CC18CA"/>
    <w:rsid w:val="00CC1BE4"/>
    <w:rsid w:val="00CC1F76"/>
    <w:rsid w:val="00CC2020"/>
    <w:rsid w:val="00CC22D6"/>
    <w:rsid w:val="00CC2449"/>
    <w:rsid w:val="00CC272B"/>
    <w:rsid w:val="00CC2B53"/>
    <w:rsid w:val="00CC2E24"/>
    <w:rsid w:val="00CC2EA3"/>
    <w:rsid w:val="00CC33B6"/>
    <w:rsid w:val="00CC343A"/>
    <w:rsid w:val="00CC3ADE"/>
    <w:rsid w:val="00CC3B94"/>
    <w:rsid w:val="00CC3EE4"/>
    <w:rsid w:val="00CC4C3D"/>
    <w:rsid w:val="00CC4C47"/>
    <w:rsid w:val="00CC4E16"/>
    <w:rsid w:val="00CC522C"/>
    <w:rsid w:val="00CC586F"/>
    <w:rsid w:val="00CC5E9A"/>
    <w:rsid w:val="00CC61CB"/>
    <w:rsid w:val="00CC63C5"/>
    <w:rsid w:val="00CC7614"/>
    <w:rsid w:val="00CC7A4F"/>
    <w:rsid w:val="00CC7A85"/>
    <w:rsid w:val="00CC7C26"/>
    <w:rsid w:val="00CC7DE6"/>
    <w:rsid w:val="00CC7E81"/>
    <w:rsid w:val="00CD0026"/>
    <w:rsid w:val="00CD0076"/>
    <w:rsid w:val="00CD0D9C"/>
    <w:rsid w:val="00CD121D"/>
    <w:rsid w:val="00CD140B"/>
    <w:rsid w:val="00CD154D"/>
    <w:rsid w:val="00CD250A"/>
    <w:rsid w:val="00CD26A0"/>
    <w:rsid w:val="00CD293F"/>
    <w:rsid w:val="00CD297E"/>
    <w:rsid w:val="00CD2A7D"/>
    <w:rsid w:val="00CD2D9A"/>
    <w:rsid w:val="00CD3562"/>
    <w:rsid w:val="00CD35BB"/>
    <w:rsid w:val="00CD384A"/>
    <w:rsid w:val="00CD3B22"/>
    <w:rsid w:val="00CD3CEF"/>
    <w:rsid w:val="00CD423C"/>
    <w:rsid w:val="00CD4819"/>
    <w:rsid w:val="00CD4923"/>
    <w:rsid w:val="00CD4AA0"/>
    <w:rsid w:val="00CD4F74"/>
    <w:rsid w:val="00CD50F6"/>
    <w:rsid w:val="00CD5629"/>
    <w:rsid w:val="00CD58BB"/>
    <w:rsid w:val="00CD5B62"/>
    <w:rsid w:val="00CD5CAD"/>
    <w:rsid w:val="00CD62E0"/>
    <w:rsid w:val="00CD6895"/>
    <w:rsid w:val="00CD6D98"/>
    <w:rsid w:val="00CD6F9E"/>
    <w:rsid w:val="00CD7292"/>
    <w:rsid w:val="00CD775D"/>
    <w:rsid w:val="00CD77C7"/>
    <w:rsid w:val="00CD791F"/>
    <w:rsid w:val="00CD7B00"/>
    <w:rsid w:val="00CD7C20"/>
    <w:rsid w:val="00CE05AA"/>
    <w:rsid w:val="00CE09AB"/>
    <w:rsid w:val="00CE0BD5"/>
    <w:rsid w:val="00CE0C9E"/>
    <w:rsid w:val="00CE120D"/>
    <w:rsid w:val="00CE1493"/>
    <w:rsid w:val="00CE1592"/>
    <w:rsid w:val="00CE1763"/>
    <w:rsid w:val="00CE1F8F"/>
    <w:rsid w:val="00CE2941"/>
    <w:rsid w:val="00CE298B"/>
    <w:rsid w:val="00CE2AE4"/>
    <w:rsid w:val="00CE2E0C"/>
    <w:rsid w:val="00CE3068"/>
    <w:rsid w:val="00CE3C41"/>
    <w:rsid w:val="00CE43BB"/>
    <w:rsid w:val="00CE49D1"/>
    <w:rsid w:val="00CE5547"/>
    <w:rsid w:val="00CE5586"/>
    <w:rsid w:val="00CE562B"/>
    <w:rsid w:val="00CE6D61"/>
    <w:rsid w:val="00CE757D"/>
    <w:rsid w:val="00CE7679"/>
    <w:rsid w:val="00CE770F"/>
    <w:rsid w:val="00CE77AC"/>
    <w:rsid w:val="00CF00C4"/>
    <w:rsid w:val="00CF0156"/>
    <w:rsid w:val="00CF05DF"/>
    <w:rsid w:val="00CF0C83"/>
    <w:rsid w:val="00CF0E98"/>
    <w:rsid w:val="00CF0F2E"/>
    <w:rsid w:val="00CF125A"/>
    <w:rsid w:val="00CF3FCB"/>
    <w:rsid w:val="00CF414A"/>
    <w:rsid w:val="00CF46E1"/>
    <w:rsid w:val="00CF4A33"/>
    <w:rsid w:val="00CF4EE0"/>
    <w:rsid w:val="00CF5501"/>
    <w:rsid w:val="00CF575B"/>
    <w:rsid w:val="00CF579F"/>
    <w:rsid w:val="00CF5D37"/>
    <w:rsid w:val="00CF5DA6"/>
    <w:rsid w:val="00CF5E5E"/>
    <w:rsid w:val="00CF78CF"/>
    <w:rsid w:val="00D00A30"/>
    <w:rsid w:val="00D012D1"/>
    <w:rsid w:val="00D01363"/>
    <w:rsid w:val="00D0149B"/>
    <w:rsid w:val="00D0161C"/>
    <w:rsid w:val="00D01702"/>
    <w:rsid w:val="00D01923"/>
    <w:rsid w:val="00D01EFE"/>
    <w:rsid w:val="00D024D6"/>
    <w:rsid w:val="00D02D08"/>
    <w:rsid w:val="00D02F38"/>
    <w:rsid w:val="00D037EC"/>
    <w:rsid w:val="00D03A52"/>
    <w:rsid w:val="00D05978"/>
    <w:rsid w:val="00D05C96"/>
    <w:rsid w:val="00D05D01"/>
    <w:rsid w:val="00D05D2B"/>
    <w:rsid w:val="00D064A7"/>
    <w:rsid w:val="00D06526"/>
    <w:rsid w:val="00D069A2"/>
    <w:rsid w:val="00D06BC7"/>
    <w:rsid w:val="00D06E90"/>
    <w:rsid w:val="00D06F60"/>
    <w:rsid w:val="00D07959"/>
    <w:rsid w:val="00D07C5F"/>
    <w:rsid w:val="00D07CB2"/>
    <w:rsid w:val="00D07F43"/>
    <w:rsid w:val="00D1041C"/>
    <w:rsid w:val="00D105F0"/>
    <w:rsid w:val="00D10B76"/>
    <w:rsid w:val="00D11CB7"/>
    <w:rsid w:val="00D120E0"/>
    <w:rsid w:val="00D12246"/>
    <w:rsid w:val="00D12A0B"/>
    <w:rsid w:val="00D12C47"/>
    <w:rsid w:val="00D12FD8"/>
    <w:rsid w:val="00D13105"/>
    <w:rsid w:val="00D13108"/>
    <w:rsid w:val="00D135BF"/>
    <w:rsid w:val="00D141F0"/>
    <w:rsid w:val="00D145A7"/>
    <w:rsid w:val="00D14863"/>
    <w:rsid w:val="00D1499E"/>
    <w:rsid w:val="00D14C36"/>
    <w:rsid w:val="00D15631"/>
    <w:rsid w:val="00D15AE6"/>
    <w:rsid w:val="00D16012"/>
    <w:rsid w:val="00D161A2"/>
    <w:rsid w:val="00D161B0"/>
    <w:rsid w:val="00D16D70"/>
    <w:rsid w:val="00D1730C"/>
    <w:rsid w:val="00D174B2"/>
    <w:rsid w:val="00D17728"/>
    <w:rsid w:val="00D1772B"/>
    <w:rsid w:val="00D179B9"/>
    <w:rsid w:val="00D17B1A"/>
    <w:rsid w:val="00D17EBD"/>
    <w:rsid w:val="00D20253"/>
    <w:rsid w:val="00D20921"/>
    <w:rsid w:val="00D20960"/>
    <w:rsid w:val="00D209B7"/>
    <w:rsid w:val="00D20FBE"/>
    <w:rsid w:val="00D21312"/>
    <w:rsid w:val="00D213C0"/>
    <w:rsid w:val="00D214A0"/>
    <w:rsid w:val="00D214D8"/>
    <w:rsid w:val="00D21511"/>
    <w:rsid w:val="00D2180E"/>
    <w:rsid w:val="00D218D0"/>
    <w:rsid w:val="00D21C1B"/>
    <w:rsid w:val="00D21E75"/>
    <w:rsid w:val="00D228AF"/>
    <w:rsid w:val="00D22934"/>
    <w:rsid w:val="00D22EBD"/>
    <w:rsid w:val="00D231EC"/>
    <w:rsid w:val="00D233B4"/>
    <w:rsid w:val="00D23CA4"/>
    <w:rsid w:val="00D2411E"/>
    <w:rsid w:val="00D244D2"/>
    <w:rsid w:val="00D24F34"/>
    <w:rsid w:val="00D24FE0"/>
    <w:rsid w:val="00D255E5"/>
    <w:rsid w:val="00D25632"/>
    <w:rsid w:val="00D259F2"/>
    <w:rsid w:val="00D25A0E"/>
    <w:rsid w:val="00D261AF"/>
    <w:rsid w:val="00D2629C"/>
    <w:rsid w:val="00D26BA7"/>
    <w:rsid w:val="00D26E4C"/>
    <w:rsid w:val="00D271F0"/>
    <w:rsid w:val="00D27691"/>
    <w:rsid w:val="00D2770B"/>
    <w:rsid w:val="00D27C48"/>
    <w:rsid w:val="00D27D7F"/>
    <w:rsid w:val="00D30142"/>
    <w:rsid w:val="00D3060B"/>
    <w:rsid w:val="00D30626"/>
    <w:rsid w:val="00D30773"/>
    <w:rsid w:val="00D30C69"/>
    <w:rsid w:val="00D311D0"/>
    <w:rsid w:val="00D3177D"/>
    <w:rsid w:val="00D31C47"/>
    <w:rsid w:val="00D320E4"/>
    <w:rsid w:val="00D32564"/>
    <w:rsid w:val="00D3291F"/>
    <w:rsid w:val="00D32B1A"/>
    <w:rsid w:val="00D32E56"/>
    <w:rsid w:val="00D33B4D"/>
    <w:rsid w:val="00D33D5B"/>
    <w:rsid w:val="00D34462"/>
    <w:rsid w:val="00D34856"/>
    <w:rsid w:val="00D34AED"/>
    <w:rsid w:val="00D357D6"/>
    <w:rsid w:val="00D3593B"/>
    <w:rsid w:val="00D35C7F"/>
    <w:rsid w:val="00D37AAB"/>
    <w:rsid w:val="00D40178"/>
    <w:rsid w:val="00D404A8"/>
    <w:rsid w:val="00D40D00"/>
    <w:rsid w:val="00D41072"/>
    <w:rsid w:val="00D41355"/>
    <w:rsid w:val="00D417A0"/>
    <w:rsid w:val="00D41840"/>
    <w:rsid w:val="00D419FD"/>
    <w:rsid w:val="00D41C22"/>
    <w:rsid w:val="00D41EED"/>
    <w:rsid w:val="00D42154"/>
    <w:rsid w:val="00D42436"/>
    <w:rsid w:val="00D4267D"/>
    <w:rsid w:val="00D42EA1"/>
    <w:rsid w:val="00D42FBE"/>
    <w:rsid w:val="00D435A9"/>
    <w:rsid w:val="00D43E04"/>
    <w:rsid w:val="00D43F67"/>
    <w:rsid w:val="00D449A3"/>
    <w:rsid w:val="00D452B9"/>
    <w:rsid w:val="00D4538F"/>
    <w:rsid w:val="00D4580C"/>
    <w:rsid w:val="00D4584C"/>
    <w:rsid w:val="00D458B5"/>
    <w:rsid w:val="00D45BD7"/>
    <w:rsid w:val="00D45BF7"/>
    <w:rsid w:val="00D4667D"/>
    <w:rsid w:val="00D46F69"/>
    <w:rsid w:val="00D47644"/>
    <w:rsid w:val="00D47E1B"/>
    <w:rsid w:val="00D50183"/>
    <w:rsid w:val="00D50862"/>
    <w:rsid w:val="00D509A3"/>
    <w:rsid w:val="00D51121"/>
    <w:rsid w:val="00D51348"/>
    <w:rsid w:val="00D519E6"/>
    <w:rsid w:val="00D51A8A"/>
    <w:rsid w:val="00D51C4B"/>
    <w:rsid w:val="00D51D2C"/>
    <w:rsid w:val="00D52415"/>
    <w:rsid w:val="00D526EF"/>
    <w:rsid w:val="00D52D82"/>
    <w:rsid w:val="00D533E7"/>
    <w:rsid w:val="00D53CC8"/>
    <w:rsid w:val="00D53FB9"/>
    <w:rsid w:val="00D549E1"/>
    <w:rsid w:val="00D54CFC"/>
    <w:rsid w:val="00D55365"/>
    <w:rsid w:val="00D55774"/>
    <w:rsid w:val="00D563D4"/>
    <w:rsid w:val="00D5665F"/>
    <w:rsid w:val="00D56724"/>
    <w:rsid w:val="00D5679B"/>
    <w:rsid w:val="00D56B00"/>
    <w:rsid w:val="00D56B11"/>
    <w:rsid w:val="00D56E5B"/>
    <w:rsid w:val="00D57002"/>
    <w:rsid w:val="00D57496"/>
    <w:rsid w:val="00D57DDA"/>
    <w:rsid w:val="00D57F7C"/>
    <w:rsid w:val="00D604A9"/>
    <w:rsid w:val="00D61501"/>
    <w:rsid w:val="00D616EF"/>
    <w:rsid w:val="00D61A3F"/>
    <w:rsid w:val="00D62099"/>
    <w:rsid w:val="00D624FB"/>
    <w:rsid w:val="00D62555"/>
    <w:rsid w:val="00D62709"/>
    <w:rsid w:val="00D63027"/>
    <w:rsid w:val="00D63061"/>
    <w:rsid w:val="00D632F0"/>
    <w:rsid w:val="00D639D2"/>
    <w:rsid w:val="00D63FD9"/>
    <w:rsid w:val="00D64439"/>
    <w:rsid w:val="00D64565"/>
    <w:rsid w:val="00D64CB5"/>
    <w:rsid w:val="00D64CE0"/>
    <w:rsid w:val="00D651E8"/>
    <w:rsid w:val="00D655D1"/>
    <w:rsid w:val="00D65690"/>
    <w:rsid w:val="00D66C2C"/>
    <w:rsid w:val="00D66CC4"/>
    <w:rsid w:val="00D672B5"/>
    <w:rsid w:val="00D67427"/>
    <w:rsid w:val="00D67F83"/>
    <w:rsid w:val="00D70739"/>
    <w:rsid w:val="00D70841"/>
    <w:rsid w:val="00D70A5F"/>
    <w:rsid w:val="00D70B5E"/>
    <w:rsid w:val="00D70E94"/>
    <w:rsid w:val="00D71770"/>
    <w:rsid w:val="00D718D4"/>
    <w:rsid w:val="00D71929"/>
    <w:rsid w:val="00D71978"/>
    <w:rsid w:val="00D71A95"/>
    <w:rsid w:val="00D71EDC"/>
    <w:rsid w:val="00D72895"/>
    <w:rsid w:val="00D72907"/>
    <w:rsid w:val="00D72CFC"/>
    <w:rsid w:val="00D73084"/>
    <w:rsid w:val="00D74F5B"/>
    <w:rsid w:val="00D74F8B"/>
    <w:rsid w:val="00D75082"/>
    <w:rsid w:val="00D750FC"/>
    <w:rsid w:val="00D75347"/>
    <w:rsid w:val="00D7545F"/>
    <w:rsid w:val="00D75D57"/>
    <w:rsid w:val="00D760E5"/>
    <w:rsid w:val="00D765F6"/>
    <w:rsid w:val="00D76C80"/>
    <w:rsid w:val="00D77A56"/>
    <w:rsid w:val="00D80275"/>
    <w:rsid w:val="00D80ABF"/>
    <w:rsid w:val="00D81474"/>
    <w:rsid w:val="00D816EA"/>
    <w:rsid w:val="00D81ADB"/>
    <w:rsid w:val="00D8205B"/>
    <w:rsid w:val="00D827AE"/>
    <w:rsid w:val="00D828D4"/>
    <w:rsid w:val="00D82924"/>
    <w:rsid w:val="00D82EE7"/>
    <w:rsid w:val="00D83914"/>
    <w:rsid w:val="00D83E04"/>
    <w:rsid w:val="00D847EB"/>
    <w:rsid w:val="00D8484F"/>
    <w:rsid w:val="00D852CE"/>
    <w:rsid w:val="00D85470"/>
    <w:rsid w:val="00D855D4"/>
    <w:rsid w:val="00D85D17"/>
    <w:rsid w:val="00D85F59"/>
    <w:rsid w:val="00D8694F"/>
    <w:rsid w:val="00D86A0C"/>
    <w:rsid w:val="00D86B7E"/>
    <w:rsid w:val="00D86B80"/>
    <w:rsid w:val="00D86D07"/>
    <w:rsid w:val="00D86ED1"/>
    <w:rsid w:val="00D87215"/>
    <w:rsid w:val="00D878B0"/>
    <w:rsid w:val="00D87EFA"/>
    <w:rsid w:val="00D906F6"/>
    <w:rsid w:val="00D9074B"/>
    <w:rsid w:val="00D90D85"/>
    <w:rsid w:val="00D90DAB"/>
    <w:rsid w:val="00D90DD8"/>
    <w:rsid w:val="00D90FC1"/>
    <w:rsid w:val="00D90FE1"/>
    <w:rsid w:val="00D9113B"/>
    <w:rsid w:val="00D920A1"/>
    <w:rsid w:val="00D92257"/>
    <w:rsid w:val="00D923EE"/>
    <w:rsid w:val="00D92424"/>
    <w:rsid w:val="00D924D1"/>
    <w:rsid w:val="00D92509"/>
    <w:rsid w:val="00D9412C"/>
    <w:rsid w:val="00D94446"/>
    <w:rsid w:val="00D946C9"/>
    <w:rsid w:val="00D96718"/>
    <w:rsid w:val="00D96DDC"/>
    <w:rsid w:val="00D97B37"/>
    <w:rsid w:val="00D97C24"/>
    <w:rsid w:val="00D97C82"/>
    <w:rsid w:val="00D97FEC"/>
    <w:rsid w:val="00DA0AF7"/>
    <w:rsid w:val="00DA0E14"/>
    <w:rsid w:val="00DA127A"/>
    <w:rsid w:val="00DA127B"/>
    <w:rsid w:val="00DA19D1"/>
    <w:rsid w:val="00DA20AA"/>
    <w:rsid w:val="00DA22BD"/>
    <w:rsid w:val="00DA24B4"/>
    <w:rsid w:val="00DA2B01"/>
    <w:rsid w:val="00DA3248"/>
    <w:rsid w:val="00DA34E4"/>
    <w:rsid w:val="00DA34FE"/>
    <w:rsid w:val="00DA355B"/>
    <w:rsid w:val="00DA3623"/>
    <w:rsid w:val="00DA3873"/>
    <w:rsid w:val="00DA4141"/>
    <w:rsid w:val="00DA428E"/>
    <w:rsid w:val="00DA4718"/>
    <w:rsid w:val="00DA4B86"/>
    <w:rsid w:val="00DA53DC"/>
    <w:rsid w:val="00DA5520"/>
    <w:rsid w:val="00DA5CE9"/>
    <w:rsid w:val="00DA65E0"/>
    <w:rsid w:val="00DA66DC"/>
    <w:rsid w:val="00DA67D8"/>
    <w:rsid w:val="00DA6884"/>
    <w:rsid w:val="00DA7092"/>
    <w:rsid w:val="00DA7173"/>
    <w:rsid w:val="00DA71DC"/>
    <w:rsid w:val="00DA7D7E"/>
    <w:rsid w:val="00DA7EAA"/>
    <w:rsid w:val="00DA7F9A"/>
    <w:rsid w:val="00DB031E"/>
    <w:rsid w:val="00DB0698"/>
    <w:rsid w:val="00DB08EA"/>
    <w:rsid w:val="00DB0F9C"/>
    <w:rsid w:val="00DB11AC"/>
    <w:rsid w:val="00DB11BC"/>
    <w:rsid w:val="00DB151B"/>
    <w:rsid w:val="00DB1523"/>
    <w:rsid w:val="00DB1AB7"/>
    <w:rsid w:val="00DB224B"/>
    <w:rsid w:val="00DB22EF"/>
    <w:rsid w:val="00DB2CD1"/>
    <w:rsid w:val="00DB2FF7"/>
    <w:rsid w:val="00DB3741"/>
    <w:rsid w:val="00DB3A6C"/>
    <w:rsid w:val="00DB3D19"/>
    <w:rsid w:val="00DB4B47"/>
    <w:rsid w:val="00DB4D72"/>
    <w:rsid w:val="00DB5287"/>
    <w:rsid w:val="00DB558B"/>
    <w:rsid w:val="00DB55E2"/>
    <w:rsid w:val="00DB5BA6"/>
    <w:rsid w:val="00DB6806"/>
    <w:rsid w:val="00DB720A"/>
    <w:rsid w:val="00DB74C4"/>
    <w:rsid w:val="00DB7664"/>
    <w:rsid w:val="00DB7858"/>
    <w:rsid w:val="00DC07DF"/>
    <w:rsid w:val="00DC0B6A"/>
    <w:rsid w:val="00DC142B"/>
    <w:rsid w:val="00DC1986"/>
    <w:rsid w:val="00DC1AD7"/>
    <w:rsid w:val="00DC1B54"/>
    <w:rsid w:val="00DC1C29"/>
    <w:rsid w:val="00DC258D"/>
    <w:rsid w:val="00DC286F"/>
    <w:rsid w:val="00DC2DB6"/>
    <w:rsid w:val="00DC3570"/>
    <w:rsid w:val="00DC35B5"/>
    <w:rsid w:val="00DC3665"/>
    <w:rsid w:val="00DC3C3B"/>
    <w:rsid w:val="00DC3F88"/>
    <w:rsid w:val="00DC3F92"/>
    <w:rsid w:val="00DC41FC"/>
    <w:rsid w:val="00DC464E"/>
    <w:rsid w:val="00DC484D"/>
    <w:rsid w:val="00DC5A96"/>
    <w:rsid w:val="00DC5D98"/>
    <w:rsid w:val="00DC6054"/>
    <w:rsid w:val="00DC63E0"/>
    <w:rsid w:val="00DC683C"/>
    <w:rsid w:val="00DC69BD"/>
    <w:rsid w:val="00DC6B32"/>
    <w:rsid w:val="00DC6BE1"/>
    <w:rsid w:val="00DC6C8F"/>
    <w:rsid w:val="00DC6E13"/>
    <w:rsid w:val="00DC731F"/>
    <w:rsid w:val="00DC7374"/>
    <w:rsid w:val="00DC75FC"/>
    <w:rsid w:val="00DC76A9"/>
    <w:rsid w:val="00DD06AE"/>
    <w:rsid w:val="00DD0895"/>
    <w:rsid w:val="00DD0AD3"/>
    <w:rsid w:val="00DD0F22"/>
    <w:rsid w:val="00DD1AA1"/>
    <w:rsid w:val="00DD1BAC"/>
    <w:rsid w:val="00DD1FDC"/>
    <w:rsid w:val="00DD220B"/>
    <w:rsid w:val="00DD26B3"/>
    <w:rsid w:val="00DD2C0F"/>
    <w:rsid w:val="00DD2FDA"/>
    <w:rsid w:val="00DD3415"/>
    <w:rsid w:val="00DD3687"/>
    <w:rsid w:val="00DD377E"/>
    <w:rsid w:val="00DD3929"/>
    <w:rsid w:val="00DD3FB6"/>
    <w:rsid w:val="00DD4980"/>
    <w:rsid w:val="00DD4C41"/>
    <w:rsid w:val="00DD4E5F"/>
    <w:rsid w:val="00DD4E8C"/>
    <w:rsid w:val="00DD4F84"/>
    <w:rsid w:val="00DD5147"/>
    <w:rsid w:val="00DD5B2D"/>
    <w:rsid w:val="00DD7C0D"/>
    <w:rsid w:val="00DE090B"/>
    <w:rsid w:val="00DE094C"/>
    <w:rsid w:val="00DE1452"/>
    <w:rsid w:val="00DE190C"/>
    <w:rsid w:val="00DE1946"/>
    <w:rsid w:val="00DE2883"/>
    <w:rsid w:val="00DE2D4C"/>
    <w:rsid w:val="00DE2E50"/>
    <w:rsid w:val="00DE32DA"/>
    <w:rsid w:val="00DE3823"/>
    <w:rsid w:val="00DE3AFB"/>
    <w:rsid w:val="00DE3C36"/>
    <w:rsid w:val="00DE43C1"/>
    <w:rsid w:val="00DE512D"/>
    <w:rsid w:val="00DE559B"/>
    <w:rsid w:val="00DE5615"/>
    <w:rsid w:val="00DE5BC7"/>
    <w:rsid w:val="00DE5F60"/>
    <w:rsid w:val="00DE6C17"/>
    <w:rsid w:val="00DE6FB2"/>
    <w:rsid w:val="00DE71D8"/>
    <w:rsid w:val="00DE71EB"/>
    <w:rsid w:val="00DE724D"/>
    <w:rsid w:val="00DE72A5"/>
    <w:rsid w:val="00DE7388"/>
    <w:rsid w:val="00DE750E"/>
    <w:rsid w:val="00DE7CBD"/>
    <w:rsid w:val="00DE7F5E"/>
    <w:rsid w:val="00DF00E2"/>
    <w:rsid w:val="00DF0907"/>
    <w:rsid w:val="00DF095E"/>
    <w:rsid w:val="00DF0B84"/>
    <w:rsid w:val="00DF0C23"/>
    <w:rsid w:val="00DF0DBA"/>
    <w:rsid w:val="00DF0F68"/>
    <w:rsid w:val="00DF11C9"/>
    <w:rsid w:val="00DF18B5"/>
    <w:rsid w:val="00DF1C14"/>
    <w:rsid w:val="00DF2319"/>
    <w:rsid w:val="00DF2420"/>
    <w:rsid w:val="00DF2A49"/>
    <w:rsid w:val="00DF2C5E"/>
    <w:rsid w:val="00DF2D24"/>
    <w:rsid w:val="00DF2E81"/>
    <w:rsid w:val="00DF3578"/>
    <w:rsid w:val="00DF36BA"/>
    <w:rsid w:val="00DF3AB0"/>
    <w:rsid w:val="00DF3B18"/>
    <w:rsid w:val="00DF3B53"/>
    <w:rsid w:val="00DF3DDC"/>
    <w:rsid w:val="00DF3E58"/>
    <w:rsid w:val="00DF53F7"/>
    <w:rsid w:val="00DF5D12"/>
    <w:rsid w:val="00DF5DE3"/>
    <w:rsid w:val="00DF60BF"/>
    <w:rsid w:val="00DF62C7"/>
    <w:rsid w:val="00DF660D"/>
    <w:rsid w:val="00DF6C74"/>
    <w:rsid w:val="00DF6D83"/>
    <w:rsid w:val="00DF6EC1"/>
    <w:rsid w:val="00DF77D3"/>
    <w:rsid w:val="00E0010A"/>
    <w:rsid w:val="00E001E5"/>
    <w:rsid w:val="00E01507"/>
    <w:rsid w:val="00E01A98"/>
    <w:rsid w:val="00E01BF6"/>
    <w:rsid w:val="00E020C7"/>
    <w:rsid w:val="00E02162"/>
    <w:rsid w:val="00E02662"/>
    <w:rsid w:val="00E02680"/>
    <w:rsid w:val="00E02DAC"/>
    <w:rsid w:val="00E031FC"/>
    <w:rsid w:val="00E04398"/>
    <w:rsid w:val="00E04466"/>
    <w:rsid w:val="00E05F03"/>
    <w:rsid w:val="00E063FD"/>
    <w:rsid w:val="00E06951"/>
    <w:rsid w:val="00E069E9"/>
    <w:rsid w:val="00E06AAE"/>
    <w:rsid w:val="00E06E88"/>
    <w:rsid w:val="00E06FCC"/>
    <w:rsid w:val="00E077BF"/>
    <w:rsid w:val="00E07CFD"/>
    <w:rsid w:val="00E10129"/>
    <w:rsid w:val="00E101CA"/>
    <w:rsid w:val="00E10CDB"/>
    <w:rsid w:val="00E10FDB"/>
    <w:rsid w:val="00E10FF9"/>
    <w:rsid w:val="00E11F79"/>
    <w:rsid w:val="00E121CA"/>
    <w:rsid w:val="00E12536"/>
    <w:rsid w:val="00E130C6"/>
    <w:rsid w:val="00E13398"/>
    <w:rsid w:val="00E1364F"/>
    <w:rsid w:val="00E140A0"/>
    <w:rsid w:val="00E140CE"/>
    <w:rsid w:val="00E145B8"/>
    <w:rsid w:val="00E14D39"/>
    <w:rsid w:val="00E15193"/>
    <w:rsid w:val="00E1538A"/>
    <w:rsid w:val="00E15455"/>
    <w:rsid w:val="00E155F2"/>
    <w:rsid w:val="00E16104"/>
    <w:rsid w:val="00E16161"/>
    <w:rsid w:val="00E163BB"/>
    <w:rsid w:val="00E1646A"/>
    <w:rsid w:val="00E16ACC"/>
    <w:rsid w:val="00E16C75"/>
    <w:rsid w:val="00E16D06"/>
    <w:rsid w:val="00E1708F"/>
    <w:rsid w:val="00E17406"/>
    <w:rsid w:val="00E175A6"/>
    <w:rsid w:val="00E17827"/>
    <w:rsid w:val="00E17969"/>
    <w:rsid w:val="00E17A2F"/>
    <w:rsid w:val="00E201AC"/>
    <w:rsid w:val="00E2060E"/>
    <w:rsid w:val="00E20817"/>
    <w:rsid w:val="00E20A52"/>
    <w:rsid w:val="00E20B1A"/>
    <w:rsid w:val="00E20C82"/>
    <w:rsid w:val="00E20F8F"/>
    <w:rsid w:val="00E214D8"/>
    <w:rsid w:val="00E2191F"/>
    <w:rsid w:val="00E2198E"/>
    <w:rsid w:val="00E219DC"/>
    <w:rsid w:val="00E21EDD"/>
    <w:rsid w:val="00E21F86"/>
    <w:rsid w:val="00E21FA4"/>
    <w:rsid w:val="00E23199"/>
    <w:rsid w:val="00E231B2"/>
    <w:rsid w:val="00E23339"/>
    <w:rsid w:val="00E23576"/>
    <w:rsid w:val="00E237CC"/>
    <w:rsid w:val="00E23B8B"/>
    <w:rsid w:val="00E24574"/>
    <w:rsid w:val="00E24710"/>
    <w:rsid w:val="00E24A98"/>
    <w:rsid w:val="00E24C6D"/>
    <w:rsid w:val="00E24E77"/>
    <w:rsid w:val="00E252EF"/>
    <w:rsid w:val="00E25F6F"/>
    <w:rsid w:val="00E26353"/>
    <w:rsid w:val="00E26388"/>
    <w:rsid w:val="00E26427"/>
    <w:rsid w:val="00E2648F"/>
    <w:rsid w:val="00E26EB6"/>
    <w:rsid w:val="00E27CBC"/>
    <w:rsid w:val="00E27CEE"/>
    <w:rsid w:val="00E27E7D"/>
    <w:rsid w:val="00E30026"/>
    <w:rsid w:val="00E3009E"/>
    <w:rsid w:val="00E300D6"/>
    <w:rsid w:val="00E3084C"/>
    <w:rsid w:val="00E30BA6"/>
    <w:rsid w:val="00E30F04"/>
    <w:rsid w:val="00E3137D"/>
    <w:rsid w:val="00E3153B"/>
    <w:rsid w:val="00E32571"/>
    <w:rsid w:val="00E3298C"/>
    <w:rsid w:val="00E3337F"/>
    <w:rsid w:val="00E3349E"/>
    <w:rsid w:val="00E33BA2"/>
    <w:rsid w:val="00E343E0"/>
    <w:rsid w:val="00E345EB"/>
    <w:rsid w:val="00E34830"/>
    <w:rsid w:val="00E3483C"/>
    <w:rsid w:val="00E34D38"/>
    <w:rsid w:val="00E34F70"/>
    <w:rsid w:val="00E34F71"/>
    <w:rsid w:val="00E350B9"/>
    <w:rsid w:val="00E359E3"/>
    <w:rsid w:val="00E35EF3"/>
    <w:rsid w:val="00E363A9"/>
    <w:rsid w:val="00E3641D"/>
    <w:rsid w:val="00E36BD0"/>
    <w:rsid w:val="00E36C6D"/>
    <w:rsid w:val="00E36E4E"/>
    <w:rsid w:val="00E37317"/>
    <w:rsid w:val="00E373AE"/>
    <w:rsid w:val="00E373C7"/>
    <w:rsid w:val="00E37605"/>
    <w:rsid w:val="00E37B1A"/>
    <w:rsid w:val="00E400B3"/>
    <w:rsid w:val="00E403E6"/>
    <w:rsid w:val="00E4075A"/>
    <w:rsid w:val="00E40D6E"/>
    <w:rsid w:val="00E415DB"/>
    <w:rsid w:val="00E41727"/>
    <w:rsid w:val="00E41934"/>
    <w:rsid w:val="00E419D5"/>
    <w:rsid w:val="00E41A9F"/>
    <w:rsid w:val="00E41D15"/>
    <w:rsid w:val="00E41E54"/>
    <w:rsid w:val="00E4237A"/>
    <w:rsid w:val="00E427D7"/>
    <w:rsid w:val="00E4386A"/>
    <w:rsid w:val="00E43F51"/>
    <w:rsid w:val="00E44BB4"/>
    <w:rsid w:val="00E44BC4"/>
    <w:rsid w:val="00E44E1F"/>
    <w:rsid w:val="00E45A62"/>
    <w:rsid w:val="00E45A89"/>
    <w:rsid w:val="00E45F08"/>
    <w:rsid w:val="00E46297"/>
    <w:rsid w:val="00E464B8"/>
    <w:rsid w:val="00E47190"/>
    <w:rsid w:val="00E477DD"/>
    <w:rsid w:val="00E47D6E"/>
    <w:rsid w:val="00E50266"/>
    <w:rsid w:val="00E506DE"/>
    <w:rsid w:val="00E50773"/>
    <w:rsid w:val="00E50FB2"/>
    <w:rsid w:val="00E51020"/>
    <w:rsid w:val="00E5135B"/>
    <w:rsid w:val="00E51FFA"/>
    <w:rsid w:val="00E5226A"/>
    <w:rsid w:val="00E532C4"/>
    <w:rsid w:val="00E536C9"/>
    <w:rsid w:val="00E53B5C"/>
    <w:rsid w:val="00E53F68"/>
    <w:rsid w:val="00E541F1"/>
    <w:rsid w:val="00E54B7B"/>
    <w:rsid w:val="00E54D27"/>
    <w:rsid w:val="00E54EA0"/>
    <w:rsid w:val="00E54F1D"/>
    <w:rsid w:val="00E5508C"/>
    <w:rsid w:val="00E55475"/>
    <w:rsid w:val="00E556F1"/>
    <w:rsid w:val="00E5573B"/>
    <w:rsid w:val="00E55B3E"/>
    <w:rsid w:val="00E56804"/>
    <w:rsid w:val="00E5776E"/>
    <w:rsid w:val="00E57825"/>
    <w:rsid w:val="00E60473"/>
    <w:rsid w:val="00E6052E"/>
    <w:rsid w:val="00E60650"/>
    <w:rsid w:val="00E60C5F"/>
    <w:rsid w:val="00E60EDA"/>
    <w:rsid w:val="00E61001"/>
    <w:rsid w:val="00E61096"/>
    <w:rsid w:val="00E6128C"/>
    <w:rsid w:val="00E616A5"/>
    <w:rsid w:val="00E61AFC"/>
    <w:rsid w:val="00E622C7"/>
    <w:rsid w:val="00E6243C"/>
    <w:rsid w:val="00E62ABD"/>
    <w:rsid w:val="00E62F0D"/>
    <w:rsid w:val="00E634D7"/>
    <w:rsid w:val="00E644A6"/>
    <w:rsid w:val="00E646AE"/>
    <w:rsid w:val="00E64A61"/>
    <w:rsid w:val="00E65002"/>
    <w:rsid w:val="00E65816"/>
    <w:rsid w:val="00E65855"/>
    <w:rsid w:val="00E65FF9"/>
    <w:rsid w:val="00E662AB"/>
    <w:rsid w:val="00E66438"/>
    <w:rsid w:val="00E66821"/>
    <w:rsid w:val="00E66C75"/>
    <w:rsid w:val="00E67189"/>
    <w:rsid w:val="00E67258"/>
    <w:rsid w:val="00E67731"/>
    <w:rsid w:val="00E701B5"/>
    <w:rsid w:val="00E70485"/>
    <w:rsid w:val="00E70E45"/>
    <w:rsid w:val="00E71608"/>
    <w:rsid w:val="00E71742"/>
    <w:rsid w:val="00E71973"/>
    <w:rsid w:val="00E71FA9"/>
    <w:rsid w:val="00E72309"/>
    <w:rsid w:val="00E72317"/>
    <w:rsid w:val="00E72E87"/>
    <w:rsid w:val="00E73569"/>
    <w:rsid w:val="00E7368E"/>
    <w:rsid w:val="00E73D76"/>
    <w:rsid w:val="00E7442B"/>
    <w:rsid w:val="00E747AD"/>
    <w:rsid w:val="00E7521B"/>
    <w:rsid w:val="00E753CC"/>
    <w:rsid w:val="00E756D8"/>
    <w:rsid w:val="00E758DC"/>
    <w:rsid w:val="00E75C31"/>
    <w:rsid w:val="00E75EB6"/>
    <w:rsid w:val="00E7690D"/>
    <w:rsid w:val="00E7693D"/>
    <w:rsid w:val="00E7706C"/>
    <w:rsid w:val="00E7775B"/>
    <w:rsid w:val="00E77BE1"/>
    <w:rsid w:val="00E77DA1"/>
    <w:rsid w:val="00E77E62"/>
    <w:rsid w:val="00E77F3F"/>
    <w:rsid w:val="00E77F6D"/>
    <w:rsid w:val="00E80117"/>
    <w:rsid w:val="00E80DCF"/>
    <w:rsid w:val="00E8103E"/>
    <w:rsid w:val="00E81130"/>
    <w:rsid w:val="00E813EC"/>
    <w:rsid w:val="00E81502"/>
    <w:rsid w:val="00E81857"/>
    <w:rsid w:val="00E81A11"/>
    <w:rsid w:val="00E81AAB"/>
    <w:rsid w:val="00E81FC9"/>
    <w:rsid w:val="00E82290"/>
    <w:rsid w:val="00E82385"/>
    <w:rsid w:val="00E82477"/>
    <w:rsid w:val="00E827A9"/>
    <w:rsid w:val="00E82AF1"/>
    <w:rsid w:val="00E8330C"/>
    <w:rsid w:val="00E8361B"/>
    <w:rsid w:val="00E837AC"/>
    <w:rsid w:val="00E837BE"/>
    <w:rsid w:val="00E83AE5"/>
    <w:rsid w:val="00E83AEF"/>
    <w:rsid w:val="00E83B63"/>
    <w:rsid w:val="00E83BF8"/>
    <w:rsid w:val="00E83C4E"/>
    <w:rsid w:val="00E83E14"/>
    <w:rsid w:val="00E83FF0"/>
    <w:rsid w:val="00E84B4E"/>
    <w:rsid w:val="00E84D50"/>
    <w:rsid w:val="00E84DB8"/>
    <w:rsid w:val="00E850E5"/>
    <w:rsid w:val="00E856FB"/>
    <w:rsid w:val="00E85821"/>
    <w:rsid w:val="00E85BED"/>
    <w:rsid w:val="00E85C03"/>
    <w:rsid w:val="00E85C30"/>
    <w:rsid w:val="00E864BC"/>
    <w:rsid w:val="00E867BE"/>
    <w:rsid w:val="00E868BE"/>
    <w:rsid w:val="00E86A12"/>
    <w:rsid w:val="00E86AA5"/>
    <w:rsid w:val="00E86F55"/>
    <w:rsid w:val="00E87C20"/>
    <w:rsid w:val="00E87F10"/>
    <w:rsid w:val="00E9042A"/>
    <w:rsid w:val="00E90456"/>
    <w:rsid w:val="00E904A0"/>
    <w:rsid w:val="00E909CD"/>
    <w:rsid w:val="00E90D99"/>
    <w:rsid w:val="00E9297E"/>
    <w:rsid w:val="00E92AD7"/>
    <w:rsid w:val="00E92C5F"/>
    <w:rsid w:val="00E93BBB"/>
    <w:rsid w:val="00E94361"/>
    <w:rsid w:val="00E943BF"/>
    <w:rsid w:val="00E9448D"/>
    <w:rsid w:val="00E94646"/>
    <w:rsid w:val="00E94980"/>
    <w:rsid w:val="00E94B73"/>
    <w:rsid w:val="00E94CB7"/>
    <w:rsid w:val="00E94DE4"/>
    <w:rsid w:val="00E94DF0"/>
    <w:rsid w:val="00E95016"/>
    <w:rsid w:val="00E95363"/>
    <w:rsid w:val="00E956C3"/>
    <w:rsid w:val="00E95882"/>
    <w:rsid w:val="00E95A71"/>
    <w:rsid w:val="00E961F5"/>
    <w:rsid w:val="00E9653B"/>
    <w:rsid w:val="00E969F4"/>
    <w:rsid w:val="00E96B9B"/>
    <w:rsid w:val="00E96D47"/>
    <w:rsid w:val="00E97BCA"/>
    <w:rsid w:val="00E97D71"/>
    <w:rsid w:val="00E97DDF"/>
    <w:rsid w:val="00E97F3F"/>
    <w:rsid w:val="00EA0110"/>
    <w:rsid w:val="00EA0298"/>
    <w:rsid w:val="00EA08E4"/>
    <w:rsid w:val="00EA0BFF"/>
    <w:rsid w:val="00EA15AF"/>
    <w:rsid w:val="00EA1894"/>
    <w:rsid w:val="00EA1D00"/>
    <w:rsid w:val="00EA1ED0"/>
    <w:rsid w:val="00EA1ED5"/>
    <w:rsid w:val="00EA255D"/>
    <w:rsid w:val="00EA27C7"/>
    <w:rsid w:val="00EA2EC8"/>
    <w:rsid w:val="00EA348F"/>
    <w:rsid w:val="00EA352F"/>
    <w:rsid w:val="00EA370C"/>
    <w:rsid w:val="00EA3E07"/>
    <w:rsid w:val="00EA42B0"/>
    <w:rsid w:val="00EA449F"/>
    <w:rsid w:val="00EA46EC"/>
    <w:rsid w:val="00EA476A"/>
    <w:rsid w:val="00EA47E8"/>
    <w:rsid w:val="00EA54CC"/>
    <w:rsid w:val="00EA5AE6"/>
    <w:rsid w:val="00EA5FD2"/>
    <w:rsid w:val="00EA6223"/>
    <w:rsid w:val="00EA6259"/>
    <w:rsid w:val="00EA6428"/>
    <w:rsid w:val="00EA6477"/>
    <w:rsid w:val="00EA67C9"/>
    <w:rsid w:val="00EA6875"/>
    <w:rsid w:val="00EA6CD2"/>
    <w:rsid w:val="00EA6DD5"/>
    <w:rsid w:val="00EA70CB"/>
    <w:rsid w:val="00EA73A6"/>
    <w:rsid w:val="00EA745A"/>
    <w:rsid w:val="00EA7A3F"/>
    <w:rsid w:val="00EB02AA"/>
    <w:rsid w:val="00EB04C3"/>
    <w:rsid w:val="00EB0DB1"/>
    <w:rsid w:val="00EB0FFF"/>
    <w:rsid w:val="00EB1335"/>
    <w:rsid w:val="00EB139A"/>
    <w:rsid w:val="00EB15E1"/>
    <w:rsid w:val="00EB181C"/>
    <w:rsid w:val="00EB1B84"/>
    <w:rsid w:val="00EB21CB"/>
    <w:rsid w:val="00EB4033"/>
    <w:rsid w:val="00EB4906"/>
    <w:rsid w:val="00EB4B68"/>
    <w:rsid w:val="00EB4BA6"/>
    <w:rsid w:val="00EB4F17"/>
    <w:rsid w:val="00EB5221"/>
    <w:rsid w:val="00EB522F"/>
    <w:rsid w:val="00EB52E4"/>
    <w:rsid w:val="00EB58C1"/>
    <w:rsid w:val="00EB5B09"/>
    <w:rsid w:val="00EB5BD9"/>
    <w:rsid w:val="00EB5F8E"/>
    <w:rsid w:val="00EB641E"/>
    <w:rsid w:val="00EB6673"/>
    <w:rsid w:val="00EB685C"/>
    <w:rsid w:val="00EB6B5C"/>
    <w:rsid w:val="00EB6C7B"/>
    <w:rsid w:val="00EB7A16"/>
    <w:rsid w:val="00EB7A64"/>
    <w:rsid w:val="00EB7E0E"/>
    <w:rsid w:val="00EC04F0"/>
    <w:rsid w:val="00EC08F0"/>
    <w:rsid w:val="00EC0DE8"/>
    <w:rsid w:val="00EC1214"/>
    <w:rsid w:val="00EC1633"/>
    <w:rsid w:val="00EC1EA4"/>
    <w:rsid w:val="00EC1F06"/>
    <w:rsid w:val="00EC27ED"/>
    <w:rsid w:val="00EC2818"/>
    <w:rsid w:val="00EC30D2"/>
    <w:rsid w:val="00EC3A9A"/>
    <w:rsid w:val="00EC40D2"/>
    <w:rsid w:val="00EC438F"/>
    <w:rsid w:val="00EC4C16"/>
    <w:rsid w:val="00EC4EBA"/>
    <w:rsid w:val="00EC5068"/>
    <w:rsid w:val="00EC53DE"/>
    <w:rsid w:val="00EC55E2"/>
    <w:rsid w:val="00EC566E"/>
    <w:rsid w:val="00EC588F"/>
    <w:rsid w:val="00EC5C57"/>
    <w:rsid w:val="00EC5FF4"/>
    <w:rsid w:val="00EC6432"/>
    <w:rsid w:val="00EC6AB6"/>
    <w:rsid w:val="00EC6D6D"/>
    <w:rsid w:val="00EC77F1"/>
    <w:rsid w:val="00EC798F"/>
    <w:rsid w:val="00EC7998"/>
    <w:rsid w:val="00EC7AB9"/>
    <w:rsid w:val="00EC7C1B"/>
    <w:rsid w:val="00ED01EE"/>
    <w:rsid w:val="00ED0205"/>
    <w:rsid w:val="00ED0B59"/>
    <w:rsid w:val="00ED0B73"/>
    <w:rsid w:val="00ED0EAD"/>
    <w:rsid w:val="00ED19D4"/>
    <w:rsid w:val="00ED1D0D"/>
    <w:rsid w:val="00ED1D0E"/>
    <w:rsid w:val="00ED1F48"/>
    <w:rsid w:val="00ED2107"/>
    <w:rsid w:val="00ED30BA"/>
    <w:rsid w:val="00ED3286"/>
    <w:rsid w:val="00ED3613"/>
    <w:rsid w:val="00ED365A"/>
    <w:rsid w:val="00ED3944"/>
    <w:rsid w:val="00ED3D4D"/>
    <w:rsid w:val="00ED454A"/>
    <w:rsid w:val="00ED4648"/>
    <w:rsid w:val="00ED4750"/>
    <w:rsid w:val="00ED4CF2"/>
    <w:rsid w:val="00ED4E0B"/>
    <w:rsid w:val="00ED4E9D"/>
    <w:rsid w:val="00ED4F1E"/>
    <w:rsid w:val="00ED522B"/>
    <w:rsid w:val="00ED52BD"/>
    <w:rsid w:val="00ED581C"/>
    <w:rsid w:val="00ED59C8"/>
    <w:rsid w:val="00ED6438"/>
    <w:rsid w:val="00ED64A4"/>
    <w:rsid w:val="00ED64AF"/>
    <w:rsid w:val="00ED6500"/>
    <w:rsid w:val="00ED6605"/>
    <w:rsid w:val="00ED6820"/>
    <w:rsid w:val="00ED6898"/>
    <w:rsid w:val="00ED695C"/>
    <w:rsid w:val="00ED6DD9"/>
    <w:rsid w:val="00ED7797"/>
    <w:rsid w:val="00EE002E"/>
    <w:rsid w:val="00EE0852"/>
    <w:rsid w:val="00EE0AC3"/>
    <w:rsid w:val="00EE12BA"/>
    <w:rsid w:val="00EE1BD3"/>
    <w:rsid w:val="00EE1F08"/>
    <w:rsid w:val="00EE20ED"/>
    <w:rsid w:val="00EE2120"/>
    <w:rsid w:val="00EE2D37"/>
    <w:rsid w:val="00EE30BB"/>
    <w:rsid w:val="00EE3681"/>
    <w:rsid w:val="00EE3C75"/>
    <w:rsid w:val="00EE3C85"/>
    <w:rsid w:val="00EE3D43"/>
    <w:rsid w:val="00EE3F0E"/>
    <w:rsid w:val="00EE446E"/>
    <w:rsid w:val="00EE4477"/>
    <w:rsid w:val="00EE4502"/>
    <w:rsid w:val="00EE4623"/>
    <w:rsid w:val="00EE464E"/>
    <w:rsid w:val="00EE511B"/>
    <w:rsid w:val="00EE5896"/>
    <w:rsid w:val="00EE58D2"/>
    <w:rsid w:val="00EE5D35"/>
    <w:rsid w:val="00EE642C"/>
    <w:rsid w:val="00EE6793"/>
    <w:rsid w:val="00EE68B4"/>
    <w:rsid w:val="00EE7309"/>
    <w:rsid w:val="00EE748A"/>
    <w:rsid w:val="00EE7547"/>
    <w:rsid w:val="00EE7B7F"/>
    <w:rsid w:val="00EE7BCB"/>
    <w:rsid w:val="00EE7DE2"/>
    <w:rsid w:val="00EF03AF"/>
    <w:rsid w:val="00EF07F1"/>
    <w:rsid w:val="00EF09AA"/>
    <w:rsid w:val="00EF1103"/>
    <w:rsid w:val="00EF1531"/>
    <w:rsid w:val="00EF191C"/>
    <w:rsid w:val="00EF1BC2"/>
    <w:rsid w:val="00EF1D92"/>
    <w:rsid w:val="00EF1F42"/>
    <w:rsid w:val="00EF22DB"/>
    <w:rsid w:val="00EF2958"/>
    <w:rsid w:val="00EF2D3B"/>
    <w:rsid w:val="00EF2D6E"/>
    <w:rsid w:val="00EF2D9F"/>
    <w:rsid w:val="00EF30FE"/>
    <w:rsid w:val="00EF3A23"/>
    <w:rsid w:val="00EF3A42"/>
    <w:rsid w:val="00EF3A6F"/>
    <w:rsid w:val="00EF3D33"/>
    <w:rsid w:val="00EF4E5F"/>
    <w:rsid w:val="00EF51A6"/>
    <w:rsid w:val="00EF535A"/>
    <w:rsid w:val="00EF54D1"/>
    <w:rsid w:val="00EF5A41"/>
    <w:rsid w:val="00EF5BC2"/>
    <w:rsid w:val="00EF5F75"/>
    <w:rsid w:val="00EF649D"/>
    <w:rsid w:val="00EF6CBE"/>
    <w:rsid w:val="00EF7028"/>
    <w:rsid w:val="00EF71BB"/>
    <w:rsid w:val="00EF7C65"/>
    <w:rsid w:val="00EF7CEC"/>
    <w:rsid w:val="00F000AF"/>
    <w:rsid w:val="00F00685"/>
    <w:rsid w:val="00F00AB6"/>
    <w:rsid w:val="00F00DF1"/>
    <w:rsid w:val="00F00E44"/>
    <w:rsid w:val="00F00F5E"/>
    <w:rsid w:val="00F01090"/>
    <w:rsid w:val="00F0177C"/>
    <w:rsid w:val="00F017ED"/>
    <w:rsid w:val="00F01BEE"/>
    <w:rsid w:val="00F01D82"/>
    <w:rsid w:val="00F01E46"/>
    <w:rsid w:val="00F02A73"/>
    <w:rsid w:val="00F02DD8"/>
    <w:rsid w:val="00F03445"/>
    <w:rsid w:val="00F038F1"/>
    <w:rsid w:val="00F0405E"/>
    <w:rsid w:val="00F048BE"/>
    <w:rsid w:val="00F0498F"/>
    <w:rsid w:val="00F04C41"/>
    <w:rsid w:val="00F0539C"/>
    <w:rsid w:val="00F05681"/>
    <w:rsid w:val="00F061EA"/>
    <w:rsid w:val="00F061F7"/>
    <w:rsid w:val="00F0659D"/>
    <w:rsid w:val="00F065CC"/>
    <w:rsid w:val="00F0662C"/>
    <w:rsid w:val="00F06711"/>
    <w:rsid w:val="00F06899"/>
    <w:rsid w:val="00F068D3"/>
    <w:rsid w:val="00F06DDE"/>
    <w:rsid w:val="00F0763A"/>
    <w:rsid w:val="00F103C7"/>
    <w:rsid w:val="00F10572"/>
    <w:rsid w:val="00F10C02"/>
    <w:rsid w:val="00F10D4A"/>
    <w:rsid w:val="00F113AA"/>
    <w:rsid w:val="00F11C95"/>
    <w:rsid w:val="00F11F81"/>
    <w:rsid w:val="00F120AC"/>
    <w:rsid w:val="00F1261C"/>
    <w:rsid w:val="00F1265E"/>
    <w:rsid w:val="00F12A09"/>
    <w:rsid w:val="00F12E28"/>
    <w:rsid w:val="00F12FDF"/>
    <w:rsid w:val="00F130A2"/>
    <w:rsid w:val="00F13578"/>
    <w:rsid w:val="00F13F54"/>
    <w:rsid w:val="00F14B54"/>
    <w:rsid w:val="00F14C02"/>
    <w:rsid w:val="00F1591F"/>
    <w:rsid w:val="00F1759C"/>
    <w:rsid w:val="00F17783"/>
    <w:rsid w:val="00F17895"/>
    <w:rsid w:val="00F17D57"/>
    <w:rsid w:val="00F17F2F"/>
    <w:rsid w:val="00F17F63"/>
    <w:rsid w:val="00F20879"/>
    <w:rsid w:val="00F20F2E"/>
    <w:rsid w:val="00F21256"/>
    <w:rsid w:val="00F21D09"/>
    <w:rsid w:val="00F22254"/>
    <w:rsid w:val="00F2240A"/>
    <w:rsid w:val="00F22849"/>
    <w:rsid w:val="00F229D4"/>
    <w:rsid w:val="00F22C10"/>
    <w:rsid w:val="00F22CE6"/>
    <w:rsid w:val="00F22F5C"/>
    <w:rsid w:val="00F230AE"/>
    <w:rsid w:val="00F23208"/>
    <w:rsid w:val="00F23D8E"/>
    <w:rsid w:val="00F24476"/>
    <w:rsid w:val="00F244EC"/>
    <w:rsid w:val="00F2455C"/>
    <w:rsid w:val="00F24743"/>
    <w:rsid w:val="00F25718"/>
    <w:rsid w:val="00F259BA"/>
    <w:rsid w:val="00F2610A"/>
    <w:rsid w:val="00F26904"/>
    <w:rsid w:val="00F26ECC"/>
    <w:rsid w:val="00F278E5"/>
    <w:rsid w:val="00F2797F"/>
    <w:rsid w:val="00F30190"/>
    <w:rsid w:val="00F301E7"/>
    <w:rsid w:val="00F3027A"/>
    <w:rsid w:val="00F30468"/>
    <w:rsid w:val="00F304E6"/>
    <w:rsid w:val="00F304E8"/>
    <w:rsid w:val="00F3082F"/>
    <w:rsid w:val="00F3103D"/>
    <w:rsid w:val="00F311F4"/>
    <w:rsid w:val="00F312A3"/>
    <w:rsid w:val="00F31493"/>
    <w:rsid w:val="00F31C81"/>
    <w:rsid w:val="00F31D0B"/>
    <w:rsid w:val="00F325C4"/>
    <w:rsid w:val="00F32C32"/>
    <w:rsid w:val="00F33128"/>
    <w:rsid w:val="00F33282"/>
    <w:rsid w:val="00F33DE3"/>
    <w:rsid w:val="00F33FDE"/>
    <w:rsid w:val="00F341C3"/>
    <w:rsid w:val="00F3439E"/>
    <w:rsid w:val="00F343C9"/>
    <w:rsid w:val="00F34514"/>
    <w:rsid w:val="00F346EC"/>
    <w:rsid w:val="00F3476A"/>
    <w:rsid w:val="00F35A19"/>
    <w:rsid w:val="00F35DD9"/>
    <w:rsid w:val="00F35FC3"/>
    <w:rsid w:val="00F369A1"/>
    <w:rsid w:val="00F370D7"/>
    <w:rsid w:val="00F3715D"/>
    <w:rsid w:val="00F37BD8"/>
    <w:rsid w:val="00F4003B"/>
    <w:rsid w:val="00F401AA"/>
    <w:rsid w:val="00F401D9"/>
    <w:rsid w:val="00F40A17"/>
    <w:rsid w:val="00F40CBF"/>
    <w:rsid w:val="00F40E48"/>
    <w:rsid w:val="00F410F6"/>
    <w:rsid w:val="00F419AD"/>
    <w:rsid w:val="00F4200F"/>
    <w:rsid w:val="00F420A6"/>
    <w:rsid w:val="00F4216A"/>
    <w:rsid w:val="00F42FBD"/>
    <w:rsid w:val="00F44956"/>
    <w:rsid w:val="00F44D58"/>
    <w:rsid w:val="00F44E33"/>
    <w:rsid w:val="00F45F67"/>
    <w:rsid w:val="00F46224"/>
    <w:rsid w:val="00F465F3"/>
    <w:rsid w:val="00F46766"/>
    <w:rsid w:val="00F47222"/>
    <w:rsid w:val="00F472EA"/>
    <w:rsid w:val="00F475A0"/>
    <w:rsid w:val="00F4767B"/>
    <w:rsid w:val="00F476B0"/>
    <w:rsid w:val="00F476F6"/>
    <w:rsid w:val="00F47AB9"/>
    <w:rsid w:val="00F47B80"/>
    <w:rsid w:val="00F47E4B"/>
    <w:rsid w:val="00F500FE"/>
    <w:rsid w:val="00F5022C"/>
    <w:rsid w:val="00F50D1F"/>
    <w:rsid w:val="00F51036"/>
    <w:rsid w:val="00F51986"/>
    <w:rsid w:val="00F52A44"/>
    <w:rsid w:val="00F532AB"/>
    <w:rsid w:val="00F53EEF"/>
    <w:rsid w:val="00F54529"/>
    <w:rsid w:val="00F5463F"/>
    <w:rsid w:val="00F547EB"/>
    <w:rsid w:val="00F5497A"/>
    <w:rsid w:val="00F549AB"/>
    <w:rsid w:val="00F54E72"/>
    <w:rsid w:val="00F55093"/>
    <w:rsid w:val="00F55323"/>
    <w:rsid w:val="00F559B9"/>
    <w:rsid w:val="00F5643C"/>
    <w:rsid w:val="00F56550"/>
    <w:rsid w:val="00F56835"/>
    <w:rsid w:val="00F56841"/>
    <w:rsid w:val="00F56A95"/>
    <w:rsid w:val="00F57036"/>
    <w:rsid w:val="00F60DB6"/>
    <w:rsid w:val="00F61085"/>
    <w:rsid w:val="00F61484"/>
    <w:rsid w:val="00F6173B"/>
    <w:rsid w:val="00F619B2"/>
    <w:rsid w:val="00F61FB9"/>
    <w:rsid w:val="00F61FF5"/>
    <w:rsid w:val="00F6294D"/>
    <w:rsid w:val="00F62CF7"/>
    <w:rsid w:val="00F6324D"/>
    <w:rsid w:val="00F6362A"/>
    <w:rsid w:val="00F6388E"/>
    <w:rsid w:val="00F63B38"/>
    <w:rsid w:val="00F6420A"/>
    <w:rsid w:val="00F6478A"/>
    <w:rsid w:val="00F647DD"/>
    <w:rsid w:val="00F64DD1"/>
    <w:rsid w:val="00F65584"/>
    <w:rsid w:val="00F659C9"/>
    <w:rsid w:val="00F6616B"/>
    <w:rsid w:val="00F661FC"/>
    <w:rsid w:val="00F66417"/>
    <w:rsid w:val="00F665D2"/>
    <w:rsid w:val="00F66AAD"/>
    <w:rsid w:val="00F66C9E"/>
    <w:rsid w:val="00F6732D"/>
    <w:rsid w:val="00F676A4"/>
    <w:rsid w:val="00F67C8F"/>
    <w:rsid w:val="00F70535"/>
    <w:rsid w:val="00F7061F"/>
    <w:rsid w:val="00F707C4"/>
    <w:rsid w:val="00F70FBC"/>
    <w:rsid w:val="00F71930"/>
    <w:rsid w:val="00F71D7C"/>
    <w:rsid w:val="00F71ED8"/>
    <w:rsid w:val="00F7241A"/>
    <w:rsid w:val="00F7264A"/>
    <w:rsid w:val="00F7278B"/>
    <w:rsid w:val="00F72B9C"/>
    <w:rsid w:val="00F7304F"/>
    <w:rsid w:val="00F73061"/>
    <w:rsid w:val="00F7324E"/>
    <w:rsid w:val="00F732CD"/>
    <w:rsid w:val="00F732DC"/>
    <w:rsid w:val="00F73930"/>
    <w:rsid w:val="00F7395C"/>
    <w:rsid w:val="00F741CD"/>
    <w:rsid w:val="00F74C5B"/>
    <w:rsid w:val="00F751C0"/>
    <w:rsid w:val="00F7554C"/>
    <w:rsid w:val="00F7573B"/>
    <w:rsid w:val="00F75F16"/>
    <w:rsid w:val="00F762A3"/>
    <w:rsid w:val="00F765CC"/>
    <w:rsid w:val="00F76A60"/>
    <w:rsid w:val="00F76B13"/>
    <w:rsid w:val="00F76F71"/>
    <w:rsid w:val="00F76F77"/>
    <w:rsid w:val="00F77125"/>
    <w:rsid w:val="00F77882"/>
    <w:rsid w:val="00F77AC6"/>
    <w:rsid w:val="00F80208"/>
    <w:rsid w:val="00F80890"/>
    <w:rsid w:val="00F8091E"/>
    <w:rsid w:val="00F80AAC"/>
    <w:rsid w:val="00F81111"/>
    <w:rsid w:val="00F819E3"/>
    <w:rsid w:val="00F81B69"/>
    <w:rsid w:val="00F81C1A"/>
    <w:rsid w:val="00F8228E"/>
    <w:rsid w:val="00F82734"/>
    <w:rsid w:val="00F8279B"/>
    <w:rsid w:val="00F82908"/>
    <w:rsid w:val="00F82EA9"/>
    <w:rsid w:val="00F8379E"/>
    <w:rsid w:val="00F84272"/>
    <w:rsid w:val="00F84615"/>
    <w:rsid w:val="00F84AA5"/>
    <w:rsid w:val="00F84E48"/>
    <w:rsid w:val="00F8506C"/>
    <w:rsid w:val="00F85A49"/>
    <w:rsid w:val="00F85B71"/>
    <w:rsid w:val="00F85DA3"/>
    <w:rsid w:val="00F868C3"/>
    <w:rsid w:val="00F8692E"/>
    <w:rsid w:val="00F86962"/>
    <w:rsid w:val="00F877EF"/>
    <w:rsid w:val="00F87837"/>
    <w:rsid w:val="00F879AA"/>
    <w:rsid w:val="00F87DBE"/>
    <w:rsid w:val="00F90652"/>
    <w:rsid w:val="00F909E2"/>
    <w:rsid w:val="00F90F22"/>
    <w:rsid w:val="00F9114A"/>
    <w:rsid w:val="00F9170E"/>
    <w:rsid w:val="00F919DD"/>
    <w:rsid w:val="00F91ABC"/>
    <w:rsid w:val="00F91C45"/>
    <w:rsid w:val="00F92370"/>
    <w:rsid w:val="00F92500"/>
    <w:rsid w:val="00F9303B"/>
    <w:rsid w:val="00F93073"/>
    <w:rsid w:val="00F93C47"/>
    <w:rsid w:val="00F93D17"/>
    <w:rsid w:val="00F9424E"/>
    <w:rsid w:val="00F944E1"/>
    <w:rsid w:val="00F94717"/>
    <w:rsid w:val="00F94F52"/>
    <w:rsid w:val="00F94F53"/>
    <w:rsid w:val="00F952CE"/>
    <w:rsid w:val="00F9592C"/>
    <w:rsid w:val="00F95A56"/>
    <w:rsid w:val="00F95EF8"/>
    <w:rsid w:val="00F95F3D"/>
    <w:rsid w:val="00F95FD2"/>
    <w:rsid w:val="00F96809"/>
    <w:rsid w:val="00F96CB5"/>
    <w:rsid w:val="00F974C5"/>
    <w:rsid w:val="00F97878"/>
    <w:rsid w:val="00F97C1C"/>
    <w:rsid w:val="00F97FE1"/>
    <w:rsid w:val="00FA063F"/>
    <w:rsid w:val="00FA09B0"/>
    <w:rsid w:val="00FA11A0"/>
    <w:rsid w:val="00FA174D"/>
    <w:rsid w:val="00FA1B0A"/>
    <w:rsid w:val="00FA22D6"/>
    <w:rsid w:val="00FA28BA"/>
    <w:rsid w:val="00FA2967"/>
    <w:rsid w:val="00FA2C06"/>
    <w:rsid w:val="00FA2D1E"/>
    <w:rsid w:val="00FA348D"/>
    <w:rsid w:val="00FA3527"/>
    <w:rsid w:val="00FA3CC7"/>
    <w:rsid w:val="00FA438F"/>
    <w:rsid w:val="00FA4556"/>
    <w:rsid w:val="00FA49E3"/>
    <w:rsid w:val="00FA4CBC"/>
    <w:rsid w:val="00FA4CD5"/>
    <w:rsid w:val="00FA4F4F"/>
    <w:rsid w:val="00FA50BD"/>
    <w:rsid w:val="00FA52D3"/>
    <w:rsid w:val="00FA5419"/>
    <w:rsid w:val="00FA58D3"/>
    <w:rsid w:val="00FA5F69"/>
    <w:rsid w:val="00FA639A"/>
    <w:rsid w:val="00FA64B8"/>
    <w:rsid w:val="00FA71DF"/>
    <w:rsid w:val="00FA743E"/>
    <w:rsid w:val="00FA7886"/>
    <w:rsid w:val="00FA7CA2"/>
    <w:rsid w:val="00FA7D28"/>
    <w:rsid w:val="00FB0979"/>
    <w:rsid w:val="00FB120C"/>
    <w:rsid w:val="00FB19D6"/>
    <w:rsid w:val="00FB1BD6"/>
    <w:rsid w:val="00FB20C5"/>
    <w:rsid w:val="00FB20E8"/>
    <w:rsid w:val="00FB2429"/>
    <w:rsid w:val="00FB277C"/>
    <w:rsid w:val="00FB2966"/>
    <w:rsid w:val="00FB2F0A"/>
    <w:rsid w:val="00FB30C4"/>
    <w:rsid w:val="00FB3E00"/>
    <w:rsid w:val="00FB4608"/>
    <w:rsid w:val="00FB4804"/>
    <w:rsid w:val="00FB4E19"/>
    <w:rsid w:val="00FB5229"/>
    <w:rsid w:val="00FB5D53"/>
    <w:rsid w:val="00FB6D02"/>
    <w:rsid w:val="00FB6E71"/>
    <w:rsid w:val="00FB7DBB"/>
    <w:rsid w:val="00FC074A"/>
    <w:rsid w:val="00FC0C16"/>
    <w:rsid w:val="00FC1B01"/>
    <w:rsid w:val="00FC1F33"/>
    <w:rsid w:val="00FC2053"/>
    <w:rsid w:val="00FC242B"/>
    <w:rsid w:val="00FC26D8"/>
    <w:rsid w:val="00FC2DDF"/>
    <w:rsid w:val="00FC3684"/>
    <w:rsid w:val="00FC4278"/>
    <w:rsid w:val="00FC46EA"/>
    <w:rsid w:val="00FC4D18"/>
    <w:rsid w:val="00FC5155"/>
    <w:rsid w:val="00FC5346"/>
    <w:rsid w:val="00FC54A1"/>
    <w:rsid w:val="00FC5873"/>
    <w:rsid w:val="00FC58D5"/>
    <w:rsid w:val="00FC5A4C"/>
    <w:rsid w:val="00FC66AA"/>
    <w:rsid w:val="00FC6741"/>
    <w:rsid w:val="00FC76DD"/>
    <w:rsid w:val="00FC7EB3"/>
    <w:rsid w:val="00FC7EB9"/>
    <w:rsid w:val="00FC7F65"/>
    <w:rsid w:val="00FD0118"/>
    <w:rsid w:val="00FD039B"/>
    <w:rsid w:val="00FD07C8"/>
    <w:rsid w:val="00FD07F4"/>
    <w:rsid w:val="00FD0B80"/>
    <w:rsid w:val="00FD0F67"/>
    <w:rsid w:val="00FD1193"/>
    <w:rsid w:val="00FD1276"/>
    <w:rsid w:val="00FD13B6"/>
    <w:rsid w:val="00FD1D7F"/>
    <w:rsid w:val="00FD1E95"/>
    <w:rsid w:val="00FD211A"/>
    <w:rsid w:val="00FD225D"/>
    <w:rsid w:val="00FD2302"/>
    <w:rsid w:val="00FD27D5"/>
    <w:rsid w:val="00FD2C43"/>
    <w:rsid w:val="00FD2DC1"/>
    <w:rsid w:val="00FD3ABA"/>
    <w:rsid w:val="00FD3BDB"/>
    <w:rsid w:val="00FD3C8D"/>
    <w:rsid w:val="00FD409B"/>
    <w:rsid w:val="00FD4978"/>
    <w:rsid w:val="00FD5148"/>
    <w:rsid w:val="00FD5A8D"/>
    <w:rsid w:val="00FD5ACC"/>
    <w:rsid w:val="00FD5ADF"/>
    <w:rsid w:val="00FD5B1B"/>
    <w:rsid w:val="00FD5CD0"/>
    <w:rsid w:val="00FD66F5"/>
    <w:rsid w:val="00FD69C0"/>
    <w:rsid w:val="00FD6DDE"/>
    <w:rsid w:val="00FD6F29"/>
    <w:rsid w:val="00FD73D9"/>
    <w:rsid w:val="00FD7AEC"/>
    <w:rsid w:val="00FD7CDA"/>
    <w:rsid w:val="00FD7D04"/>
    <w:rsid w:val="00FE0344"/>
    <w:rsid w:val="00FE0467"/>
    <w:rsid w:val="00FE0C1F"/>
    <w:rsid w:val="00FE111E"/>
    <w:rsid w:val="00FE1403"/>
    <w:rsid w:val="00FE1894"/>
    <w:rsid w:val="00FE1B54"/>
    <w:rsid w:val="00FE1FF7"/>
    <w:rsid w:val="00FE29A6"/>
    <w:rsid w:val="00FE34AE"/>
    <w:rsid w:val="00FE35D1"/>
    <w:rsid w:val="00FE3858"/>
    <w:rsid w:val="00FE3D0C"/>
    <w:rsid w:val="00FE4121"/>
    <w:rsid w:val="00FE48F9"/>
    <w:rsid w:val="00FE5790"/>
    <w:rsid w:val="00FE59AB"/>
    <w:rsid w:val="00FE68ED"/>
    <w:rsid w:val="00FE7761"/>
    <w:rsid w:val="00FE78E5"/>
    <w:rsid w:val="00FE7A8B"/>
    <w:rsid w:val="00FE7AE5"/>
    <w:rsid w:val="00FE7CB3"/>
    <w:rsid w:val="00FF0072"/>
    <w:rsid w:val="00FF0095"/>
    <w:rsid w:val="00FF033B"/>
    <w:rsid w:val="00FF0634"/>
    <w:rsid w:val="00FF07F3"/>
    <w:rsid w:val="00FF09B1"/>
    <w:rsid w:val="00FF0BE4"/>
    <w:rsid w:val="00FF0CB2"/>
    <w:rsid w:val="00FF0F49"/>
    <w:rsid w:val="00FF0F7F"/>
    <w:rsid w:val="00FF1229"/>
    <w:rsid w:val="00FF18E0"/>
    <w:rsid w:val="00FF20AB"/>
    <w:rsid w:val="00FF228F"/>
    <w:rsid w:val="00FF2D78"/>
    <w:rsid w:val="00FF3333"/>
    <w:rsid w:val="00FF3659"/>
    <w:rsid w:val="00FF369C"/>
    <w:rsid w:val="00FF3B7D"/>
    <w:rsid w:val="00FF3F86"/>
    <w:rsid w:val="00FF410C"/>
    <w:rsid w:val="00FF46AD"/>
    <w:rsid w:val="00FF4878"/>
    <w:rsid w:val="00FF4DDA"/>
    <w:rsid w:val="00FF52D0"/>
    <w:rsid w:val="00FF5738"/>
    <w:rsid w:val="00FF62F4"/>
    <w:rsid w:val="00FF65C6"/>
    <w:rsid w:val="00FF6985"/>
    <w:rsid w:val="00FF781A"/>
    <w:rsid w:val="00FF79D8"/>
    <w:rsid w:val="04666496"/>
    <w:rsid w:val="0ADC85E2"/>
    <w:rsid w:val="1A7F707D"/>
    <w:rsid w:val="1EBA22DA"/>
    <w:rsid w:val="217A5B55"/>
    <w:rsid w:val="241DBDA1"/>
    <w:rsid w:val="2B0BFD19"/>
    <w:rsid w:val="2F4D937E"/>
    <w:rsid w:val="34F771B5"/>
    <w:rsid w:val="468AE35E"/>
    <w:rsid w:val="46D1DA42"/>
    <w:rsid w:val="480572BC"/>
    <w:rsid w:val="4C08B594"/>
    <w:rsid w:val="57EBBFEF"/>
    <w:rsid w:val="5DB0244E"/>
    <w:rsid w:val="5F79AF56"/>
    <w:rsid w:val="62B07119"/>
    <w:rsid w:val="68823C63"/>
    <w:rsid w:val="6C2CA0B2"/>
    <w:rsid w:val="70DB6E37"/>
    <w:rsid w:val="7681B3FF"/>
    <w:rsid w:val="78820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CF15D1"/>
  <w15:chartTrackingRefBased/>
  <w15:docId w15:val="{4951D25D-5C52-460C-AEA9-E59C2345A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5978"/>
  </w:style>
  <w:style w:type="paragraph" w:styleId="Heading1">
    <w:name w:val="heading 1"/>
    <w:basedOn w:val="Normal"/>
    <w:next w:val="Normal"/>
    <w:link w:val="Heading1Char"/>
    <w:uiPriority w:val="9"/>
    <w:qFormat/>
    <w:rsid w:val="008204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47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462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751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54A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751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751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751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751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04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347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4622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751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54A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751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751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751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751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213C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3C69"/>
  </w:style>
  <w:style w:type="paragraph" w:styleId="TOC1">
    <w:name w:val="toc 1"/>
    <w:basedOn w:val="Normal"/>
    <w:next w:val="Normal"/>
    <w:autoRedefine/>
    <w:uiPriority w:val="39"/>
    <w:unhideWhenUsed/>
    <w:rsid w:val="004D44B9"/>
    <w:pPr>
      <w:tabs>
        <w:tab w:val="left" w:pos="660"/>
        <w:tab w:val="right" w:leader="dot" w:pos="15026"/>
      </w:tabs>
      <w:spacing w:after="100" w:line="276" w:lineRule="auto"/>
    </w:pPr>
  </w:style>
  <w:style w:type="paragraph" w:styleId="Footer">
    <w:name w:val="footer"/>
    <w:basedOn w:val="Normal"/>
    <w:link w:val="FooterChar"/>
    <w:uiPriority w:val="99"/>
    <w:unhideWhenUsed/>
    <w:rsid w:val="00213C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3C69"/>
  </w:style>
  <w:style w:type="paragraph" w:styleId="ListParagraph">
    <w:name w:val="List Paragraph"/>
    <w:aliases w:val="Table of contents numbered,numbers normal cal,List Paragraph1,Riana Table Bullets 1,List Paragraph - 2,Grey Bullet List,Grey Bullet Style,Table bullet,Paragraph,Paragraphe de liste PBLH,Normal bullet 2,Bullet list,List Para 1,Heading 2 MS"/>
    <w:basedOn w:val="Normal"/>
    <w:link w:val="ListParagraphChar"/>
    <w:uiPriority w:val="34"/>
    <w:qFormat/>
    <w:rsid w:val="005E5F08"/>
    <w:pPr>
      <w:ind w:left="720"/>
      <w:contextualSpacing/>
    </w:pPr>
  </w:style>
  <w:style w:type="character" w:customStyle="1" w:styleId="ListParagraphChar">
    <w:name w:val="List Paragraph Char"/>
    <w:aliases w:val="Table of contents numbered Char,numbers normal cal Char,List Paragraph1 Char,Riana Table Bullets 1 Char,List Paragraph - 2 Char,Grey Bullet List Char,Grey Bullet Style Char,Table bullet Char,Paragraph Char,Normal bullet 2 Char"/>
    <w:link w:val="ListParagraph"/>
    <w:uiPriority w:val="34"/>
    <w:locked/>
    <w:rsid w:val="0085508C"/>
  </w:style>
  <w:style w:type="paragraph" w:styleId="TOCHeading">
    <w:name w:val="TOC Heading"/>
    <w:basedOn w:val="Heading1"/>
    <w:next w:val="Normal"/>
    <w:uiPriority w:val="39"/>
    <w:unhideWhenUsed/>
    <w:qFormat/>
    <w:rsid w:val="00B651DA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B651DA"/>
    <w:pPr>
      <w:spacing w:after="100"/>
      <w:ind w:left="22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B651DA"/>
    <w:pPr>
      <w:spacing w:after="100"/>
      <w:ind w:left="440"/>
    </w:pPr>
    <w:rPr>
      <w:rFonts w:eastAsiaTheme="minorEastAsia" w:cs="Times New Roman"/>
      <w:lang w:val="en-US"/>
    </w:rPr>
  </w:style>
  <w:style w:type="table" w:styleId="TableGrid">
    <w:name w:val="Table Grid"/>
    <w:basedOn w:val="TableNormal"/>
    <w:uiPriority w:val="39"/>
    <w:rsid w:val="002E7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6Colorful">
    <w:name w:val="Grid Table 6 Colorful"/>
    <w:basedOn w:val="TableNormal"/>
    <w:uiPriority w:val="51"/>
    <w:rsid w:val="002E722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484AE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84AE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84AE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77DF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7A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568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68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686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136B6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5900D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66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customStyle="1" w:styleId="cf01">
    <w:name w:val="cf01"/>
    <w:basedOn w:val="DefaultParagraphFont"/>
    <w:rsid w:val="0076608E"/>
    <w:rPr>
      <w:rFonts w:ascii="Segoe UI" w:hAnsi="Segoe UI" w:cs="Segoe UI" w:hint="default"/>
      <w:b/>
      <w:bCs/>
      <w:color w:val="262626"/>
      <w:sz w:val="28"/>
      <w:szCs w:val="28"/>
    </w:rPr>
  </w:style>
  <w:style w:type="paragraph" w:customStyle="1" w:styleId="Default">
    <w:name w:val="Default"/>
    <w:rsid w:val="004D38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ageNumber">
    <w:name w:val="page number"/>
    <w:basedOn w:val="DefaultParagraphFont"/>
    <w:rsid w:val="00003976"/>
  </w:style>
  <w:style w:type="paragraph" w:styleId="TableofFigures">
    <w:name w:val="table of figures"/>
    <w:basedOn w:val="Normal"/>
    <w:next w:val="Normal"/>
    <w:uiPriority w:val="99"/>
    <w:unhideWhenUsed/>
    <w:rsid w:val="00003976"/>
    <w:pPr>
      <w:spacing w:after="0"/>
    </w:pPr>
  </w:style>
  <w:style w:type="paragraph" w:customStyle="1" w:styleId="TablesandFigures">
    <w:name w:val="Tables and Figures"/>
    <w:basedOn w:val="Caption"/>
    <w:link w:val="TablesandFiguresChar"/>
    <w:qFormat/>
    <w:rsid w:val="00003976"/>
    <w:pPr>
      <w:keepNext/>
      <w:spacing w:after="0"/>
    </w:pPr>
    <w:rPr>
      <w:rFonts w:ascii="Arial Narrow" w:hAnsi="Arial Narrow"/>
      <w:b/>
      <w:i w:val="0"/>
      <w:color w:val="F39301"/>
      <w:sz w:val="22"/>
      <w:szCs w:val="22"/>
    </w:rPr>
  </w:style>
  <w:style w:type="character" w:customStyle="1" w:styleId="TablesandFiguresChar">
    <w:name w:val="Tables and Figures Char"/>
    <w:basedOn w:val="DefaultParagraphFont"/>
    <w:link w:val="TablesandFigures"/>
    <w:rsid w:val="00003976"/>
    <w:rPr>
      <w:rFonts w:ascii="Arial Narrow" w:hAnsi="Arial Narrow"/>
      <w:b/>
      <w:iCs/>
      <w:color w:val="F3930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0397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8E032D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85D4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5D4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85D46"/>
    <w:rPr>
      <w:vertAlign w:val="superscript"/>
    </w:rPr>
  </w:style>
  <w:style w:type="paragraph" w:customStyle="1" w:styleId="msonormal0">
    <w:name w:val="msonormal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font5">
    <w:name w:val="font5"/>
    <w:basedOn w:val="Normal"/>
    <w:rsid w:val="00842C2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en-ZA"/>
    </w:rPr>
  </w:style>
  <w:style w:type="paragraph" w:customStyle="1" w:styleId="font6">
    <w:name w:val="font6"/>
    <w:basedOn w:val="Normal"/>
    <w:rsid w:val="00842C2A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en-ZA"/>
    </w:rPr>
  </w:style>
  <w:style w:type="paragraph" w:customStyle="1" w:styleId="xl77">
    <w:name w:val="xl77"/>
    <w:basedOn w:val="Normal"/>
    <w:rsid w:val="00842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78">
    <w:name w:val="xl78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79">
    <w:name w:val="xl79"/>
    <w:basedOn w:val="Normal"/>
    <w:rsid w:val="00842C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0">
    <w:name w:val="xl80"/>
    <w:basedOn w:val="Normal"/>
    <w:rsid w:val="00842C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1">
    <w:name w:val="xl8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2">
    <w:name w:val="xl8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3">
    <w:name w:val="xl8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4">
    <w:name w:val="xl84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5">
    <w:name w:val="xl8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6">
    <w:name w:val="xl8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7">
    <w:name w:val="xl87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8">
    <w:name w:val="xl88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9">
    <w:name w:val="xl89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0">
    <w:name w:val="xl90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1">
    <w:name w:val="xl9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2">
    <w:name w:val="xl9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3">
    <w:name w:val="xl9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4">
    <w:name w:val="xl94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5">
    <w:name w:val="xl9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6">
    <w:name w:val="xl9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7">
    <w:name w:val="xl97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8">
    <w:name w:val="xl98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9">
    <w:name w:val="xl99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0">
    <w:name w:val="xl100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1">
    <w:name w:val="xl10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2">
    <w:name w:val="xl10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3">
    <w:name w:val="xl10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4">
    <w:name w:val="xl104"/>
    <w:basedOn w:val="Normal"/>
    <w:rsid w:val="00842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5">
    <w:name w:val="xl10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6">
    <w:name w:val="xl10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Stylenew">
    <w:name w:val="Style new"/>
    <w:basedOn w:val="TablesandFigures"/>
    <w:link w:val="StylenewChar"/>
    <w:qFormat/>
    <w:rsid w:val="005B6C7E"/>
    <w:pPr>
      <w:spacing w:line="276" w:lineRule="auto"/>
      <w:ind w:left="567"/>
    </w:pPr>
    <w:rPr>
      <w:color w:val="DD5E15"/>
    </w:rPr>
  </w:style>
  <w:style w:type="character" w:customStyle="1" w:styleId="StylenewChar">
    <w:name w:val="Style new Char"/>
    <w:basedOn w:val="TablesandFiguresChar"/>
    <w:link w:val="Stylenew"/>
    <w:rsid w:val="005B6C7E"/>
    <w:rPr>
      <w:rFonts w:ascii="Arial Narrow" w:hAnsi="Arial Narrow"/>
      <w:b/>
      <w:iCs/>
      <w:color w:val="DD5E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17956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210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0114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5949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0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4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71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76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797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3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44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9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974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1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726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39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9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8356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40207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83866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64104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2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6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364840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68175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1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0165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2261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9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790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36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64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327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9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zwe%20Mngomezulu\Downloads\Monthly%20report%20template%20Edite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91A3B489D1BA40841A9B61ADD4E4A2" ma:contentTypeVersion="18" ma:contentTypeDescription="Create a new document." ma:contentTypeScope="" ma:versionID="92205ddc37e69a8f01a6e5a5c056dfab">
  <xsd:schema xmlns:xsd="http://www.w3.org/2001/XMLSchema" xmlns:xs="http://www.w3.org/2001/XMLSchema" xmlns:p="http://schemas.microsoft.com/office/2006/metadata/properties" xmlns:ns2="2c5e3bf4-a475-444a-9952-8aa2e0d6f63d" xmlns:ns3="55221c09-c7ff-418a-af03-84180da6f5d4" targetNamespace="http://schemas.microsoft.com/office/2006/metadata/properties" ma:root="true" ma:fieldsID="91d129447d07883368746379ca42b9f5" ns2:_="" ns3:_="">
    <xsd:import namespace="2c5e3bf4-a475-444a-9952-8aa2e0d6f63d"/>
    <xsd:import namespace="55221c09-c7ff-418a-af03-84180da6f5d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e3bf4-a475-444a-9952-8aa2e0d6f63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ef1dc8b-4cbf-4c68-a3ec-fdce0d042450}" ma:internalName="TaxCatchAll" ma:showField="CatchAllData" ma:web="2c5e3bf4-a475-444a-9952-8aa2e0d6f6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221c09-c7ff-418a-af03-84180da6f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d2e6bdb-3d96-45a2-a621-dc79ec3921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5e3bf4-a475-444a-9952-8aa2e0d6f63d" xsi:nil="true"/>
    <lcf76f155ced4ddcb4097134ff3c332f xmlns="55221c09-c7ff-418a-af03-84180da6f5d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1288955-2B01-46E2-AB08-9E0D9140E2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e3bf4-a475-444a-9952-8aa2e0d6f63d"/>
    <ds:schemaRef ds:uri="55221c09-c7ff-418a-af03-84180da6f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6D438B-8A45-443B-A9A9-911E04E4C9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4B31F7-271F-46D3-BF6F-5FF92A3AFA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101474-3A60-4BD8-A758-15BE5CF6D402}">
  <ds:schemaRefs>
    <ds:schemaRef ds:uri="http://schemas.microsoft.com/office/2006/metadata/properties"/>
    <ds:schemaRef ds:uri="http://schemas.microsoft.com/office/infopath/2007/PartnerControls"/>
    <ds:schemaRef ds:uri="2c5e3bf4-a475-444a-9952-8aa2e0d6f63d"/>
    <ds:schemaRef ds:uri="55221c09-c7ff-418a-af03-84180da6f5d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Monthly report template Edited</Template>
  <TotalTime>2</TotalTime>
  <Pages>2</Pages>
  <Words>126</Words>
  <Characters>931</Characters>
  <Application>Microsoft Office Word</Application>
  <DocSecurity>0</DocSecurity>
  <Lines>186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Links>
    <vt:vector size="138" baseType="variant">
      <vt:variant>
        <vt:i4>1245232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_Toc182924119</vt:lpwstr>
      </vt:variant>
      <vt:variant>
        <vt:i4>1245232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_Toc182924118</vt:lpwstr>
      </vt:variant>
      <vt:variant>
        <vt:i4>1245232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_Toc182924117</vt:lpwstr>
      </vt:variant>
      <vt:variant>
        <vt:i4>1245232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_Toc182924116</vt:lpwstr>
      </vt:variant>
      <vt:variant>
        <vt:i4>1245232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_Toc182924115</vt:lpwstr>
      </vt:variant>
      <vt:variant>
        <vt:i4>1245232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_Toc182924114</vt:lpwstr>
      </vt:variant>
      <vt:variant>
        <vt:i4>1245232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_Toc182924113</vt:lpwstr>
      </vt:variant>
      <vt:variant>
        <vt:i4>1245232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_Toc182924112</vt:lpwstr>
      </vt:variant>
      <vt:variant>
        <vt:i4>1245232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_Toc182924111</vt:lpwstr>
      </vt:variant>
      <vt:variant>
        <vt:i4>1441842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_Toc182924345</vt:lpwstr>
      </vt:variant>
      <vt:variant>
        <vt:i4>1441842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_Toc182924344</vt:lpwstr>
      </vt:variant>
      <vt:variant>
        <vt:i4>1441842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_Toc182924343</vt:lpwstr>
      </vt:variant>
      <vt:variant>
        <vt:i4>1441842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_Toc182924342</vt:lpwstr>
      </vt:variant>
      <vt:variant>
        <vt:i4>1441842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_Toc182924341</vt:lpwstr>
      </vt:variant>
      <vt:variant>
        <vt:i4>1441842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_Toc182924340</vt:lpwstr>
      </vt:variant>
      <vt:variant>
        <vt:i4>1114162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_Toc182924339</vt:lpwstr>
      </vt:variant>
      <vt:variant>
        <vt:i4>1114162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_Toc182924338</vt:lpwstr>
      </vt:variant>
      <vt:variant>
        <vt:i4>1114162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_Toc182924337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_Toc182924336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_Toc182924335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_Toc182924334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_Toc182924333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_Toc182924332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Sizwe Mngomezulu</dc:creator>
  <cp:keywords/>
  <dc:description/>
  <cp:lastModifiedBy>Sipho Mkhabela</cp:lastModifiedBy>
  <cp:revision>10</cp:revision>
  <cp:lastPrinted>2026-01-30T06:28:00Z</cp:lastPrinted>
  <dcterms:created xsi:type="dcterms:W3CDTF">2026-01-13T11:38:00Z</dcterms:created>
  <dcterms:modified xsi:type="dcterms:W3CDTF">2026-01-30T06:28:00Z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0x0101003B91A3B489D1BA40841A9B61ADD4E4A2</vt:lpwstr>
  </property>
  <property fmtid="{D5CDD505-2E9C-101B-9397-08002B2CF9AE}" pid="3" name="MediaServiceImageTags">
    <vt:lpwstr/>
  </property>
</Properties>
</file>